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259" w:rsidRPr="00154EFF" w:rsidRDefault="00CC6259" w:rsidP="00CC6259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259" w:rsidRDefault="00CC6259" w:rsidP="00CC62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C6259" w:rsidRDefault="00CC6259" w:rsidP="00CC62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C6259" w:rsidRDefault="00CC6259" w:rsidP="00CC62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6259" w:rsidRDefault="00CC6259" w:rsidP="00CC62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6259" w:rsidRDefault="00CC6259" w:rsidP="00CC62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6259" w:rsidRDefault="00CC6259" w:rsidP="00CC62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6259" w:rsidRDefault="00CC6259" w:rsidP="00CC62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C6259" w:rsidRDefault="00CC6259" w:rsidP="00CC625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C6259" w:rsidRDefault="00CC6259" w:rsidP="00CC62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C6259" w:rsidRDefault="00CC6259" w:rsidP="00CC62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C6259" w:rsidRDefault="00CC6259" w:rsidP="00CC62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6259" w:rsidRDefault="00CC6259" w:rsidP="00CC62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C6259" w:rsidRDefault="00CC6259" w:rsidP="00CC62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6259" w:rsidRDefault="00CC6259" w:rsidP="00CC62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C6259" w:rsidRDefault="00CC6259" w:rsidP="00CC625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C6259" w:rsidRDefault="00CC6259" w:rsidP="00CC625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№26</w:t>
      </w:r>
    </w:p>
    <w:p w:rsidR="00CC6259" w:rsidRPr="008D6F85" w:rsidRDefault="00CC6259" w:rsidP="00CC625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6259" w:rsidRPr="008D6F85" w:rsidRDefault="00CC6259" w:rsidP="00CC625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CC6259" w:rsidRPr="008D6F85" w:rsidRDefault="00CC6259" w:rsidP="00CC625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CC6259" w:rsidRPr="008D6F85" w:rsidRDefault="00CC6259" w:rsidP="00CC625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CC6259" w:rsidRPr="008D6F85" w:rsidRDefault="00CC6259" w:rsidP="00CC62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Андрощук В.І.</w:t>
      </w:r>
    </w:p>
    <w:p w:rsidR="00CC6259" w:rsidRPr="008D6F85" w:rsidRDefault="00CC6259" w:rsidP="00CC62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C6259" w:rsidRPr="008D6F85" w:rsidRDefault="00CC6259" w:rsidP="00CC62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szCs w:val="24"/>
        </w:rPr>
        <w:t>,186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Андрощука В.І., 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CC6259" w:rsidRPr="008D6F85" w:rsidRDefault="00CC6259" w:rsidP="00CC62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CC6259" w:rsidRPr="008D6F85" w:rsidRDefault="00CC6259" w:rsidP="00CC62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Андрощуку Володимиру Івановичу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 площею  0.1406 га, яка розташована Хмельницька область,  Шепетівський район,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с.Комарівка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вулиця Лесі Українки.</w:t>
      </w:r>
    </w:p>
    <w:p w:rsidR="00CC6259" w:rsidRPr="008D6F85" w:rsidRDefault="00CC6259" w:rsidP="00CC62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Андрощуку Володимиру Івановичу,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який  зареєстрований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B1376">
        <w:rPr>
          <w:rFonts w:ascii="Times New Roman" w:eastAsia="Calibri" w:hAnsi="Times New Roman" w:cs="Times New Roman"/>
          <w:sz w:val="24"/>
          <w:szCs w:val="24"/>
        </w:rPr>
        <w:t>_________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>,</w:t>
      </w:r>
      <w:r w:rsidR="007B13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7B137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у власність земельну ділянку, площею 0,1406 га, кадастровий номер: 6823986800:03:005:0161, для ведення особистого селянського господарства,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вулиця Лесі Українки.</w:t>
      </w:r>
    </w:p>
    <w:p w:rsidR="00CC6259" w:rsidRPr="008D6F85" w:rsidRDefault="00CC6259" w:rsidP="00CC625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Андрощуку В.І.,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CC6259" w:rsidRPr="008D6F85" w:rsidRDefault="00CC6259" w:rsidP="00CC625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C6259" w:rsidRPr="008D6F85" w:rsidRDefault="00CC6259" w:rsidP="00CC62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01E4" w:rsidRPr="00CC6259" w:rsidRDefault="00CC6259" w:rsidP="00CC625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1B01E4" w:rsidRPr="00CC6259" w:rsidSect="00CC6259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59"/>
    <w:rsid w:val="001B01E4"/>
    <w:rsid w:val="007B1376"/>
    <w:rsid w:val="00CC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25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CC6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C6259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25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CC6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C6259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268</Words>
  <Characters>1532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2022-02-08T06:35:00Z</dcterms:created>
  <dcterms:modified xsi:type="dcterms:W3CDTF">2022-02-08T11:09:00Z</dcterms:modified>
</cp:coreProperties>
</file>