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6CB" w:rsidRPr="0066767B" w:rsidRDefault="002736CB" w:rsidP="002736C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2736CB" w:rsidRPr="0066767B" w:rsidRDefault="002736CB" w:rsidP="002736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36CB" w:rsidRPr="0066767B" w:rsidRDefault="002736CB" w:rsidP="002736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F137E3" wp14:editId="15F9DA0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894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8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6CB" w:rsidRDefault="002736CB" w:rsidP="0027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GLxfiPbeAAARlkEAA4AAAAAAAAAAAAAAAAALgIA&#10;AGRycy9lMm9Eb2MueG1sUEsBAi0AFAAGAAgAAAAhALIdTJvgAAAACgEAAA8AAAAAAAAAAAAAAAAA&#10;NXsAAGRycy9kb3ducmV2LnhtbFBLBQYAAAAABAAEAPMAAABC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H4gcQA&#10;AADeAAAADwAAAGRycy9kb3ducmV2LnhtbERPS2vCQBC+F/wPyxS86UalmqauIYgWD4L4ug/ZMQnN&#10;zobsmqT/vlso9DYf33PW6WBq0VHrKssKZtMIBHFudcWFgtt1P4lBOI+ssbZMCr7JQboZvawx0bbn&#10;M3UXX4gQwi5BBaX3TSKly0sy6Ka2IQ7cw7YGfYBtIXWLfQg3tZxH0VIarDg0lNjQtqT86/I0Cuzi&#10;83C8F/PzYscrz9kpftyHo1Lj1yH7AOFp8P/iP/dBh/mz+P0Nft8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h+IH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fUVccA&#10;AADeAAAADwAAAGRycy9kb3ducmV2LnhtbERPTWsCMRC9C/0PYQq9SM3aw7pujVKErdaDoC30Omym&#10;m203kyVJdeuvbwpCb/N4n7NYDbYTJ/KhdaxgOslAENdOt9woeHut7gsQISJr7ByTgh8KsFrejBZY&#10;anfmA52OsREphEOJCkyMfSllqA1ZDBPXEyfuw3mLMUHfSO3xnMJtJx+yLJcWW04NBntaG6q/jt9W&#10;wWe1N+/r2eXZj+cHuoyr3aZ7yZW6ux2eHkFEGuK/+Ore6jR/Wsxz+Hsn3S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31F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Vz8UA&#10;AADeAAAADwAAAGRycy9kb3ducmV2LnhtbESP0YrCMBBF34X9hzAL+yKaqqBuNYosKuJLUfcDhmZs&#10;is2kNFnb/XsjCL7NcO/cc2e57mwl7tT40rGC0TABQZw7XXKh4PeyG8xB+ICssXJMCv7Jw3r10Vti&#10;ql3LJ7qfQyFiCPsUFZgQ6lRKnxuy6IeuJo7a1TUWQ1ybQuoG2xhuKzlOkqm0WHIkGKzpx1B+O//Z&#10;CMkmmB2v7WW377DF7dFwf3NS6uuz2yxABOrC2/y6PuhYfzT/nsH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6NXP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Uh8cA&#10;AADeAAAADwAAAGRycy9kb3ducmV2LnhtbESPQUsDQQyF74L/YYjgzc62aK1rp0WqgggerIJ4Czvp&#10;7uJOZpiJ3fXfm4PgLeG9vPdlvZ3CYI6USx/ZwXxWgSFuou+5dfD+9nixAlME2eMQmRz8UIHt5vRk&#10;jbWPI7/ScS+t0RAuNTroRFJtbWk6ClhmMRGrdog5oOiaW+szjhoeBruoqqUN2LM2dJho11Hztf8O&#10;Dl7Gh/R8vbw6pM98ubDl3svHTpw7P5vubsEITfJv/rt+8oo/X90o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zVI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kJsYA&#10;AADeAAAADwAAAGRycy9kb3ducmV2LnhtbESP0WrCQBBF3wv+wzKCL6VubKFodBWRRoovktgPGLJj&#10;NpidDdk1iX/vFgp9m+HeuefOZjfaRvTU+dqxgsU8AUFcOl1zpeDnkr0tQfiArLFxTAoe5GG3nbxs&#10;MNVu4Jz6IlQihrBPUYEJoU2l9KUhi37uWuKoXV1nMcS1q6TucIjhtpHvSfIpLdYcCQZbOhgqb8Xd&#10;Rsj5A8+n63DJjiMO+HUy/LrPlZpNx/0aRKAx/Jv/rr91rL9Yrlbw+06cQW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vkJ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7Cm8YA&#10;AADeAAAADwAAAGRycy9kb3ducmV2LnhtbESPQUsDQQyF74L/YYjgzc62aNW10yJVQYQerIJ4Czvp&#10;7uJOZpiJ3fXfm4PgLSEv771vtZnCYI6USx/ZwXxWgSFuou+5dfD+9nRxA6YIsschMjn4oQKb9enJ&#10;CmsfR36l415aoyZcanTQiaTa2tJ0FLDMYiLW2yHmgKJrbq3POKp5GOyiqpY2YM+a0GGibUfN1/47&#10;ONiNj+nlenl1SJ/5cmHLg5ePrTh3fjbd34ERmuRf/Pf97LX+/LZSAMX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7Cm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d66cUA&#10;AADeAAAADwAAAGRycy9kb3ducmV2LnhtbERP32vCMBB+H/g/hBv4MjTtZGNWo+ggOJgwpoKvR3O2&#10;Zc2lJNF2//0yGOztPr6ft1wPthU38qFxrCCfZiCIS2carhScjnryAiJEZIOtY1LwTQHWq9HdEgvj&#10;ev6k2yFWIoVwKFBBHWNXSBnKmiyGqeuIE3dx3mJM0FfSeOxTuG3lY5Y9S4sNp4YaO3qtqfw6XK2C&#10;7UdfzfxDuR3c+2V3ftLa6L1Wanw/bBYgIg3xX/znfjNpfj7Pcv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J3r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WuYcIA&#10;AADe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eLLIf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xa5h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lBBcUA&#10;AADeAAAADwAAAGRycy9kb3ducmV2LnhtbERP22oCMRB9L/gPYYS+lJq1UmlXo6gQFFooXqCvw2bc&#10;XdxMliS6279vhELf5nCuM1/2thE38qF2rGA8ykAQF87UXCo4HfXzG4gQkQ02jknBDwVYLgYPc8yN&#10;63hPt0MsRQrhkKOCKsY2lzIUFVkMI9cSJ+7svMWYoC+l8dilcNvIlyybSos1p4YKW9pUVFwOV6tg&#10;/dWVE/9UrHv3cd5+v2pt9KdW6nHYr2YgIvXxX/zn3pk0f/yeTeD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uUEF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CTjsIA&#10;AADeAAAADwAAAGRycy9kb3ducmV2LnhtbERP3WrCMBS+F/YO4Qy801RxQzujiFIYw5t1e4BDc2w6&#10;m5OSxFrffhEE787H93vW28G2oicfGscKZtMMBHHldMO1gt+fYrIEESKyxtYxKbhRgO3mZbTGXLsr&#10;f1NfxlqkEA45KjAxdrmUoTJkMUxdR5y4k/MWY4K+ltrjNYXbVs6z7F1abDg1GOxob6g6lxeroPia&#10;H/vzRfvC7YaFpTfztzwYpcavw+4DRKQhPsUP96dO82erbAH3d9IN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JOO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o/cEA&#10;AADeAAAADwAAAGRycy9kb3ducmV2LnhtbERPzYrCMBC+L/gOYRa8rUl1u7hdo4igrEe7PsDQzLbF&#10;ZlKbaOvbG0HwNh/f7yxWg23ElTpfO9aQTBQI4sKZmksNx7/txxyED8gGG8ek4UYeVsvR2wIz43o+&#10;0DUPpYgh7DPUUIXQZlL6oiKLfuJa4sj9u85iiLArpemwj+G2kVOlvqTFmmNDhS1tKipO+cVq+Lz1&#10;u3OentTWWEr2s3bPoUi1Hr8P6x8QgYbwEj/dvybOT75VCo934g1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iqP3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IgJcMA&#10;AADeAAAADwAAAGRycy9kb3ducmV2LnhtbERPS2vCQBC+C/0PywjedKOHUFM3IopFemqj7XnITh40&#10;Oxuym9e/7xYKvc3H95zDcTKNGKhztWUF200Egji3uuZSweN+XT+DcB5ZY2OZFMzk4Jg+LQ6YaDvy&#10;Bw2ZL0UIYZeggsr7NpHS5RUZdBvbEgeusJ1BH2BXSt3hGMJNI3dRFEuDNYeGCls6V5R/Z71R0Mdf&#10;uwcXb/o9u8yv+8v15ORnqdRqOZ1eQHia/L/4z33TYf52H8Xw+064Qa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IgJ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E1o8YA&#10;AADeAAAADwAAAGRycy9kb3ducmV2LnhtbERPS2vCQBC+F/wPywje6sYHUaOrVKFQPVRq68HbmB2T&#10;2Oxsml01/vtuQehtPr7nzBaNKcWValdYVtDrRiCIU6sLzhR8fb4+j0E4j6yxtEwK7uRgMW89zTDR&#10;9sYfdN35TIQQdgkqyL2vEildmpNB17UVceBOtjboA6wzqWu8hXBTyn4UxdJgwaEhx4pWOaXfu4tR&#10;sN+O48l2uR6eN+9HHBj9c9BFrFSn3bxMQXhq/L/44X7TYX5vEo3g751w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E1o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2RccA&#10;AADeAAAADwAAAGRycy9kb3ducmV2LnhtbESPT2vCQBDF74LfYRnBm278g2jqKtpSLT2pLfQ6ZMck&#10;mJ0N2a1GP71zKPQ2w3vz3m+W69ZV6kpNKD0bGA0TUMSZtyXnBr6/3gdzUCEiW6w8k4E7BVivup0l&#10;ptbf+EjXU8yVhHBI0UARY51qHbKCHIahr4lFO/vGYZS1ybVt8CbhrtLjJJlphyVLQ4E1vRaUXU6/&#10;zsBj9oOHsB9v3yY20n063/nPw86Yfq/dvICK1MZ/89/1hxX80SIRXnlHZtCr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3NkX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6cMQA&#10;AADeAAAADwAAAGRycy9kb3ducmV2LnhtbERPzWrCQBC+C77DMkJvZqOk0qRZpRQL3lpjH2DITjfB&#10;7GzMbk3q03cLBW/z8f1OuZtsJ640+NaxglWSgiCunW7ZKPg8vS2fQPiArLFzTAp+yMNuO5+VWGg3&#10;8pGuVTAihrAvUEETQl9I6euGLPrE9cSR+3KDxRDhYKQecIzhtpPrNN1Iiy3HhgZ7em2oPlffVsHF&#10;rR/1VO3x/bzPP1pjssvtmCn1sJhenkEEmsJd/O8+6Dh/lac5/L0Tb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C+n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2j28YA&#10;AADeAAAADwAAAGRycy9kb3ducmV2LnhtbESPQW/CMAyF75P2HyJP2g3SDo1BIaCBNIkrsMOOXmLa&#10;ssbpmgAdvx4fkHaz5ef33jdf9r5RZ+piHdhAPsxAEdvgai4NfO4/BhNQMSE7bAKTgT+KsFw8Psyx&#10;cOHCWzrvUqnEhGOBBqqU2kLraCvyGIehJZbbIXQek6xdqV2HFzH3jX7JsrH2WLMkVNjSuiL7szt5&#10;A5v6m17H9jD1k5Xdfl1/0+jt6Ix5furfZ6AS9elffP/eOKmfT3MBEByZQS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2j2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/l8UA&#10;AADeAAAADwAAAGRycy9kb3ducmV2LnhtbERP0YrCMBB8P7h/CHvg25nWB9FqFBUERU8479DXpVmb&#10;YrMpTaz17y+CcG+zOzszO9N5ZyvRUuNLxwrSfgKCOHe65ELB78/6cwTCB2SNlWNS8CAP89n72xQz&#10;7e78Te0xFCKasM9QgQmhzqT0uSGLvu9q4shdXGMxxLEppG7wHs1tJQdJMpQWS44JBmtaGcqvx5tV&#10;0OLhkZzN8mu8Lff54LA87XTcq95Ht5iACNSF/+OXeqPj++k4TeFZJ2K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P+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++esMA&#10;AADeAAAADwAAAGRycy9kb3ducmV2LnhtbERPPU/DMBDdkfofrKvERp1kQBDqVqhSK0YIDB2P+Bqn&#10;xHeRbZrAr8dISGz39D5vvZ39oC4UYi9soFwVoIhbsT13Bt5e9zd3oGJCtjgIk4EvirDdLK7WWFuZ&#10;+IUuTepUDuFYowGX0lhrHVtHHuNKRuLMnSR4TBmGTtuAUw73g66K4lZ77Dk3OBxp56j9aD69genQ&#10;vp+r09G67zDKvnmWczWIMdfL+fEBVKI5/Yv/3E82zy/vywp+38k3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++e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sL9sUA&#10;AADeAAAADwAAAGRycy9kb3ducmV2LnhtbERP22oCMRB9F/yHMELfNLsWqq5GsVqhSIt4e59uprvb&#10;JpNlk+r6941Q6NscznVmi9YacaHGV44VpIMEBHHudMWFgtNx0x+D8AFZo3FMCm7kYTHvdmaYaXfl&#10;PV0OoRAxhH2GCsoQ6kxKn5dk0Q9cTRy5T9dYDBE2hdQNXmO4NXKYJE/SYsWxocSaViXl34cfq2Cz&#10;W5uv4ft+eZZh9TL6MOPt8/pNqYdeu5yCCNSGf/Gf+1XH+ekkfYT7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Wwv2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ROFsUA&#10;AADeAAAADwAAAGRycy9kb3ducmV2LnhtbERPTWvCQBC9C/0PyxR6KbpJrWKjq4ggKiioLfQ6Zsck&#10;mJ0N2TXGf+8WCt7m8T5nMmtNKRqqXWFZQdyLQBCnVhecKfj5XnZHIJxH1lhaJgV3cjCbvnQmmGh7&#10;4wM1R5+JEMIuQQW591UipUtzMuh6tiIO3NnWBn2AdSZ1jbcQbkr5EUVDabDg0JBjRYuc0svxahQ0&#10;++0pWzeu2lxG727QP61WO/2r1NtrOx+D8NT6p/jfvdZhfvwVf8LfO+EG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RE4W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VkMUA&#10;AADeAAAADwAAAGRycy9kb3ducmV2LnhtbERPTWsCMRC9C/6HMAVvml3RolujqCB4EdT2UG/jZrq7&#10;uJmsSdRtf30jFHqbx/uc2aI1tbiT85VlBekgAUGcW11xoeDjfdOfgPABWWNtmRR8k4fFvNuZYabt&#10;gw90P4ZCxBD2GSooQ2gyKX1ekkE/sA1x5L6sMxgidIXUDh8x3NRymCSv0mDFsaHEhtYl5ZfjzShY&#10;TSer637Eu5/D+USnz/NlPHSJUr2XdvkGIlAb/sV/7q2O89NpOob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ZJWQxQAAAN4AAAAPAAAAAAAAAAAAAAAAAJgCAABkcnMv&#10;ZG93bnJldi54bWxQSwUGAAAAAAQABAD1AAAAigMAAAAA&#10;" fillcolor="black" stroked="f"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UF58YA&#10;AADeAAAADwAAAGRycy9kb3ducmV2LnhtbERPS2vCQBC+F/wPywi91U0Eg6au4qtQ0B7UHnqcZsdk&#10;SXY2ZLea9td3hUJv8/E9Z77sbSOu1HnjWEE6SkAQF04bLhW8n1+epiB8QNbYOCYF3+RhuRg8zDHX&#10;7sZHup5CKWII+xwVVCG0uZS+qMiiH7mWOHIX11kMEXal1B3eYrht5DhJMmnRcGyosKVNRUV9+rIK&#10;PvaZmR4NjT8PP+udPkzq9du2Vupx2K+eQQTqw7/4z/2q4/x0lmZwfyf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UF5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NTsQA&#10;AADeAAAADwAAAGRycy9kb3ducmV2LnhtbERPPW/CMBDdkfgP1iF1K04YWkgxCIEQXTqUFnU9xdc4&#10;TXwOtoHAr68rVWK7p/d582VvW3EmH2rHCvJxBoK4dLrmSsHnx/ZxCiJEZI2tY1JwpQDLxXAwx0K7&#10;C7/TeR8rkUI4FKjAxNgVUobSkMUwdh1x4r6dtxgT9JXUHi8p3LZykmVP0mLNqcFgR2tDZbM/WQV+&#10;9bVpbnw6NNnt7Rp2P/1xikaph1G/egERqY938b/7Vaf5+Sx/hr9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rzU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Xvd8cA&#10;AADeAAAADwAAAGRycy9kb3ducmV2LnhtbESP3UoDQQyF74W+w5CCN2Jntxdq106LCAXBIvTnAeJO&#10;3F2cySw7abv16c2F4F3COTnny3I9xmDONOQusYNyVoAhrpPvuHFwPGzun8BkQfYYEpODK2VYryY3&#10;S6x8uvCOzntpjIZwrtBBK9JX1ua6pYh5lnpi1b7SEFF0HRrrB7xoeAx2XhQPNmLH2tBiT68t1d/7&#10;U3QQ5p9h8f6Yt3I92m3xE2V39+Gdu52OL89ghEb5N/9dv3nFLxel8uo7OoNd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F73f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kLtsQA&#10;AADeAAAADwAAAGRycy9kb3ducmV2LnhtbERPPW/CMBDdK/U/WFepW3HCUEGKQVCElIWBlIr1iI84&#10;wj5HsQuhv75GQup2T+/zZovBWXGhPrSeFeSjDARx7XXLjYL91+ZtAiJEZI3WMym4UYDF/PlphoX2&#10;V97RpYqNSCEcClRgYuwKKUNtyGEY+Y44cSffO4wJ9o3UPV5TuLNynGXv0mHLqcFgR5+G6nP14xSs&#10;q86O96VZhcP39ni05e+GDmulXl+G5QeISEP8Fz/cpU7z82k+hfs76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ZC7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raoMYA&#10;AADeAAAADwAAAGRycy9kb3ducmV2LnhtbESPT2/CMAzF75P2HSJP2m0kcGDQEdA0DQmJ0/hz4GYl&#10;XltonKrJaPft8QGJmy0/v/d+i9UQGnWlLtWRLYxHBhSxi77m0sJhv36bgUoZ2WMTmSz8U4LV8vlp&#10;gYWPPf/QdZdLJSacCrRQ5dwWWidXUcA0ii2x3H5jFzDL2pXad9iLeWj0xJipDlizJFTY0ldF7rL7&#10;CxbOa72NzqA7Ho79xr+fvqfUGGtfX4bPD1CZhvwQ3783XuqP5xMBEByZQS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rao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6MXMQA&#10;AADeAAAADwAAAGRycy9kb3ducmV2LnhtbERPTWvCQBC9C/0PyxS86SYpiEZXsYVCsXioinicZsck&#10;JDsbdldN/70rFLzN433OYtWbVlzJ+dqygnScgCAurK65VHDYf46mIHxA1thaJgV/5GG1fBksMNf2&#10;xj903YVSxBD2OSqoQuhyKX1RkUE/th1x5M7WGQwRulJqh7cYblqZJclEGqw5NlTY0UdFRbO7GAWn&#10;yzeft2+btXsPR9vvfZP9Thulhq/9eg4iUB+e4n/3l47z01mWwuOdeIN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ujF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HHWcUA&#10;AADeAAAADwAAAGRycy9kb3ducmV2LnhtbERPS2sCMRC+C/6HMEJvmnWpRVejVEHoRaiPg97Gzbi7&#10;uJlsk1S3/fVNQfA2H99zZovW1OJGzleWFQwHCQji3OqKCwWH/bo/BuEDssbaMin4IQ+Lebczw0zb&#10;O2/ptguFiCHsM1RQhtBkUvq8JIN+YBviyF2sMxgidIXUDu8x3NQyTZI3abDi2FBiQ6uS8uvu2yhY&#10;TsbLr89X3vxuzyc6Hc/XUeoSpV567fsURKA2PMUP94eO84eTNIX/d+IN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4cdZxQAAAN4AAAAPAAAAAAAAAAAAAAAAAJgCAABkcnMv&#10;ZG93bnJldi54bWxQSwUGAAAAAAQABAD1AAAAigMAAAAA&#10;" fillcolor="black" stroked="f"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tpaMQA&#10;AADeAAAADwAAAGRycy9kb3ducmV2LnhtbERPS0sDMRC+C/0PYQRvNtsWxG6blqVQFE/bh3idbqab&#10;xc1kSWK6/nsjCN7m43vOejvaXiTyoXOsYDYtQBA3TnfcKjif9o/PIEJE1tg7JgXfFGC7mdytsdTu&#10;xgdKx9iKHMKhRAUmxqGUMjSGLIapG4gzd3XeYszQt1J7vOVw28t5UTxJix3nBoMD7Qw1n8cvqyBd&#10;dnW1SB/JHN581XpXv7xfaqUe7sdqBSLSGP/Ff+5XnefPlvM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baW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61FcUA&#10;AADeAAAADwAAAGRycy9kb3ducmV2LnhtbERPTWvCQBC9F/wPywje6iZSpEZXEWmL9lIbBT0O2TEb&#10;zM6G7BrT/vpuodDbPN7nLFa9rUVHra8cK0jHCQjiwumKSwXHw+vjMwgfkDXWjknBF3lYLQcPC8y0&#10;u/MndXkoRQxhn6ECE0KTSekLQxb92DXEkbu41mKIsC2lbvEew20tJ0kylRYrjg0GG9oYKq75zSrw&#10;6ebl9G6/Z935zfBHvjPTfWmUGg379RxEoD78i//cWx3np7PJE/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XrUV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736CB" w:rsidRDefault="002736CB" w:rsidP="0027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736CB" w:rsidRPr="0066767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736CB" w:rsidRPr="0066767B" w:rsidRDefault="002736CB" w:rsidP="002736C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736CB" w:rsidRPr="0066767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736C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2736CB" w:rsidRPr="0066767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2736CB" w:rsidRPr="0066767B" w:rsidRDefault="002736CB" w:rsidP="002736C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2736CB" w:rsidRPr="0066767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2736CB" w:rsidRPr="0066767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2736CB" w:rsidRPr="0066767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736CB" w:rsidRPr="0066767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2736CB" w:rsidRPr="0066767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736CB" w:rsidRPr="0066767B" w:rsidRDefault="002736CB" w:rsidP="002736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2736CB" w:rsidRPr="0066767B" w:rsidRDefault="002736CB" w:rsidP="002736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2736CB" w:rsidRPr="0066767B" w:rsidRDefault="002736CB" w:rsidP="002736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2736CB" w:rsidRPr="0066767B" w:rsidRDefault="002736CB" w:rsidP="002736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2736CB" w:rsidRPr="0066767B" w:rsidRDefault="002736CB" w:rsidP="002736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2736CB" w:rsidRPr="0066767B" w:rsidRDefault="002736CB" w:rsidP="002736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2736CB" w:rsidRPr="0066767B" w:rsidRDefault="002736CB" w:rsidP="002736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2736CB" w:rsidRPr="0066767B" w:rsidRDefault="002736CB" w:rsidP="002736C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Тимощук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В.М.</w:t>
      </w:r>
    </w:p>
    <w:p w:rsidR="002736CB" w:rsidRPr="0066767B" w:rsidRDefault="002736CB" w:rsidP="002736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6CB" w:rsidRPr="0066767B" w:rsidRDefault="002736CB" w:rsidP="002736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6CB" w:rsidRPr="0066767B" w:rsidRDefault="002736CB" w:rsidP="002736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Тимощук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В.М.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2736CB" w:rsidRPr="0066767B" w:rsidRDefault="002736CB" w:rsidP="002736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2736CB" w:rsidRPr="0066767B" w:rsidRDefault="002736CB" w:rsidP="002736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6CB" w:rsidRPr="0066767B" w:rsidRDefault="002736CB" w:rsidP="002736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Тимощук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Валентині Михайлівні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 за рахунок 16.00 землі запасу (земельні ділянки кожної категорії земель, які не надані у  власність або користування громадянам чи юридичним особам), площею 0,3253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736CB" w:rsidRPr="0006544A" w:rsidRDefault="002736CB" w:rsidP="002736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Тимощук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Валентині Михайлівні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3D08FC">
        <w:rPr>
          <w:rFonts w:ascii="Times New Roman" w:eastAsia="Calibri" w:hAnsi="Times New Roman" w:cs="Times New Roman"/>
          <w:sz w:val="24"/>
          <w:lang w:val="en-US"/>
        </w:rPr>
        <w:t>__________</w:t>
      </w:r>
      <w:r w:rsidRPr="0006544A">
        <w:rPr>
          <w:rFonts w:ascii="Times New Roman" w:eastAsia="Calibri" w:hAnsi="Times New Roman" w:cs="Times New Roman"/>
          <w:sz w:val="24"/>
          <w:lang w:val="uk-UA"/>
        </w:rPr>
        <w:t xml:space="preserve">,  </w:t>
      </w:r>
      <w:r w:rsidRPr="00194C8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ідентифікаційний номер </w:t>
      </w:r>
      <w:r w:rsidR="003D08FC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___________</w:t>
      </w:r>
      <w:bookmarkStart w:id="0" w:name="_GoBack"/>
      <w:bookmarkEnd w:id="0"/>
      <w:r w:rsidRPr="0088254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,</w:t>
      </w:r>
      <w:r w:rsidRPr="00882543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 xml:space="preserve">  </w:t>
      </w: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0,3253</w:t>
      </w: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кадастро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вий номер: 6823984000:03:018:031</w:t>
      </w: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8, для ведення особистого селянського господарства за рахунок 16.00 землі запасу (земельні ділянки кожної категорії земель, які не надані у  власність або користування громадянам чи юридичним особам), яка розташована Хмельницька область, </w:t>
      </w:r>
      <w:proofErr w:type="spellStart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736CB" w:rsidRPr="0006544A" w:rsidRDefault="002736CB" w:rsidP="002736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Тимощук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В.М.</w:t>
      </w:r>
      <w:r w:rsidRPr="0006544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736CB" w:rsidRPr="0066767B" w:rsidRDefault="002736CB" w:rsidP="002736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2736CB" w:rsidRDefault="002736CB" w:rsidP="002736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6CB" w:rsidRPr="0066767B" w:rsidRDefault="002736CB" w:rsidP="002736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6CB" w:rsidRDefault="002736CB" w:rsidP="002736C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D779AF" w:rsidRDefault="00D779AF"/>
    <w:sectPr w:rsidR="00D779A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DA" w:rsidRDefault="00120DDA">
      <w:pPr>
        <w:spacing w:after="0" w:line="240" w:lineRule="auto"/>
      </w:pPr>
      <w:r>
        <w:separator/>
      </w:r>
    </w:p>
  </w:endnote>
  <w:endnote w:type="continuationSeparator" w:id="0">
    <w:p w:rsidR="00120DDA" w:rsidRDefault="00120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DA" w:rsidRDefault="00120DDA">
      <w:pPr>
        <w:spacing w:after="0" w:line="240" w:lineRule="auto"/>
      </w:pPr>
      <w:r>
        <w:separator/>
      </w:r>
    </w:p>
  </w:footnote>
  <w:footnote w:type="continuationSeparator" w:id="0">
    <w:p w:rsidR="00120DDA" w:rsidRDefault="00120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CB"/>
    <w:rsid w:val="00120DDA"/>
    <w:rsid w:val="002736CB"/>
    <w:rsid w:val="003602FD"/>
    <w:rsid w:val="003D08FC"/>
    <w:rsid w:val="00D7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CB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CB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2021-01-18T12:03:00Z</dcterms:created>
  <dcterms:modified xsi:type="dcterms:W3CDTF">2021-01-18T12:26:00Z</dcterms:modified>
</cp:coreProperties>
</file>