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E4" w:rsidRPr="00AF2E62" w:rsidRDefault="00873FE4" w:rsidP="00873FE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73FE4" w:rsidRPr="00AF2E62" w:rsidRDefault="00873FE4" w:rsidP="00873F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F0F8AD" wp14:editId="2580D00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546" name="Группа 165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54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4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FE4" w:rsidRDefault="00873FE4" w:rsidP="00873F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6F0F8AD" id="Группа 1654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FK1vD1V5AABBWQQADgAAAAAAAAAAAAAA&#10;AAAuAgAAZHJzL2Uyb0RvYy54bWxQSwECLQAUAAYACAAAACEAntNkbd0AAAAGAQAADwAAAAAAAAAA&#10;AAAAAACvewAAZHJzL2Rvd25yZXYueG1sUEsFBgAAAAAEAAQA8wAAALl8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" fillcolor="black" stroked="f"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" fillcolor="black" stroked="f"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3FE4" w:rsidRDefault="00873FE4" w:rsidP="00873F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73FE4" w:rsidRPr="00AF2E62" w:rsidRDefault="00873FE4" w:rsidP="00873FE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73FE4" w:rsidRPr="00AF2E62" w:rsidRDefault="00873FE4" w:rsidP="00873F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73FE4" w:rsidRPr="00AF2E62" w:rsidRDefault="00873FE4" w:rsidP="00873F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873FE4" w:rsidRPr="00AF2E62" w:rsidRDefault="00873FE4" w:rsidP="00873FE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73FE4" w:rsidRPr="00AF2E62" w:rsidRDefault="00873FE4" w:rsidP="00873FE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І.О.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Чулія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І.О.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73FE4" w:rsidRPr="00AF2E62" w:rsidRDefault="00873FE4" w:rsidP="00873F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Івану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178E3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73FE4" w:rsidRPr="00AF2E62" w:rsidRDefault="00873FE4" w:rsidP="00873F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73FE4" w:rsidRPr="00AF2E62" w:rsidRDefault="00873FE4" w:rsidP="00873F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FE4" w:rsidRPr="00AF2E62" w:rsidRDefault="00873FE4" w:rsidP="00873F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FE4" w:rsidRDefault="00873FE4" w:rsidP="00873F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FE4" w:rsidRDefault="00873FE4" w:rsidP="00873F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FE4" w:rsidRDefault="00873FE4" w:rsidP="00873F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FE4" w:rsidRDefault="00873FE4" w:rsidP="00873F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32FD" w:rsidRPr="00873FE4" w:rsidRDefault="00873FE4" w:rsidP="00873F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D32FD" w:rsidRPr="00873F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E4"/>
    <w:rsid w:val="004D32FD"/>
    <w:rsid w:val="008178E3"/>
    <w:rsid w:val="0087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E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E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2021-06-22T08:02:00Z</dcterms:created>
  <dcterms:modified xsi:type="dcterms:W3CDTF">2021-06-22T12:53:00Z</dcterms:modified>
</cp:coreProperties>
</file>