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105" w:rsidRPr="00D815F3" w:rsidRDefault="00B60105" w:rsidP="00B60105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B60105" w:rsidRPr="001869AA" w:rsidRDefault="00B60105" w:rsidP="00B60105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1009" name="Группа 109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101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947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sBcMQA&#10;AADeAAAADwAAAGRycy9kb3ducmV2LnhtbESPT4vCQAzF74LfYYjgTadV2JXqKCKreBAW/91DJ7bF&#10;TqZ0ZrV++81B8JaQl/feb7HqXK0e1IbKs4F0nIAizr2tuDBwOW9HM1AhIlusPZOBFwVYLfu9BWbW&#10;P/lIj1MslJhwyNBAGWOTaR3ykhyGsW+I5XbzrcMoa1to2+JTzF2tJ0nypR1WLAklNrQpKb+f/pwB&#10;P93tD9dicpz+8Hfk9e/sdu0OxgwH3XoOKlIXP+L3995K/TRJBUBwZAa9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bAXD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MWSMYA&#10;AADeAAAADwAAAGRycy9kb3ducmV2LnhtbERPS2sCMRC+F/ofwhR6Ec1uD7ZdjVKE7cOD4FbwOmym&#10;m203kyVJdeuvN4LQ23x8z5kvB9uJA/nQOlaQTzIQxLXTLTcKdp/l+AlEiMgaO8ek4I8CLBe3N3Ms&#10;tDvylg5VbEQK4VCgAhNjX0gZakMWw8T1xIn7ct5iTNA3Uns8pnDbyYcsm0qLLacGgz2tDNU/1a9V&#10;8F1uzH71eHr1o+ctnUbl+q37mCp1fze8zEBEGuK/+Op+12l+nuU5XN5JN8jF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JMWSM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IsPsUA&#10;AADeAAAADwAAAGRycy9kb3ducmV2LnhtbESP3YrCMBCF74V9hzDC3siaVmGRblORRRfxRvx5gKEZ&#10;m2IzKU209e2NIOzdDOfM+c7ky8E24k6drx0rSKcJCOLS6ZorBefT5msBwgdkjY1jUvAgD8viY5Rj&#10;pl3PB7ofQyViCPsMFZgQ2kxKXxqy6KeuJY7axXUWQ1y7SuoO+xhuGzlLkm9pseZIMNjSr6HyerzZ&#10;CNnPcb+79KfN34A9rneGJ6uDUp/jYfUDItAQ/s3v662O9dMkncHrnTiDLJ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Uiw+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qcn8QA&#10;AADeAAAADwAAAGRycy9kb3ducmV2LnhtbERPTUsDMRC9C/6HMIK3NrtVq2ybFqkKIniwFoq3YTPd&#10;XbqZhGTsrv/eCAVv83ifs1yPrlcniqnzbKCcFqCIa287bgzsPl8mD6CSIFvsPZOBH0qwXl1eLLGy&#10;fuAPOm2lUTmEU4UGWpFQaZ3qlhymqQ/EmTv46FAyjI22EYcc7no9K4q5dthxbmgx0Kal+rj9dgbe&#10;h+fwdj+/O4SveDvT6cnKfiPGXF+NjwtQQqP8i8/uV5vnl0V5A3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anJ/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cR0cYA&#10;AADeAAAADwAAAGRycy9kb3ducmV2LnhtbESP0WrCQBBF3wv+wzKCL0U3aUuR6CoiTSm+iEk/YMiO&#10;2WB2NmTXJP59t1Do2wz3zj13tvvJtmKg3jeOFaSrBARx5XTDtYLvMl+uQfiArLF1TAoe5GG/mz1t&#10;MdNu5AsNRahFDGGfoQITQpdJ6StDFv3KdcRRu7reYohrX0vd4xjDbStfkuRdWmw4Egx2dDRU3Yq7&#10;jZDzK55P17HMPycc8eNk+PlwUWoxnw4bEIGm8G/+u/7SsX6apG/w+06cQe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vcR0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+hcMQA&#10;AADeAAAADwAAAGRycy9kb3ducmV2LnhtbERPTUsDMRC9C/6HMEJvNrulrWVtWqS2IIIHq1C8DZvp&#10;7uJmEpKxu/57Iwje5vE+Z70dXa8uFFPn2UA5LUAR19523Bh4fzvcrkAlQbbYeyYD35Rgu7m+WmNl&#10;/cCvdDlKo3IIpwoNtCKh0jrVLTlMUx+IM3f20aFkGBttIw453PV6VhRL7bDj3NBioF1L9efxyxl4&#10;Gfbh+W65OIePOJ/p9GjltBNjJjfjwz0ooVH+xX/uJ5vnl0W5g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/oXD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gi7sQA&#10;AADeAAAADwAAAGRycy9kb3ducmV2LnhtbERP32vCMBB+H+x/CDfwRWbaiTI6o6gQHDgQdbDXoznb&#10;suZSksx2/70RBnu7j+/nLVaDbcWVfGgcK8gnGQji0pmGKwWfZ/38CiJEZIOtY1LwSwFWy8eHBRbG&#10;9Xyk6ylWIoVwKFBBHWNXSBnKmiyGieuIE3dx3mJM0FfSeOxTuG3lS5bNpcWGU0ONHW1rKr9PP1bB&#10;5tBXUz8uN4PbX3ZfM62N/tBKjZ6G9RuISEP8F/+5302an2f5HO7vpBv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oIu7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TNisMA&#10;AADeAAAADwAAAGRycy9kb3ducmV2LnhtbERPS2rDMBDdB3IHMYXuEtmhTYIbOYQUQynd5HOAwZpa&#10;rq2RkRTHvX1VKHQ3j/ed3X6yvRjJh9axgnyZgSCunW65UXC9VIstiBCRNfaOScE3BdiX89kOC+3u&#10;fKLxHBuRQjgUqMDEOBRShtqQxbB0A3HiPp23GBP0jdQe7ync9nKVZWtpseXUYHCgo6G6O9+sgup9&#10;9TF2N+0rd5ieLD2br+2rUerxYTq8gIg0xX/xn/tNp/l5lm/g9510gy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pTNi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sTB8cA&#10;AADeAAAADwAAAGRycy9kb3ducmV2LnhtbESPQUvDQBCF70L/wzIFL9JuoigSuy2tsCgoFGvB65Cd&#10;JqHZ2bC7NvHfOwfB2wzvzXvfrDaT79WFYuoCGyiXBSjiOriOGwPHT7t4BJUyssM+MBn4oQSb9exq&#10;hZULI3/Q5ZAbJSGcKjTQ5jxUWqe6JY9pGQZi0U4hesyyxka7iKOE+17fFsWD9tixNLQ40HNL9fnw&#10;7Q3s9mNzF2/q3RTeTi9f99Y6+26NuZ5P2ydQmab8b/67fnWCXxal8Mo7MoNe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87Ewf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f8Y8MA&#10;AADeAAAADwAAAGRycy9kb3ducmV2LnhtbERPS2rDMBDdB3IHMYXuEtmhDYkbOYQUQynd5HOAwZpa&#10;rq2RkRTHvX1VKHQ3j/ed3X6yvRjJh9axgnyZgSCunW65UXC9VIsNiBCRNfaOScE3BdiX89kOC+3u&#10;fKLxHBuRQjgUqMDEOBRShtqQxbB0A3HiPp23GBP0jdQe7ync9nKVZWtpseXUYHCgo6G6O9+sgup9&#10;9TF2N+0rd5ieLD2br82rUerxYTq8gIg0xX/xn/tNp/l5lm/h9510gy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f8Y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8Bq8QA&#10;AADeAAAADwAAAGRycy9kb3ducmV2LnhtbESPQWvDMAyF74X9B6PCbq2dbh0jrVPGoKM9Lt0PELGW&#10;hMRyFntN+u+rw2A3CT299779Yfa9utIY28AWsrUBRVwF13Jt4etyXL2CignZYR+YLNwowqF4WOwx&#10;d2HiT7qWqVZiwjFHC01KQ651rBryGNdhIJbbdxg9JlnHWrsRJzH3vd4Y86I9tiwJDQ703lDVlb/e&#10;wvNt+vgpt505Ok/Z+Wk4c6q21j4u57cdqERz+hf/fZ+c1M/MRgAER2bQ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fAav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Gyn8MA&#10;AADeAAAADwAAAGRycy9kb3ducmV2LnhtbERPS2vCQBC+F/wPywi91U1yCG10FVEU6amNj/OQHZNg&#10;djZk1zz+fbdQ6G0+vuesNqNpRE+dqy0riBcRCOLC6ppLBZfz4e0dhPPIGhvLpGAiB5v17GWFmbYD&#10;f1Of+1KEEHYZKqi8bzMpXVGRQbewLXHg7rYz6APsSqk7HEK4aWQSRak0WHNoqLClXUXFI38aBc/0&#10;llz4/qm/8v10/Ngftk5eS6Ve5+N2CcLT6P/Ff+6TDvPjKInh951wg1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Gyn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yc9cYA&#10;AADeAAAADwAAAGRycy9kb3ducmV2LnhtbERPTWvCQBC9F/oflhG8NRujBI2uYgtC7aFStYfexuyY&#10;pGZnY3ar6b93CwVv83ifM1t0phYXal1lWcEgikEQ51ZXXCjY71ZPYxDOI2usLZOCX3KwmD8+zDDT&#10;9sofdNn6QoQQdhkqKL1vMildXpJBF9mGOHBH2xr0AbaF1C1eQ7ipZRLHqTRYcWgosaGXkvLT9sco&#10;+NyM08nmeT36fns/4NDo85euUqX6vW45BeGp83fxv/tVh/mDOEng751wg5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yc9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mu+sMA&#10;AADeAAAADwAAAGRycy9kb3ducmV2LnhtbERPS4vCMBC+L/gfwgje1tS6SOkaxQe64snHwl6HZrYt&#10;NpPSRK3+eiMI3ubje8542ppKXKhxpWUFg34EgjizuuRcwe9x9ZmAcB5ZY2WZFNzIwXTS+Rhjqu2V&#10;93Q5+FyEEHYpKii8r1MpXVaQQde3NXHg/m1j0AfY5FI3eA3hppJxFI2kwZJDQ4E1LQrKToezUXAf&#10;/eHO/cTz5VB7un0la7vdrZXqddvZNwhPrX+LX+6NDvMHUTyE5zvhBj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mu+s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lfIMMA&#10;AADeAAAADwAAAGRycy9kb3ducmV2LnhtbERPzWrCQBC+C77DMoI3szGkUlNXEbHQmzX1AYbsdBPM&#10;zsbsVmOf3i0UvM3H9zurzWBbcaXeN44VzJMUBHHldMNGwenrffYKwgdkja1jUnAnD5v1eLTCQrsb&#10;H+laBiNiCPsCFdQhdIWUvqrJok9cRxy5b9dbDBH2RuoebzHctjJL04W02HBsqLGjXU3VufyxCi4u&#10;e9FDucfDeb/8bIzJL7/HXKnpZNi+gQg0hKf43/2h4/x5muXw9068Qa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lfI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mcUMIA&#10;AADeAAAADwAAAGRycy9kb3ducmV2LnhtbERPS4vCMBC+C/sfwix401TFVzXKKghefRz2OJuMbXeb&#10;SbeJWv31RhC8zcf3nPmysaW4UO0Lxwp63QQEsXam4EzB8bDpTED4gGywdEwKbuRhufhozTE17so7&#10;uuxDJmII+xQV5CFUqZRe52TRd11FHLmTqy2GCOtMmhqvMdyWsp8kI2mx4NiQY0XrnPTf/mwVbIsf&#10;Go70aWonK737vv+HwfjXKNX+bL5mIAI14S1+ubcmzu8l/SE834k3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uZxQ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r78MYA&#10;AADeAAAADwAAAGRycy9kb3ducmV2LnhtbERP0WoCMRB8L/gPYYW+1cR7EHsapRYKLa2Cp9jX5bK9&#10;HL1sjkt6nn9vhIJvszs7MzvL9eAa0VMXas8aphMFgrj0puZKw/Hw9jQHESKywcYzabhQgPVq9LDE&#10;3Pgz76kvYiWSCYccNdgY21zKUFpyGCa+JU7cj+8cxjR2lTQdnpO5a2Sm1Ew6rDklWGzp1VL5W/w5&#10;DT3uLurbbrbPH/VXme02p0+T9vpxPLwsQEQa4v34X/1u0vtTlc3gVidh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0r78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uB8cMA&#10;AADeAAAADwAAAGRycy9kb3ducmV2LnhtbERPPU/DMBDdkfofrENio04zAErrVhVSK0YIDB2v8TVO&#10;G99FtmkCvx4jIbHd0/u81WbyvbpSiJ2wgcW8AEXciO24NfDxvrt/AhUTssVemAx8UYTNenazwsrK&#10;yG90rVOrcgjHCg24lIZK69g48hjnMhBn7iTBY8owtNoGHHO473VZFA/aY8e5weFAz46aS/3pDYz7&#10;5nguTwfrvsMgu/pVzmUvxtzdTtslqERT+hf/uV9snr8oykf4fSf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uB8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wFlMgA&#10;AADeAAAADwAAAGRycy9kb3ducmV2LnhtbESPT2/CMAzF70j7DpEncYOUHhjqCIjxR5qmTQjY7l7j&#10;td0Sp2oCdN9+PkziZus9v/fzfNl7py7UxSawgck4A0VcBttwZeD9tBvNQMWEbNEFJgO/FGG5uBvM&#10;sbDhyge6HFOlJIRjgQbqlNpC61jW5DGOQ0ss2lfoPCZZu0rbDq8S7p3Os2yqPTYsDTW2tK6p/Dme&#10;vYHdfuO+87fD6kOn9fbh081enjavxgzv+9UjqER9upn/r5+t4E+yXHjlHZlBL/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0bAWU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Z9m8YA&#10;AADeAAAADwAAAGRycy9kb3ducmV2LnhtbERP22rCQBB9F/oPyxT6UnSTFMWmrkGEooUK3qCvY3aa&#10;hGRnQ3Yb07/vCgXf5nCus8gG04ieOldZVhBPIhDEudUVFwrOp/fxHITzyBoby6Tglxxky4fRAlNt&#10;r3yg/ugLEULYpaig9L5NpXR5SQbdxLbEgfu2nUEfYFdI3eE1hJtGJlE0kwYrDg0ltrQuKa+PP0ZB&#10;v/+8FNvetR/1/NlNXy6bzU5/KfX0OKzeQHga/F38797qMD+Okle4vRNu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NZ9m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k8xskA&#10;AADeAAAADwAAAGRycy9kb3ducmV2LnhtbESPT08CMRDF7yZ8h2ZIvEkL/gksFAImJl5MBD3IbdgO&#10;uxu207WtsPrpnYOJt5nMm/feb7HqfavOFFMT2MJ4ZEARl8E1XFl4f3u6mYJKGdlhG5gsfFOC1XJw&#10;tcDChQtv6bzLlRITTgVaqHPuCq1TWZPHNAodsdyOIXrMssZKu4gXMfetnhjzoD02LAk1dvRYU3na&#10;fXkLm9l08/l6xy8/28Oe9h+H0/0kGmuvh/16DipTn//Ff9/PTuqPza0ACI7MoJ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Vk8xskAAADeAAAADwAAAAAAAAAAAAAAAACYAgAA&#10;ZHJzL2Rvd25yZXYueG1sUEsFBgAAAAAEAAQA9QAAAI4DAAAAAA==&#10;" fillcolor="black" stroked="f"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aXXcYA&#10;AADeAAAADwAAAGRycy9kb3ducmV2LnhtbERPS2vCQBC+C/6HZYTedBNLRaKrqG2hUHvwcfA4Zsdk&#10;SXY2ZLea9te7BaG3+fieM192thZXar1xrCAdJSCIc6cNFwqOh/fhFIQPyBprx6TghzwsF/3eHDPt&#10;bryj6z4UIoawz1BBGUKTSenzkiz6kWuII3dxrcUQYVtI3eIthttajpNkIi0ajg0lNrQpKa/231bB&#10;6XNipjtD4/P2d/2mty/V+uu1Uupp0K1mIAJ14V/8cH/oOD9NnlP4eyfe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9aXX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ZkGMQA&#10;AADeAAAADwAAAGRycy9kb3ducmV2LnhtbERPTWsCMRC9C/0PYYTeaqKFIqtRxFLaSw+1itdhM27W&#10;3Uy2SdTVX98UCt7m8T5nvuxdK84UYu1Zw3ikQBCX3tRcadh+vz1NQcSEbLD1TBquFGG5eBjMsTD+&#10;wl903qRK5BCOBWqwKXWFlLG05DCOfEecuYMPDlOGoZIm4CWHu1ZOlHqRDmvODRY7Wlsqm83JaQir&#10;/Wtz49OuUbfPa3w/9j9TtFo/DvvVDESiPt3F/+4Pk+eP1fME/t7JN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WZBj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t3yMQA&#10;AADeAAAADwAAAGRycy9kb3ducmV2LnhtbERP22oCMRB9F/oPYQp9kZqo0MvWKEUoCJWCWz9gupnu&#10;Lk0my2bU1a9vCgXf5nCus1gNwasj9amNbGE6MaCIq+hari3sP9/un0AlQXboI5OFMyVYLW9GCyxc&#10;PPGOjqXUKodwKtBCI9IVWqeqoYBpEjvizH3HPqBk2Nfa9XjK4cHrmTEPOmDLuaHBjtYNVT/lIVjw&#10;sy///P6YtnLe6625BNmNP5y1d7fD6wsooUGu4n/3xuX5UzOfw987+Qa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rd8j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Ku5sQA&#10;AADeAAAADwAAAGRycy9kb3ducmV2LnhtbERPS2sCMRC+F/wPYQRvNeuDUlajaEXYiwe3itdxM90s&#10;TSbLJtVtf70pFHqbj+85y3XvrLhRFxrPCibjDARx5XXDtYLT+/75FUSIyBqtZ1LwTQHWq8HTEnPt&#10;73ykWxlrkUI45KjAxNjmUobKkMMw9i1x4j585zAm2NVSd3hP4c7KaZa9SIcNpwaDLb0Zqj7LL6dg&#10;V7Z2eirMNlzOh+vVFj97uuyUGg37zQJEpD7+i//chU7zJ9lsDr/vpBv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Srub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5S8MA&#10;AADeAAAADwAAAGRycy9kb3ducmV2LnhtbERPS2sCMRC+C/0PYQq9aWKLVlajlNIFwZOvQ29DMu6u&#10;3UyWTbq7/feNIHibj+85q83gatFRGyrPGqYTBYLYeFtxoeF0zMcLECEiW6w9k4Y/CrBZP41WmFnf&#10;8566QyxECuGQoYYyxiaTMpiSHIaJb4gTd/Gtw5hgW0jbYp/CXS1flZpLhxWnhhIb+izJ/Bx+nYZr&#10;LnfeKDTn07nf2vfvrznVSuuX5+FjCSLSEB/iu3tr0/ypepvB7Z10g1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u5S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HUW8QA&#10;AADeAAAADwAAAGRycy9kb3ducmV2LnhtbERPS2vCQBC+F/wPyxR6q5sHiERXsUKhtPTgA/E4Zsck&#10;JDsbdleT/vuuUOhtPr7nLNej6cSdnG8sK0inCQji0uqGKwXHw/vrHIQPyBo7y6TghzysV5OnJRba&#10;Dryj+z5UIoawL1BBHUJfSOnLmgz6qe2JI3e1zmCI0FVSOxxiuOlkliQzabDh2FBjT9uaynZ/MwrO&#10;ty++fuefG/cWTnY8+Da7zFulXp7HzQJEoDH8i//cHzrOT5N8Bo934g1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h1Fv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CkssYA&#10;AADeAAAADwAAAGRycy9kb3ducmV2LnhtbERPS08CMRC+m/gfmjHxJi2IgCuFiIkJFxN5HOA2bMfd&#10;Ddvp2lZY+PWUxITbfPmeM562thYH8qFyrKHbUSCIc2cqLjSsV59PIxAhIhusHZOGEwWYTu7vxpgZ&#10;d+QFHZaxECmEQ4YayhibTMqQl2QxdFxDnLgf5y3GBH0hjcdjCre17Ck1kBYrTg0lNvRRUr5f/lkN&#10;s9fR7Pe7z1/nxW5L281u/9LzSuvHh/b9DUSkNt7E/+65SfO76nkI13fSDXJy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rCkssYAAADeAAAADwAAAAAAAAAAAAAAAACYAgAAZHJz&#10;L2Rvd25yZXYueG1sUEsFBgAAAAAEAAQA9QAAAIsDAAAAAA==&#10;" fillcolor="black" stroked="f"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k7asUA&#10;AADeAAAADwAAAGRycy9kb3ducmV2LnhtbESPQUsDMRCF74L/IYzgzWZrQWRtWpaCKJ62VfE63Uw3&#10;SzeTJYnp+u+dg+BthvfmvW/W29mPqlBMQ2ADy0UFirgLduDewMf7890jqJSRLY6BycAPJdhurq/W&#10;WNtw4T2VQ+6VhHCq0YDLeaq1Tp0jj2kRJmLRTiF6zLLGXtuIFwn3o76vqgftcWBpcDjRzlF3Pnx7&#10;A+W4a5tV+Spu/xabPob25fPYGnN7MzdPoDLN+d/8d/1qBX9ZrYRX3pEZ9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mTtq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na+MUA&#10;AADeAAAADwAAAGRycy9kb3ducmV2LnhtbERPTWvCQBC9C/0PyxS86SYVpEZXKdJK68U2FfQ4ZKfZ&#10;0OxsyK4x+utdodDbPN7nLFa9rUVHra8cK0jHCQjiwumKSwX777fRMwgfkDXWjknBhTyslg+DBWba&#10;nfmLujyUIoawz1CBCaHJpPSFIYt+7BriyP241mKIsC2lbvEcw20tn5JkKi1WHBsMNrQ2VPzmJ6vA&#10;p+vXw9ZeZ91xY3iXf5jpZ2mUGj72L3MQgfrwL/5zv+s4P00mM7i/E2+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edr4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60105" w:rsidRPr="00D815F3" w:rsidRDefault="00B60105" w:rsidP="00B6010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B60105" w:rsidRPr="001869AA" w:rsidRDefault="00B60105" w:rsidP="00B6010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60105" w:rsidRPr="001869AA" w:rsidRDefault="00B60105" w:rsidP="00B6010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60105" w:rsidRPr="001869AA" w:rsidRDefault="00B60105" w:rsidP="00B6010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60105" w:rsidRPr="00D815F3" w:rsidRDefault="00B60105" w:rsidP="00B6010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B60105" w:rsidRPr="001869AA" w:rsidRDefault="00B60105" w:rsidP="00B6010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B60105" w:rsidRPr="001869AA" w:rsidRDefault="00B60105" w:rsidP="00B60105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B60105" w:rsidRPr="001869AA" w:rsidRDefault="00B60105" w:rsidP="00B6010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B60105" w:rsidRPr="001869AA" w:rsidRDefault="00B60105" w:rsidP="00B6010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B60105" w:rsidRPr="001869AA" w:rsidRDefault="00B60105" w:rsidP="00B6010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09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105" w:rsidRDefault="00B60105" w:rsidP="00B60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978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60105" w:rsidRDefault="00B60105" w:rsidP="00B60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60105" w:rsidRDefault="00B60105" w:rsidP="00B60105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B60105" w:rsidRPr="001869AA" w:rsidRDefault="00B60105" w:rsidP="00B6010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60105" w:rsidRDefault="00B60105" w:rsidP="00B60105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B60105" w:rsidRPr="001869AA" w:rsidRDefault="00B60105" w:rsidP="00B60105">
      <w:pPr>
        <w:spacing w:after="0" w:line="240" w:lineRule="auto"/>
        <w:jc w:val="center"/>
        <w:rPr>
          <w:rFonts w:ascii="Times New Roman" w:hAnsi="Times New Roman"/>
        </w:rPr>
      </w:pPr>
    </w:p>
    <w:p w:rsidR="00B60105" w:rsidRPr="00312454" w:rsidRDefault="00B60105" w:rsidP="00B60105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>.2020р.                         Крупець                                        №_____</w:t>
      </w:r>
    </w:p>
    <w:p w:rsidR="00B60105" w:rsidRDefault="00B60105" w:rsidP="00B6010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60105" w:rsidRDefault="00B60105" w:rsidP="00B60105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60105" w:rsidRPr="00E12288" w:rsidRDefault="00B60105" w:rsidP="00B6010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B60105" w:rsidRPr="00E12288" w:rsidRDefault="00B60105" w:rsidP="00B6010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B60105" w:rsidRPr="00E12288" w:rsidRDefault="00B60105" w:rsidP="00B6010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B60105" w:rsidRPr="00E12288" w:rsidRDefault="00B60105" w:rsidP="00B6010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Несена О.А.</w:t>
      </w:r>
    </w:p>
    <w:p w:rsidR="00B60105" w:rsidRPr="00E12288" w:rsidRDefault="00B60105" w:rsidP="00B6010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B60105" w:rsidRPr="00E12288" w:rsidRDefault="00B60105" w:rsidP="00B6010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B60105" w:rsidRPr="00E12288" w:rsidRDefault="00B60105" w:rsidP="00B6010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розглянувши заяву 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Несена О.А.,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 рада </w:t>
      </w:r>
    </w:p>
    <w:p w:rsidR="00B60105" w:rsidRPr="00E12288" w:rsidRDefault="00B60105" w:rsidP="00B6010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B60105" w:rsidRPr="00E12288" w:rsidRDefault="00B60105" w:rsidP="00B6010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B60105" w:rsidRPr="00E12288" w:rsidRDefault="00B60105" w:rsidP="00B6010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1. Затвердити</w:t>
      </w:r>
      <w:r w:rsidRPr="006F570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Несену Олександру Анатолійовичу, </w:t>
      </w:r>
      <w:r>
        <w:rPr>
          <w:rFonts w:ascii="Times New Roman" w:hAnsi="Times New Roman"/>
          <w:sz w:val="24"/>
        </w:rPr>
        <w:t xml:space="preserve"> який </w:t>
      </w:r>
      <w:r w:rsidRPr="00E12288">
        <w:rPr>
          <w:rFonts w:ascii="Times New Roman" w:hAnsi="Times New Roman"/>
          <w:sz w:val="24"/>
        </w:rPr>
        <w:t xml:space="preserve"> зареєстрован</w:t>
      </w:r>
      <w:r>
        <w:rPr>
          <w:rFonts w:ascii="Times New Roman" w:hAnsi="Times New Roman"/>
          <w:sz w:val="24"/>
        </w:rPr>
        <w:t>ий</w:t>
      </w:r>
      <w:r w:rsidRPr="00E12288">
        <w:rPr>
          <w:rFonts w:ascii="Times New Roman" w:hAnsi="Times New Roman"/>
          <w:sz w:val="24"/>
        </w:rPr>
        <w:t xml:space="preserve"> за адрес</w:t>
      </w:r>
      <w:r>
        <w:rPr>
          <w:rFonts w:ascii="Times New Roman" w:hAnsi="Times New Roman"/>
          <w:sz w:val="24"/>
        </w:rPr>
        <w:t xml:space="preserve">ою: </w:t>
      </w:r>
      <w:r w:rsidR="00B81F90">
        <w:rPr>
          <w:rFonts w:ascii="Times New Roman" w:hAnsi="Times New Roman"/>
          <w:sz w:val="24"/>
          <w:lang w:val="en-US"/>
        </w:rPr>
        <w:t>______________</w:t>
      </w:r>
      <w:r>
        <w:rPr>
          <w:rFonts w:ascii="Times New Roman" w:hAnsi="Times New Roman"/>
          <w:sz w:val="24"/>
        </w:rPr>
        <w:t xml:space="preserve">, </w:t>
      </w:r>
      <w:r w:rsidRPr="00E12288">
        <w:rPr>
          <w:rFonts w:ascii="Times New Roman" w:hAnsi="Times New Roman"/>
          <w:sz w:val="24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B81F90"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  <w:t>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атну власність, площею 0,2500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га,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кадастровий номер: 6823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984000:02:001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018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для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будівництва і обслуговування житлового будинку, господарських будівель і споруд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яка розташована Хмельницька область,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с.Стригани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вулиця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Одухи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118.</w:t>
      </w:r>
    </w:p>
    <w:p w:rsidR="00B60105" w:rsidRPr="00E12288" w:rsidRDefault="00B60105" w:rsidP="00B6010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2.</w:t>
      </w:r>
      <w:r w:rsidRPr="006F570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Несену О.А.</w:t>
      </w: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B60105" w:rsidRPr="00E12288" w:rsidRDefault="00B60105" w:rsidP="00B6010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60105" w:rsidRPr="00E12288" w:rsidRDefault="00B60105" w:rsidP="00B6010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60105" w:rsidRPr="00E12288" w:rsidRDefault="00B60105" w:rsidP="00B60105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B60105" w:rsidRPr="00B60105" w:rsidRDefault="00B60105" w:rsidP="00B6010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en-US" w:eastAsia="uk-UA"/>
        </w:rPr>
      </w:pPr>
    </w:p>
    <w:p w:rsidR="009915B1" w:rsidRPr="00B60105" w:rsidRDefault="00B60105" w:rsidP="00B6010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9915B1" w:rsidRPr="00B6010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105"/>
    <w:rsid w:val="00171A2E"/>
    <w:rsid w:val="00304C90"/>
    <w:rsid w:val="00505B6D"/>
    <w:rsid w:val="006D3977"/>
    <w:rsid w:val="007D6C18"/>
    <w:rsid w:val="009915B1"/>
    <w:rsid w:val="00B60105"/>
    <w:rsid w:val="00B81F90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105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105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258</Words>
  <Characters>1471</Characters>
  <Application>Microsoft Office Word</Application>
  <DocSecurity>0</DocSecurity>
  <Lines>12</Lines>
  <Paragraphs>3</Paragraphs>
  <ScaleCrop>false</ScaleCrop>
  <Company>Microsoft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2020-11-17T16:03:00Z</dcterms:created>
  <dcterms:modified xsi:type="dcterms:W3CDTF">2020-11-18T06:54:00Z</dcterms:modified>
</cp:coreProperties>
</file>