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A1F" w:rsidRDefault="00520A1F" w:rsidP="00520A1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A1F" w:rsidRDefault="00520A1F" w:rsidP="00520A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20A1F" w:rsidRDefault="00520A1F" w:rsidP="00520A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20A1F" w:rsidRDefault="00520A1F" w:rsidP="00520A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0A1F" w:rsidRDefault="00520A1F" w:rsidP="00520A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0A1F" w:rsidRDefault="00520A1F" w:rsidP="00520A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0A1F" w:rsidRDefault="00520A1F" w:rsidP="00520A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0A1F" w:rsidRDefault="00520A1F" w:rsidP="00520A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20A1F" w:rsidRDefault="00520A1F" w:rsidP="00520A1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20A1F" w:rsidRDefault="00520A1F" w:rsidP="00520A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20A1F" w:rsidRDefault="00520A1F" w:rsidP="00520A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20A1F" w:rsidRDefault="00520A1F" w:rsidP="00520A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0A1F" w:rsidRDefault="00520A1F" w:rsidP="00520A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20A1F" w:rsidRDefault="00520A1F" w:rsidP="00520A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0A1F" w:rsidRDefault="00520A1F" w:rsidP="00520A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20A1F" w:rsidRDefault="00520A1F" w:rsidP="00520A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20A1F" w:rsidRDefault="00520A1F" w:rsidP="00520A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№46</w:t>
      </w:r>
    </w:p>
    <w:p w:rsidR="00520A1F" w:rsidRPr="00D473DA" w:rsidRDefault="00520A1F" w:rsidP="00520A1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20A1F" w:rsidRPr="00D473DA" w:rsidRDefault="00520A1F" w:rsidP="00520A1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520A1F" w:rsidRPr="00D473DA" w:rsidRDefault="00520A1F" w:rsidP="00520A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520A1F" w:rsidRPr="00D473DA" w:rsidRDefault="00520A1F" w:rsidP="00520A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520A1F" w:rsidRPr="00D473DA" w:rsidRDefault="00520A1F" w:rsidP="00520A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520A1F" w:rsidRPr="00D473DA" w:rsidRDefault="00520A1F" w:rsidP="00520A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Гладун М.Р.</w:t>
      </w:r>
    </w:p>
    <w:p w:rsidR="00520A1F" w:rsidRPr="00D473DA" w:rsidRDefault="00520A1F" w:rsidP="00520A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20A1F" w:rsidRPr="00D473DA" w:rsidRDefault="00520A1F" w:rsidP="00520A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20,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118, 121 Земельного кодексу України, Закону України «Про землеустрій»,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Гладун М.Р.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520A1F" w:rsidRPr="00740B77" w:rsidRDefault="00520A1F" w:rsidP="00520A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520A1F" w:rsidRPr="00D473DA" w:rsidRDefault="00520A1F" w:rsidP="00520A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1</w:t>
      </w:r>
      <w:r w:rsidRPr="00D473DA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.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Надати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Гладун  Марині Русланівні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, 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а зареєстрована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B6F26" w:rsidRPr="00DB6F26">
        <w:rPr>
          <w:rFonts w:ascii="Times New Roman" w:eastAsia="Calibri" w:hAnsi="Times New Roman" w:cs="Times New Roman"/>
          <w:sz w:val="24"/>
          <w:lang w:eastAsia="en-US"/>
        </w:rPr>
        <w:t>_______________</w:t>
      </w:r>
      <w:bookmarkStart w:id="0" w:name="_GoBack"/>
      <w:bookmarkEnd w:id="0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із землеустрою щодо відведення земельної ділянки для передачі її у </w:t>
      </w:r>
      <w:r>
        <w:rPr>
          <w:rFonts w:ascii="Times New Roman" w:eastAsia="Calibri" w:hAnsi="Times New Roman" w:cs="Times New Roman"/>
          <w:sz w:val="24"/>
          <w:lang w:eastAsia="en-US"/>
        </w:rPr>
        <w:t>власність,  орієнтовною площею 2,0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000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га, </w:t>
      </w:r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6823986800:05:011:0212 зі зміною цільового призначення, для ведення особистого селянського господарства, яка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Славутський</w:t>
      </w:r>
      <w:proofErr w:type="spellEnd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район, Полянська сільська рада </w:t>
      </w:r>
      <w:proofErr w:type="spellStart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об’єднаної територіальної громади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.</w:t>
      </w:r>
    </w:p>
    <w:p w:rsidR="00520A1F" w:rsidRPr="00D473DA" w:rsidRDefault="00520A1F" w:rsidP="00520A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Гладун М.Р. р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озробити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520A1F" w:rsidRPr="00D473DA" w:rsidRDefault="00520A1F" w:rsidP="00520A1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20A1F" w:rsidRPr="00D473DA" w:rsidRDefault="00520A1F" w:rsidP="00520A1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20A1F" w:rsidRPr="00D473DA" w:rsidRDefault="00520A1F" w:rsidP="00520A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20A1F" w:rsidRPr="00D473DA" w:rsidRDefault="00520A1F" w:rsidP="00520A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20A1F" w:rsidRPr="00D473DA" w:rsidRDefault="00520A1F" w:rsidP="00520A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20A1F" w:rsidRDefault="00520A1F" w:rsidP="00520A1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8427D" w:rsidRDefault="0038427D"/>
    <w:sectPr w:rsidR="0038427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1F"/>
    <w:rsid w:val="0038427D"/>
    <w:rsid w:val="00520A1F"/>
    <w:rsid w:val="00D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1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20A1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20A1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20A1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1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20A1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20A1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20A1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284</Words>
  <Characters>1623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2021-07-07T06:24:00Z</dcterms:created>
  <dcterms:modified xsi:type="dcterms:W3CDTF">2021-07-07T08:20:00Z</dcterms:modified>
</cp:coreProperties>
</file>