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D1A" w:rsidRPr="00611135" w:rsidRDefault="00006D1A" w:rsidP="00006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SimSun" w:eastAsia="SimSun" w:hAnsi="SimSun" w:cs="Times New Roman"/>
          <w:sz w:val="24"/>
          <w:szCs w:val="24"/>
          <w:lang w:val="ru-RU" w:eastAsia="zh-CN"/>
        </w:rPr>
      </w:pPr>
      <w:r>
        <w:rPr>
          <w:rFonts w:ascii="SimSun" w:eastAsia="SimSun" w:hAnsi="SimSun" w:cs="Times New Roman"/>
          <w:sz w:val="24"/>
          <w:szCs w:val="24"/>
          <w:lang w:val="ru-RU" w:eastAsia="zh-CN"/>
        </w:rPr>
        <w:t>ПРОЕКТ</w:t>
      </w:r>
    </w:p>
    <w:p w:rsidR="00006D1A" w:rsidRPr="00611135" w:rsidRDefault="00006D1A" w:rsidP="00006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 w:rsidRPr="00611135">
        <w:rPr>
          <w:rFonts w:ascii="Calibri" w:eastAsia="Times New Roman" w:hAnsi="Calibri" w:cs="Times New Roman" w:hint="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44F9E9" wp14:editId="6B342BFF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4059" name="Группа 40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D1A" w:rsidRDefault="00006D1A" w:rsidP="00006D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059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xfrb4A&#10;AADcAAAADwAAAGRycy9kb3ducmV2LnhtbERPyQrCMBC9C/5DGMGbpiouVKOIqHgQxO0+NGNbbCal&#10;iVr/3giCt3m8dWaL2hTiSZXLLSvodSMQxInVOacKLudNZwLCeWSNhWVS8CYHi3mzMcNY2xcf6Xny&#10;qQgh7GJUkHlfxlK6JCODrmtL4sDdbGXQB1ilUlf4CuGmkP0oGkmDOYeGDEtaZZTcTw+jwA62u/01&#10;7R8Hax57Xh4mt2u9V6rdqpdTEJ5q/xf/3Dsd5g/H8H0mXC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JsX62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VwMgA&#10;AADcAAAADwAAAGRycy9kb3ducmV2LnhtbESPzUsDMRDF74L/QxjBS7FZBfuxbVqksH4dhNZCr8Nm&#10;3KxuJksS27V/vXMQvM3w3rz3m+V68J06UkxtYAO34wIUcR1sy42B/Xt1MwOVMrLFLjAZ+KEE69Xl&#10;xRJLG068peMuN0pCOJVowOXcl1qn2pHHNA49sWgfIXrMssZG24gnCfedviuKifbYsjQ47GnjqP7a&#10;fXsDn9WbO2ym58c4mm/pPKpen7qXiTHXV8PDAlSmIf+b/66freDfC608Ix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o1XA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lU8QA&#10;AADcAAAADwAAAGRycy9kb3ducmV2LnhtbESP3YrCMBCF7wXfIcyCN6KpiuJ2jSKLyuJN8ecBhmZs&#10;yjaT0mRtfXsjLHg3wzlzvjOrTWcrcafGl44VTMYJCOLc6ZILBdfLfrQE4QOyxsoxKXiQh82631th&#10;ql3LJ7qfQyFiCPsUFZgQ6lRKnxuy6MeuJo7azTUWQ1ybQuoG2xhuKzlNkoW0WHIkGKzp21D+e/6z&#10;EZLNMDve2sv+0GGLu6Ph4fak1OCj236BCNSFt/n/+kfH+vNPeD0TJ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VJVP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ofrMQA&#10;AADcAAAADwAAAGRycy9kb3ducmV2LnhtbESPQUvEQAyF74L/YYjgzZ26aJW6s4usCiJ42FUQb6GT&#10;bYudzDATt/Xfm4PgLeG9vPdltZnDaI6UyxDZweWiAkPcRj9w5+D97eniFkwRZI9jZHLwQwU269OT&#10;FTY+Tryj4146oyFcGnTQi6TG2tL2FLAsYiJW7RBzQNE1d9ZnnDQ8jHZZVbUNOLA29Jho21P7tf8O&#10;Dl6nx/RyU18f0me+Wtry4OVjK86dn833d2CEZvk3/10/e8WvFV+f0Qns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aH6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/j6MQA&#10;AADcAAAADwAAAGRycy9kb3ducmV2LnhtbESP0WrCQBBF34X+wzKCL1I3sRBK6iqhVJG8iNoPGLJj&#10;NpidDdmtiX/vFgTfZrh37rmz2oy2FTfqfeNYQbpIQBBXTjdcK/g9b98/QfiArLF1TAru5GGzfpus&#10;MNdu4CPdTqEWMYR9jgpMCF0upa8MWfQL1xFH7eJ6iyGufS11j0MMt61cJkkmLTYcCQY7+jZUXU9/&#10;NkIOH3goL8N5uxtxwJ/S8Lw4KjWbjsUXiEBjeJmf13sd62cp/D8TJ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P4+j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kQMIA&#10;AADcAAAADwAAAGRycy9kb3ducmV2LnhtbERPTUvDQBC9C/6HZQRvdmPQWGK3pbQVRPBgFYq3ITtN&#10;gtnZZXfaxH/vCoK3ebzPWawmN6gzxdR7NnA7K0ARN9723Br4eH+6mYNKgmxx8EwGvinBanl5scDa&#10;+pHf6LyXVuUQTjUa6ERCrXVqOnKYZj4QZ+7oo0PJMLbaRhxzuBt0WRSVdthzbugw0Kaj5mt/cgZe&#10;x114eajuj+Ez3pU6ba0cNmLM9dW0fgQlNMm/+M/9bPP8qoTfZ/IFe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CRA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N9ysIA&#10;AADcAAAADwAAAGRycy9kb3ducmV2LnhtbERP32vCMBB+H/g/hBP2MjR1MpFqFB2ECQ5kTvD1aM62&#10;2FxKktnuvzfCYG/38f285bq3jbiRD7VjBZNxBoK4cKbmUsHpW4/mIEJENtg4JgW/FGC9GjwtMTeu&#10;4y+6HWMpUgiHHBVUMba5lKGoyGIYu5Y4cRfnLcYEfSmNxy6F20a+ZtlMWqw5NVTY0ntFxfX4YxVs&#10;D1059S/Ftnf7y8f5TWujP7VSz8N+swARqY//4j/3zqT5syk8nkkX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M33K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BO8AA&#10;AADcAAAADwAAAGRycy9kb3ducmV2LnhtbERP24rCMBB9X/Afwgi+raniilSjiEthWXzx8gFDMzbV&#10;ZlKSWOvfb4QF3+ZwrrPa9LYRHflQO1YwGWcgiEuna64UnE/F5wJEiMgaG8ek4EkBNuvBxwpz7R58&#10;oO4YK5FCOOSowMTY5lKG0pDFMHYtceIuzluMCfpKao+PFG4bOc2yubRYc2ow2NLOUHk73q2C4ne6&#10;72537Qu37WeWvsx18W2UGg377RJEpD6+xf/uH53mz2fweiZd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HYBO8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ZAJcIA&#10;AADcAAAADwAAAGRycy9kb3ducmV2LnhtbERP32vCMBB+F/wfwgl7GZq6oUg1ig7CBhvInODr0Zxt&#10;sbmUJLPdf78Igm/38f281aa3jbiSD7VjBdNJBoK4cKbmUsHxR48XIEJENtg4JgV/FGCzHg5WmBvX&#10;8TddD7EUKYRDjgqqGNtcylBUZDFMXEucuLPzFmOCvpTGY5fCbSNfsmwuLdacGips6a2i4nL4tQp2&#10;+6589c/Frnef5/fTTGujv7RST6N+uwQRqY8P8d39YdL8+Qxuz6QL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kAl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g618EA&#10;AADcAAAADwAAAGRycy9kb3ducmV2LnhtbERP3WrCMBS+H+wdwhl4N1PFFelMRZSCyG7m9gCH5qyp&#10;bU5KEmt9ezMY7O58fL9ns51sL0byoXWsYDHPQBDXTrfcKPj+ql7XIEJE1tg7JgV3CrAtn582WGh3&#10;408az7ERKYRDgQpMjEMhZagNWQxzNxAn7sd5izFB30jt8ZbCbS+XWZZLiy2nBoMD7Q3V3flqFVSn&#10;5cfYXbWv3G5aWXozl/XBKDV7mXbvICJN8V/85z7qND/P4feZdIEs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oOtf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/qj78A&#10;AADcAAAADwAAAGRycy9kb3ducmV2LnhtbERP24rCMBB9F/yHMMK+aequN2pTWQQXfbT6AUMztsVm&#10;Upto699vBMG3OZzrJJve1OJBrassK5hOIhDEudUVFwrOp914BcJ5ZI21ZVLwJAebdDhIMNa24yM9&#10;Ml+IEMIuRgWl900spctLMugmtiEO3MW2Bn2AbSF1i10IN7X8jqKFNFhxaCixoW1J+TW7GwWzZ/d3&#10;y+bXaKcNTQ8/zYF9Plfqa9T/rkF46v1H/HbvdZi/WMLrmXCBT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T+qP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NiMMA&#10;AADcAAAADwAAAGRycy9kb3ducmV2LnhtbESPT4vCQAzF7wt+hyHC3tapHopWRxFFWfak9c85dGJb&#10;7GRKZ9T67TeHhb0lvJf3flmseteoJ3Wh9mxgPEpAERfe1lwaOJ92X1NQISJbbDyTgTcFWC0HHwvM&#10;rH/xkZ55LJWEcMjQQBVjm2kdioochpFviUW7+c5hlLUrte3wJeGu0ZMkSbXDmqWhwpY2FRX3/OEM&#10;PNLr5My3H3vIt+/9bLtbB30pjfkc9us5qEh9/Df/XX9bwU+FVp6RCf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uNiM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5PAcQA&#10;AADcAAAADwAAAGRycy9kb3ducmV2LnhtbERPTWvCQBC9C/0PyxS86aZVgqbZiBYK1YOirQdv0+w0&#10;SZudTbNbjf/eFQRv83ifk846U4sjta6yrOBpGIEgzq2uuFDw+fE2mIBwHlljbZkUnMnBLHvopZho&#10;e+ItHXe+ECGEXYIKSu+bREqXl2TQDW1DHLhv2xr0AbaF1C2eQrip5XMUxdJgxaGhxIZeS8p/d/9G&#10;wX4ziaebxXL8s1p/4cjov4OuYqX6j938BYSnzt/FN/e7DvPjKVyfCRfI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eTwH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x5OsUA&#10;AADcAAAADwAAAGRycy9kb3ducmV2LnhtbESPQWvCQBCF7wX/wzJCb3WjFpU0G7GVWvGkttDrkB2T&#10;YHY2ZLca++udQ6G3Gd6b977Jlr1r1IW6UHs2MB4loIgLb2suDXx9vj8tQIWIbLHxTAZuFGCZDx4y&#10;TK2/8oEux1gqCeGQooEqxjbVOhQVOQwj3xKLdvKdwyhrV2rb4VXCXaMnSTLTDmuWhgpbequoOB9/&#10;nIHf2Tfuw8fkdT21kW7Pi43f7TfGPA771QuoSH38N/9db63gzwVfnpEJd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Hk6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ehT8EA&#10;AADcAAAADwAAAGRycy9kb3ducmV2LnhtbERPzYrCMBC+L/gOYQRva6roqtUosih4c60+wNCMabGZ&#10;1Car1ac3Cwve5uP7ncWqtZW4UeNLxwoG/QQEce50yUbB6bj9nILwAVlj5ZgUPMjDatn5WGCq3Z0P&#10;dMuCETGEfYoKihDqVEqfF2TR911NHLmzayyGCBsjdYP3GG4rOUySL2mx5NhQYE3fBeWX7NcquLrh&#10;WLfZBveXzeynNGZ0fR5GSvW67XoOIlAb3uJ/907H+ZMB/D0TL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XoU/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itb8MA&#10;AADcAAAADwAAAGRycy9kb3ducmV2LnhtbERPyW7CMBC9V+IfrKnErTgFsTTFRG0lpFwDHHqc2kOS&#10;Nh6H2A2Br8dIlXqbp7fOOhtsI3rqfO1YwfMkAUGsnam5VHDYb59WIHxANtg4JgUX8pBtRg9rTI07&#10;c0H9LpQihrBPUUEVQptK6XVFFv3EtcSRO7rOYoiwK6Xp8BzDbSOnSbKQFmuODRW29FGR/tn9WgV5&#10;/UXzhT6+2NW7Lj6vpzBbfhulxo/D2yuIQEP4F/+5cxPnL6dwfyZe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itb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S008QA&#10;AADcAAAADwAAAGRycy9kb3ducmV2LnhtbERP0WrCQBB8F/oPxxb6phcttDbmIioIFltBW+rrkltz&#10;wdxeyJ0x/r1XKPRtdmdnZieb97YWHbW+cqxgPEpAEBdOV1wq+P5aD6cgfEDWWDsmBTfyMM8fBhmm&#10;2l15T90hlCKasE9RgQmhSaX0hSGLfuQa4sidXGsxxLEtpW7xGs1tLSdJ8iItVhwTDDa0MlScDxer&#10;oMPdLTma5efbe/VRTHbLn62Oe/X02C9mIAL14f/4T73R8f3XZ/gtExH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EtNP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mZqcEA&#10;AADcAAAADwAAAGRycy9kb3ducmV2LnhtbERPTUvDQBC9C/0PyxS82U2DqMRuSylUPGrsweOYnWbT&#10;ZmfC7tpEf70rCN7m8T5ntZl8ry4UYidsYLkoQBE3YjtuDRze9jcPoGJCttgLk4EvirBZz65WWFkZ&#10;+ZUudWpVDuFYoQGX0lBpHRtHHuNCBuLMHSV4TBmGVtuAYw73vS6L4k577Dg3OBxo56g515/ewPjU&#10;fJzK47t132GQff0ip7IXY67n0/YRVKIp/Yv/3M82z7+/hd9n8gV6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5man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xE8MA&#10;AADcAAAADwAAAGRycy9kb3ducmV2LnhtbERP22rCQBB9L/gPywh9qxuFVomuIdUKpVTE2/uYHZPo&#10;7mzIbjX9+26h0Lc5nOvMss4acaPW144VDAcJCOLC6ZpLBYf96mkCwgdkjcYxKfgmD9m89zDDVLs7&#10;b+m2C6WIIexTVFCF0KRS+qIii37gGuLInV1rMUTYllK3eI/h1shRkrxIizXHhgobWlRUXHdfVsFq&#10;szSX0XqbH2VYvI1PZvLxuvxU6rHf5VMQgbrwL/5zv+s4f/wMv8/EC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pxE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icz8IA&#10;AADcAAAADwAAAGRycy9kb3ducmV2LnhtbERPTYvCMBC9C/6HMAteZE1VdKVrFBFEBYVdFfY6NrNt&#10;sZmUJtb6740geJvH+5zpvDGFqKlyuWUF/V4EgjixOudUwem4+pyAcB5ZY2GZFNzJwXzWbk0x1vbG&#10;v1QffCpCCLsYFWTel7GULsnIoOvZkjhw/7Yy6AOsUqkrvIVwU8hBFI2lwZxDQ4YlLTNKLoerUVD/&#10;7M7ppnbl9jLputHwvF7v9Z9SnY9m8Q3CU+Pf4pd7o8P8rzE8nw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JzP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6D1A" w:rsidRDefault="00006D1A" w:rsidP="00006D1A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K4JMQA&#10;AADcAAAADwAAAGRycy9kb3ducmV2LnhtbERPTWvCQBC9F/oflil4q5uKVpu6CVUQvAjV9lBvY3aa&#10;BLOzcXfV2F/fFQRv83ifM80704gTOV9bVvDST0AQF1bXXCr4/lo8T0D4gKyxsUwKLuQhzx4fpphq&#10;e+Y1nTahFDGEfYoKqhDaVEpfVGTQ921LHLlf6wyGCF0ptcNzDDeNHCTJqzRYc2yosKV5RcV+czQK&#10;Zm+T2eFzyKu/9W5L25/dfjRwiVK9p+7jHUSgLtzFN/dSx/njMVyfiR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uCTEAAAA3AAAAA8AAAAAAAAAAAAAAAAAmAIAAGRycy9k&#10;b3ducmV2LnhtbFBLBQYAAAAABAAEAPUAAACJAwAAAAA=&#10;" fillcolor="black" stroked="f">
                  <v:textbox>
                    <w:txbxContent>
                      <w:p w:rsidR="00006D1A" w:rsidRDefault="00006D1A" w:rsidP="00006D1A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+NTscA&#10;AADcAAAADwAAAGRycy9kb3ducmV2LnhtbESPT0/DMAzF70h8h8hI3FjKJMrULZsYfyQkxqGDw46m&#10;MW3UxqmasHb79PiAxM3We37v59Vm8p060hBdYAO3swwUcRWs49rA58fLzQJUTMgWu8Bk4EQRNuvL&#10;ixUWNoxc0nGfaiUhHAs00KTUF1rHqiGPcRZ6YtG+w+AxyTrU2g44Srjv9DzLcu3RsTQ02NNjQ1W7&#10;//EGDm+5W5SO5l+78/bZ7u7a7ftTa8z11fSwBJVoSv/mv+tXK/j3QivPyAR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7vjU7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4CO8MA&#10;AADcAAAADwAAAGRycy9kb3ducmV2LnhtbERPO2/CMBDeK/EfrEPqVhw6tBAwCFEhunQoD7Ge4iMO&#10;ic/BNhD49XWlSt3u0/e86byzjbiSD5VjBcNBBoK4cLriUsFuu3oZgQgRWWPjmBTcKcB81nuaYq7d&#10;jb/puomlSCEcclRgYmxzKUNhyGIYuJY4cUfnLcYEfSm1x1sKt418zbI3abHi1GCwpaWhot5crAK/&#10;OHzUD77s6+zxdQ/rU3ceoVHqud8tJiAidfFf/Of+1Gn++xh+n0kX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4CO8MAAADc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yEmcYA&#10;AADcAAAADwAAAGRycy9kb3ducmV2LnhtbESPzWrDQAyE74G+w6JCL6FZN4c2cbMJpRAoJBTy8wCq&#10;V7VNd7XGqyROnr46FHqTmNHMp8VqiMGcqc9tYgdPkwIMcZV8y7WD42H9OAOTBdljSEwOrpRhtbwb&#10;LbD06cI7Ou+lNhrCuUQHjUhXWpurhiLmSeqIVftOfUTRta+t7/Gi4THYaVE824gta0ODHb03VP3s&#10;T9FBmH6F+eYlb+V6tNviFmU3/vTOPdwPb69ghAb5N/9df3jFnym+PqMT2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yEmcYAAADc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2ACcIA&#10;AADcAAAADwAAAGRycy9kb3ducmV2LnhtbERPTWsCMRC9C/6HMEJvblYPRVajtBVhLz24VbyOm3Gz&#10;NJksm1S3/fVGEHqbx/uc1WZwVlypD61nBbMsB0Fce91yo+DwtZsuQISIrNF6JgW/FGCzHo9WWGh/&#10;4z1dq9iIFMKhQAUmxq6QMtSGHIbMd8SJu/jeYUywb6Tu8ZbCnZXzPH+VDltODQY7+jBUf1c/TsG2&#10;6uz8UJr3cDp+ns+2/NvRaavUy2R4W4KINMR/8dNd6jR/MYPHM+kC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YAJwgAAANw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FgOsAA&#10;AADcAAAADwAAAGRycy9kb3ducmV2LnhtbERPTYvCMBC9C/sfwix402Q9qFSjyLKC4EnXHrwNydhW&#10;m0lpsrb+eyMIe5vH+5zlune1uFMbKs8avsYKBLHxtuJCw+l3O5qDCBHZYu2ZNDwowHr1MVhiZn3H&#10;B7ofYyFSCIcMNZQxNpmUwZTkMIx9Q5y4i28dxgTbQtoWuxTuajlRaiodVpwaSmzouyRzO/45Ddet&#10;3Huj0OSnvNvZ2flnSrXSevjZbxYgIvXxX/x272yaP5/A65l0gV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cFgOs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fRt8EA&#10;AADcAAAADwAAAGRycy9kb3ducmV2LnhtbERPS4vCMBC+L/gfwgje1nQVpFSjuIKwrHjwgXgcm7Et&#10;bSYliVr/vREW9jYf33Nmi8404k7OV5YVfA0TEMS51RUXCo6H9WcKwgdkjY1lUvAkD4t572OGmbYP&#10;3tF9HwoRQ9hnqKAMoc2k9HlJBv3QtsSRu1pnMEToCqkdPmK4aeQoSSbSYMWxocSWViXl9f5mFJxv&#10;G75ux79L9x1Otjv4enRJa6UG/W45BRGoC//iP/ePjvPTMbyfiR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X0bfBAAAA3AAAAA8AAAAAAAAAAAAAAAAAmAIAAGRycy9kb3du&#10;cmV2LnhtbFBLBQYAAAAABAAEAPUAAACG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06D1A" w:rsidRDefault="00006D1A" w:rsidP="00006D1A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VWdMMA&#10;AADcAAAADwAAAGRycy9kb3ducmV2LnhtbERPS2sCMRC+C/6HMEJvmlW0bLdG0UKhF8HXod7GzXR3&#10;cTPZJqmu/vpGELzNx/ec6bw1tTiT85VlBcNBAoI4t7riQsF+99lPQfiArLG2TAqu5GE+63ammGl7&#10;4Q2dt6EQMYR9hgrKEJpMSp+XZNAPbEMcuR/rDIYIXSG1w0sMN7UcJcmrNFhxbCixoY+S8tP2zyhY&#10;vqXL3/WYV7fN8UCH7+NpMnKJUi+9dvEOIlAbnuKH+0vH+ekY7s/EC+T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VWdMMAAADcAAAADwAAAAAAAAAAAAAAAACYAgAAZHJzL2Rv&#10;d25yZXYueG1sUEsFBgAAAAAEAAQA9QAAAIgDAAAAAA==&#10;" fillcolor="black" stroked="f">
                  <v:textbox>
                    <w:txbxContent>
                      <w:p w:rsidR="00006D1A" w:rsidRDefault="00006D1A" w:rsidP="00006D1A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H+zsIA&#10;AADcAAAADwAAAGRycy9kb3ducmV2LnhtbERP30vDMBB+F/wfwgm+uVTFMWrTUQai7KnbFF9vzdkU&#10;m0tJYtb990YQ9nYf38+r1rMdRSIfBscK7hcFCOLO6YF7Be+Hl7sViBCRNY6OScGZAqzr66sKS+1O&#10;vKO0j73IIRxKVGBinEopQ2fIYli4iThzX85bjBn6XmqPpxxuR/lQFEtpceDcYHCijaHue/9jFaTj&#10;pm0e02cyu61veu/a149jq9Ttzdw8g4g0x4v43/2m8/zVE/w9ky+Q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Yf7OwgAAANw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06D1A" w:rsidRDefault="00006D1A" w:rsidP="00006D1A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HnO8MA&#10;AADcAAAADwAAAGRycy9kb3ducmV2LnhtbERPTWvCQBC9C/0PyxS86UYPQVNXKVJFvdimhfY4ZKfZ&#10;0OxsyK4x+uvdguBtHu9zFqve1qKj1leOFUzGCQjiwumKSwVfn5vRDIQPyBprx6TgQh5Wy6fBAjPt&#10;zvxBXR5KEUPYZ6jAhNBkUvrCkEU/dg1x5H5dazFE2JZSt3iO4baW0yRJpcWKY4PBhtaGir/8ZBX4&#10;yfrt+2Cv8+5na/iY7036Xhqlhs/96wuIQH14iO/unY7zZyn8PxMv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HnO8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06D1A" w:rsidRDefault="00006D1A" w:rsidP="00006D1A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06D1A" w:rsidRPr="00611135" w:rsidRDefault="00006D1A" w:rsidP="00006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006D1A" w:rsidRPr="00611135" w:rsidRDefault="00006D1A" w:rsidP="00006D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06D1A" w:rsidRPr="00611135" w:rsidRDefault="00006D1A" w:rsidP="00006D1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06D1A" w:rsidRPr="00611135" w:rsidRDefault="00006D1A" w:rsidP="00006D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06D1A" w:rsidRPr="00611135" w:rsidRDefault="00006D1A" w:rsidP="00006D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06D1A" w:rsidRPr="00611135" w:rsidRDefault="00006D1A" w:rsidP="00006D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6D1A" w:rsidRPr="00611135" w:rsidRDefault="00006D1A" w:rsidP="00006D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06D1A" w:rsidRPr="00611135" w:rsidRDefault="00006D1A" w:rsidP="00006D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6D1A" w:rsidRPr="00611135" w:rsidRDefault="00006D1A" w:rsidP="00006D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ХІ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сесії сільської ради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006D1A" w:rsidRPr="00611135" w:rsidRDefault="00006D1A" w:rsidP="00006D1A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6D1A" w:rsidRPr="00611135" w:rsidRDefault="00006D1A" w:rsidP="00006D1A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.06.2021 року                                            Крупець                                                       №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</w:p>
    <w:p w:rsidR="00006D1A" w:rsidRPr="00611135" w:rsidRDefault="00006D1A" w:rsidP="00006D1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06D1A" w:rsidRPr="00611135" w:rsidRDefault="00006D1A" w:rsidP="00006D1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006D1A" w:rsidRPr="00611135" w:rsidRDefault="00006D1A" w:rsidP="00006D1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006D1A" w:rsidRPr="00611135" w:rsidRDefault="00006D1A" w:rsidP="00006D1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006D1A" w:rsidRPr="00611135" w:rsidRDefault="00006D1A" w:rsidP="00006D1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006D1A" w:rsidRPr="00611135" w:rsidRDefault="00006D1A" w:rsidP="00006D1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Бережному П.Я.</w:t>
      </w:r>
    </w:p>
    <w:p w:rsidR="00006D1A" w:rsidRPr="00611135" w:rsidRDefault="00006D1A" w:rsidP="00006D1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6D1A" w:rsidRPr="00611135" w:rsidRDefault="00006D1A" w:rsidP="00006D1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Бережного П.Я.,  сільська  рада </w:t>
      </w:r>
    </w:p>
    <w:p w:rsidR="00006D1A" w:rsidRPr="00611135" w:rsidRDefault="00006D1A" w:rsidP="00006D1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6D1A" w:rsidRPr="00611135" w:rsidRDefault="00006D1A" w:rsidP="00006D1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Бережному Петру Яковичу, </w:t>
      </w:r>
      <w:r w:rsidRPr="00611135"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 w:rsidRPr="00611135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611135">
        <w:rPr>
          <w:rFonts w:ascii="Times New Roman" w:eastAsia="Times New Roman" w:hAnsi="Times New Roman" w:cs="Times New Roman"/>
          <w:sz w:val="24"/>
        </w:rPr>
        <w:t xml:space="preserve">: </w:t>
      </w:r>
      <w:r w:rsidR="0064669D">
        <w:rPr>
          <w:rFonts w:ascii="Times New Roman" w:eastAsia="Times New Roman" w:hAnsi="Times New Roman" w:cs="Times New Roman"/>
          <w:sz w:val="24"/>
        </w:rPr>
        <w:t>_______</w:t>
      </w:r>
      <w:r w:rsidRPr="00611135">
        <w:rPr>
          <w:rFonts w:ascii="Times New Roman" w:eastAsia="Times New Roman" w:hAnsi="Times New Roman" w:cs="Times New Roman"/>
          <w:sz w:val="24"/>
        </w:rPr>
        <w:t xml:space="preserve">,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64669D">
        <w:rPr>
          <w:rFonts w:ascii="Times New Roman" w:eastAsia="Arial Unicode MS" w:hAnsi="Times New Roman" w:cs="Times New Roman"/>
          <w:color w:val="000000"/>
          <w:sz w:val="24"/>
          <w:szCs w:val="24"/>
        </w:rPr>
        <w:t>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кадастровий номер: 6823984000:01:016:0042, д</w:t>
      </w:r>
      <w:r w:rsidRPr="00611135">
        <w:rPr>
          <w:rFonts w:ascii="Times New Roman" w:eastAsia="Times New Roman" w:hAnsi="Times New Roman" w:cs="Times New Roman"/>
          <w:sz w:val="24"/>
          <w:szCs w:val="24"/>
        </w:rPr>
        <w:t xml:space="preserve">ля будівництва і обслуговування житлового будинку, господарських будівель і споруд (присадибна ділянка)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Шепетівський) район, с. Крупець, вул.. Кринична,31.</w:t>
      </w:r>
    </w:p>
    <w:p w:rsidR="00006D1A" w:rsidRPr="00611135" w:rsidRDefault="00006D1A" w:rsidP="00006D1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2.Бережному П.Я. посвідчити своє право  в  установленому  законом  порядку.</w:t>
      </w:r>
    </w:p>
    <w:p w:rsidR="00006D1A" w:rsidRPr="00611135" w:rsidRDefault="00006D1A" w:rsidP="00006D1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06D1A" w:rsidRPr="00611135" w:rsidRDefault="00006D1A" w:rsidP="00006D1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06D1A" w:rsidRPr="00611135" w:rsidRDefault="00006D1A" w:rsidP="00006D1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06D1A" w:rsidRPr="00611135" w:rsidRDefault="00006D1A" w:rsidP="00006D1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06D1A" w:rsidRPr="00611135" w:rsidRDefault="00006D1A" w:rsidP="00006D1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lastRenderedPageBreak/>
        <w:t>Сільський   голова                                                                                Валерій   МИХАЛЮК</w:t>
      </w:r>
    </w:p>
    <w:p w:rsidR="0009394F" w:rsidRDefault="0009394F"/>
    <w:sectPr w:rsidR="0009394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D1A"/>
    <w:rsid w:val="00006D1A"/>
    <w:rsid w:val="0009394F"/>
    <w:rsid w:val="0064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1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1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268</Words>
  <Characters>1533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2021-06-22T10:40:00Z</dcterms:created>
  <dcterms:modified xsi:type="dcterms:W3CDTF">2021-06-22T13:30:00Z</dcterms:modified>
</cp:coreProperties>
</file>