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1E3" w:rsidRDefault="009C51E3" w:rsidP="009C5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C51E3" w:rsidRDefault="009C51E3" w:rsidP="009C51E3"/>
    <w:p w:rsidR="009C51E3" w:rsidRDefault="009C51E3" w:rsidP="009C51E3"/>
    <w:p w:rsidR="009C51E3" w:rsidRDefault="009C51E3" w:rsidP="009C51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C51E3" w:rsidRDefault="009C51E3" w:rsidP="009C51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C51E3" w:rsidRDefault="009C51E3" w:rsidP="009C51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C51E3" w:rsidRDefault="009C51E3" w:rsidP="009C51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C51E3" w:rsidRDefault="009C51E3" w:rsidP="009C51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51E3" w:rsidRDefault="009C51E3" w:rsidP="009C51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C51E3" w:rsidRDefault="009C51E3" w:rsidP="009C51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C51E3" w:rsidRDefault="009C51E3" w:rsidP="009C51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C51E3" w:rsidRPr="00685040" w:rsidRDefault="009C51E3" w:rsidP="009C51E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№90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В.О.</w:t>
      </w:r>
    </w:p>
    <w:p w:rsidR="009C51E3" w:rsidRPr="00E52C0C" w:rsidRDefault="009C51E3" w:rsidP="009C51E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C51E3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 </w:t>
      </w:r>
      <w:r w:rsidRPr="00E52C0C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»</w:t>
      </w:r>
      <w:proofErr w:type="gramStart"/>
      <w:r w:rsidRPr="00E52C0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)», 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>ВИРІШИЛА:</w:t>
      </w: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716DF0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16DF0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4,3435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6823984000:03:003:0225),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рада.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C51E3" w:rsidRPr="009C51E3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51E3" w:rsidRPr="00E52C0C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52DEA" w:rsidRPr="009C51E3" w:rsidRDefault="009C51E3" w:rsidP="009C51E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52DEA" w:rsidRPr="009C51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1E3"/>
    <w:rsid w:val="00171A2E"/>
    <w:rsid w:val="00304C90"/>
    <w:rsid w:val="00505B6D"/>
    <w:rsid w:val="006D3977"/>
    <w:rsid w:val="00716DF0"/>
    <w:rsid w:val="007D6C18"/>
    <w:rsid w:val="009C51E3"/>
    <w:rsid w:val="00D1641A"/>
    <w:rsid w:val="00F5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>Microsoft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2020-05-27T16:43:00Z</dcterms:created>
  <dcterms:modified xsi:type="dcterms:W3CDTF">2020-05-27T17:30:00Z</dcterms:modified>
</cp:coreProperties>
</file>