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D2" w:rsidRPr="001C3C5F" w:rsidRDefault="00F43FD2" w:rsidP="00F43FD2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B2CB94" wp14:editId="6438BD3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97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97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FD2" w:rsidRDefault="00F43FD2" w:rsidP="00F43F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GqZz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DuFGqZzncAAEBZBAAO&#10;AAAAAAAAAAAAAAAAAC4CAABkcnMvZTJvRG9jLnhtbFBLAQItABQABgAIAAAAIQCyHUyb4AAAAAoB&#10;AAAPAAAAAAAAAAAAAAAAACh6AABkcnMvZG93bnJldi54bWxQSwUGAAAAAAQABADzAAAAN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juMQA&#10;AADdAAAADwAAAGRycy9kb3ducmV2LnhtbESPQWvCQBSE74L/YXmF3nRTAxpT1xCkLR4EMer9kX0m&#10;odm3IbvV9N+7guBxmJlvmFU2mFZcqXeNZQUf0wgEcWl1w5WC0/F7koBwHllja5kU/JODbD0erTDV&#10;9sYHuha+EgHCLkUFtfddKqUrazLoprYjDt7F9gZ9kH0ldY+3ADetnEXRXBpsOCzU2NGmpvK3+DMK&#10;bPyz3Z2r2SH+4oXnfJ9czsNOqfe3If8E4Wnwr/CzvdUK4uViCY834Qn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PI7j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Y+DMUA&#10;AADdAAAADwAAAGRycy9kb3ducmV2LnhtbERPy2oCMRTdF/oP4RbciGbago+pUUQYtV0UtIVuL5Pr&#10;ZHRyMyRRp369WRS6PJz3bNHZRlzIh9qxgudhBoK4dLrmSsH3VzGYgAgRWWPjmBT8UoDF/PFhhrl2&#10;V97RZR8rkUI45KjAxNjmUobSkMUwdC1x4g7OW4wJ+kpqj9cUbhv5kmUjabHm1GCwpZWh8rQ/WwXH&#10;4tP8rMa3te9Pd3TrFx+b5n2kVO+pW76BiNTFf/Gfe6sVvE4naX96k5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9j4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L56MQA&#10;AADdAAAADwAAAGRycy9kb3ducmV2LnhtbESP3WrCQBCF74W+wzJCb6RuUqFo6ipStEhugj8PMGTH&#10;bDA7G7Jrkr69Wyj08nB+Ps56O9pG9NT52rGCdJ6AIC6drrlScL0c3pYgfEDW2DgmBT/kYbt5mawx&#10;027gE/XnUIk4wj5DBSaENpPSl4Ys+rlriaN3c53FEGVXSd3hEMdtI9+T5ENarDkSDLb0Zai8nx82&#10;QooFFvltuBy+Rxxwnxue7U5KvU7H3SeIQGP4D/+1j1rBYrVM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i+e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uyP8YA&#10;AADdAAAADwAAAGRycy9kb3ducmV2LnhtbESPQUsDMRSE70L/Q3gFbzbbVWtdmxapClLwYBXE22Pz&#10;urt08xKSZ3f990YQPA4z8w2z2oyuVyeKqfNsYD4rQBHX3nbcGHh/e7pYgkqCbLH3TAa+KcFmPTlb&#10;YWX9wK902kujMoRThQZakVBpneqWHKaZD8TZO/joULKMjbYRhwx3vS6LYqEddpwXWgy0bak+7r+c&#10;gZfhMexuFteH8BmvSp0erHxsxZjz6Xh/B0polP/wX/vZGri8XZb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uyP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CBMQA&#10;AADdAAAADwAAAGRycy9kb3ducmV2LnhtbESPTWrDMBCF94HeQUyhm9DIrSG4bpRgSlNCNsFODjBY&#10;E8vUGhlLtd3bR4VClo/38/E2u9l2YqTBt44VvKwSEMS10y03Ci7n/XMGwgdkjZ1jUvBLHnbbh8UG&#10;c+0mLmmsQiPiCPscFZgQ+lxKXxuy6FeuJ47e1Q0WQ5RDI/WAUxy3nXxNkrW02HIkGOzpw1D9Xf3Y&#10;CDmleDpep/P+a8YJP4+Gl0Wp1NPjXLyDCDSHe/i/fdAK0rcshb838Qn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8wg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6P0MYA&#10;AADdAAAADwAAAGRycy9kb3ducmV2LnhtbESPQUsDMRSE74L/ITzBm81aa23XpkWqggg9tBZKb4/N&#10;6+7i5iUkz+76740geBxm5htmsRpcp84UU+vZwO2oAEVcedtybWD/8XozA5UE2WLnmQx8U4LV8vJi&#10;gaX1PW/pvJNaZQinEg00IqHUOlUNOUwjH4izd/LRoWQZa20j9hnuOj0uiql22HJeaDDQuqHqc/fl&#10;DGz6l/D+ML0/hWOcjHV6tnJYizHXV8PTIyihQf7Df+03a+BuPpv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66P0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KNcYA&#10;AADdAAAADwAAAGRycy9kb3ducmV2LnhtbESPQWsCMRSE70L/Q3iFXkrNqih2axQVQgUFqS30+tg8&#10;d5duXpYkdbf/3ggFj8PMfMMsVr1txIV8qB0rGA0zEMSFMzWXCr4+9cscRIjIBhvHpOCPAqyWD4MF&#10;5sZ1/EGXUyxFgnDIUUEVY5tLGYqKLIaha4mTd3beYkzSl9J47BLcNnKcZTNpsea0UGFL24qKn9Ov&#10;VbA5duXEPxeb3u3P799TrY0+aKWeHvv1G4hIfbyH/9s7o2DyOp/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KKN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hOB8UA&#10;AADdAAAADwAAAGRycy9kb3ducmV2LnhtbESPzWrDMBCE74W8g9hAbo3c/OG6UUJIMISSS9M+wGJt&#10;LTfWykiK47x9VCj0OMzMN8x6O9hW9ORD41jByzQDQVw53XCt4OuzfM5BhIissXVMCu4UYLsZPa2x&#10;0O7GH9SfYy0ShEOBCkyMXSFlqAxZDFPXESfv23mLMUlfS+3xluC2lbMsW0mLDacFgx3tDVWX89Uq&#10;KN9np/5y1b50u2FhaWl+8oNRajIedm8gIg3xP/zXPmoF89d8Bb9v0hO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CE4H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x2ccA&#10;AADdAAAADwAAAGRycy9kb3ducmV2LnhtbESPQWsCMRSE74X+h/CEXopmrVh1NYoWQgULpbbg9bF5&#10;7i7dvCxJ6m7/vREKPQ4z8w2z2vS2ERfyoXasYDzKQBAXztRcKvj61MM5iBCRDTaOScEvBdis7+9W&#10;mBvX8QddjrEUCcIhRwVVjG0uZSgqshhGriVO3tl5izFJX0rjsUtw28inLHuWFmtOCxW29FJR8X38&#10;sQp271058Y/FrneH8+tpqrXRb1qph0G/XYKI1Mf/8F97bxRMFvMZ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8sdn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t/7sEA&#10;AADdAAAADwAAAGRycy9kb3ducmV2LnhtbERP3WrCMBS+H/gO4Qi7m6luk1qNIo6CjN348wCH5thU&#10;m5OSxNq9vbkY7PLj+19tBtuKnnxoHCuYTjIQxJXTDdcKzqfyLQcRIrLG1jEp+KUAm/XoZYWFdg8+&#10;UH+MtUghHApUYGLsCilDZchimLiOOHEX5y3GBH0ttcdHCretnGXZXFpsODUY7GhnqLod71ZB+T37&#10;6W937Uu3HT4sfZpr/mWUeh0P2yWISEP8F/+591rB+yJPc9Ob9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bf+7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LAU8IA&#10;AADdAAAADwAAAGRycy9kb3ducmV2LnhtbESP3YrCMBSE7xf2HcJZ8G5N/UW7jSKCopdWH+DQnG1L&#10;m5PaRFvf3giCl8PMfMMk697U4k6tKy0rGA0jEMSZ1SXnCi7n3e8ChPPIGmvLpOBBDtar768EY207&#10;PtE99bkIEHYxKii8b2IpXVaQQTe0DXHw/m1r0AfZ5lK32AW4qeU4iubSYMlhocCGtgVlVXozCqaP&#10;bn9NZ1W004ZGx0lzZJ/NlBr89Js/EJ56/wm/2wetYLJcLOH1Jj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0sBT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mD8EA&#10;AADdAAAADwAAAGRycy9kb3ducmV2LnhtbERPy4rCMBTdC/5DuII7TVUQ2zEVGXGQWY21zvrS3D6w&#10;uSlN1Pr3ZjEwy8N5b3eDacWDetdYVrCYRyCIC6sbrhTkl+NsA8J5ZI2tZVLwIge7dDzaYqLtk8/0&#10;yHwlQgi7BBXU3neJlK6oyaCb2444cKXtDfoA+0rqHp8h3LRyGUVrabDh0FBjR581FbfsbhTc17/L&#10;nMtv/ZMdXl/x4bh38lopNZ0M+w8Qngb/L/5zn7SCVRyH/eFNeAI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j5g/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w8k8cA&#10;AADdAAAADwAAAGRycy9kb3ducmV2LnhtbESPQWvCQBSE7wX/w/KE3pqNWoKJrlKFgu2hUlsP3p7Z&#10;ZxKbfRuzq6b/3i0IPQ4z8w0znXemFhdqXWVZwSCKQRDnVldcKPj+en0ag3AeWWNtmRT8koP5rPcw&#10;xUzbK3/SZeMLESDsMlRQet9kUrq8JIMusg1x8A62NeiDbAupW7wGuKnlMI4TabDisFBiQ8uS8p/N&#10;2SjYrsdJul68PR/fP/Y4Mvq001Wi1GO/e5mA8NT5//C9vdIKRmk6gL834QnI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MPJ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ZgF8YA&#10;AADdAAAADwAAAGRycy9kb3ducmV2LnhtbESPS2vDMBCE74X8B7GB3hq5TgmJEyUkLXVKT3lBrou1&#10;sU2tlbFUP/Lrq0Khx2FmvmFWm95UoqXGlZYVPE8iEMSZ1SXnCi7n96c5COeRNVaWScFADjbr0cMK&#10;E207PlJ78rkIEHYJKii8rxMpXVaQQTexNXHwbrYx6INscqkb7ALcVDKOopk0WHJYKLCm14Kyr9O3&#10;UXCfXfHg9vHubao9DS/z1H4eUqUex/12CcJT7//Df+0PrWC6WMT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ZgF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KWNMUA&#10;AADdAAAADwAAAGRycy9kb3ducmV2LnhtbESP3WrCQBSE74W+w3IKvTOb+keTuoqIBe/UtA9wyJ5u&#10;gtmzMbvV1Kd3BcHLYWa+YebL3jbiTJ2vHSt4T1IQxKXTNRsFP99fww8QPiBrbByTgn/ysFy8DOaY&#10;a3fhA52LYESEsM9RQRVCm0vpy4os+sS1xNH7dZ3FEGVnpO7wEuG2kaM0nUmLNceFCltaV1Qeiz+r&#10;4ORGU90XG9wdN9m+NmZyuh4mSr299qtPEIH68Aw/2lutYJxlY7i/iU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pY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qEKMUA&#10;AADdAAAADwAAAGRycy9kb3ducmV2LnhtbESPS2/CMBCE75X6H6ytxK04LY+SgEGAhMSVx4Hj1l6S&#10;0HidxgZCfz2uhMRxNDPfaCaz1lbiQo0vHSv46CYgiLUzJecK9rvV+wiED8gGK8ek4EYeZtPXlwlm&#10;xl15Q5dtyEWEsM9QQRFCnUnpdUEWfdfVxNE7usZiiLLJpWnwGuG2kp9JMpQWS44LBda0LEj/bM9W&#10;wbr8psFQH1M7WujN4e839L5ORqnOWzsfgwjUhmf40V4bBb007cP/m/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uoQ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/SR8IA&#10;AADdAAAADwAAAGRycy9kb3ducmV2LnhtbERPXWvCMBR9F/wP4Qq+aaqyYatRdDDYcApzY75emmtT&#10;bG5Kk9X6781g4OP55izXna1ES40vHSuYjBMQxLnTJRcKvr9eR3MQPiBrrByTght5WK/6vSVm2l35&#10;k9pjKEQsYZ+hAhNCnUnpc0MW/djVxFE7u8ZiiLAppG7wGsttJadJ8iwtlhwXDNb0Yii/HH+tghYP&#10;t+Rktvv0vfzIp4ftz05HXg0H3WYBIlAXHub/9JtWMEvTJ/h7E5+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/9JH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byUMUA&#10;AADdAAAADwAAAGRycy9kb3ducmV2LnhtbESPQUvDQBSE70L/w/IK3uzGCMXGbosIFY8ae+jxNfua&#10;Tc2+F3bXJvrrXUHwOMzMN8x6O/leXSjETtjA7aIARdyI7bg1sH/f3dyDignZYi9MBr4ownYzu1pj&#10;ZWXkN7rUqVUZwrFCAy6lodI6No48xoUMxNk7SfCYsgyttgHHDPe9LotiqT12nBccDvTkqPmoP72B&#10;8bk5nsvTwbrvMMiufpVz2Ysx1/Pp8QFUoin9h//aL9bA3Wq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FvJQ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ERbMcA&#10;AADdAAAADwAAAGRycy9kb3ducmV2LnhtbESPW2sCMRSE3wv+h3AKvtVsFapujWK9gBSleOn7cXPc&#10;XZucLJtUt//eCEIfh5n5hhlNGmvEhWpfOlbw2klAEGdOl5wrOOyXLwMQPiBrNI5JwR95mIxbTyNM&#10;tbvyli67kIsIYZ+igiKEKpXSZwVZ9B1XEUfv5GqLIco6l7rGa4RbI7tJ8iYtlhwXCqxoVlD2s/u1&#10;CpZfc3PubrbTbxlmi/7RDD4/5mul2s/N9B1EoCb8hx/tlVbQGw77cH8Tn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xEW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lIp8IA&#10;AADdAAAADwAAAGRycy9kb3ducmV2LnhtbERPy4rCMBTdC/MP4Q64EU1VRrQaRQYGFUbwBW6vzbUt&#10;NjelibX+vVkILg/nPVs0phA1VS63rKDfi0AQJ1bnnCo4Hf+6YxDOI2ssLJOCJzlYzL9aM4y1ffCe&#10;6oNPRQhhF6OCzPsyltIlGRl0PVsSB+5qK4M+wCqVusJHCDeFHETRSBrMOTRkWNJvRsntcDcK6t3/&#10;JV3Xrtzcxh33M7ysVlt9Vqr93SynIDw1/iN+u9dawXAyCXPD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CUin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R9ccA&#10;AADdAAAADwAAAGRycy9kb3ducmV2LnhtbESPT2sCMRTE74V+h/AK3mpW24q7GkULgpdC/XPQ23Pz&#10;3F3cvKxJ1G0/fSMUPA4z8xtmPG1NLa7kfGVZQa+bgCDOra64ULDdLF6HIHxA1lhbJgU/5GE6eX4a&#10;Y6btjVd0XYdCRAj7DBWUITSZlD4vyaDv2oY4ekfrDIYoXSG1w1uEm1r2k2QgDVYcF0ps6LOk/LS+&#10;GAXzdDg/f7/z1+/qsKf97nD66LtEqc5LOxuBCNSGR/i/vdQK3tI0hfub+AT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kkfXHAAAA3QAAAA8AAAAAAAAAAAAAAAAAmAIAAGRy&#10;cy9kb3ducmV2LnhtbFBLBQYAAAAABAAEAPUAAACMAwAAAAA=&#10;" fillcolor="black" stroked="f"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051MQA&#10;AADdAAAADwAAAGRycy9kb3ducmV2LnhtbERPy2oCMRTdF/yHcIXualKxIqNR6qNQ0C58LFzeTm5n&#10;wkxuhkmqU7/eLIQuD+c9W3SuFhdqg/Ws4XWgQBDn3lguNJyOHy8TECEiG6w9k4Y/CrCY955mmBl/&#10;5T1dDrEQKYRDhhrKGJtMypCX5DAMfEOcuB/fOowJtoU0LV5TuKvlUKmxdGg5NZTY0KqkvDr8Og3n&#10;7dhO9paG37vbcmN2b9Xya11p/dzv3qcgInXxX/xwfxoNI6XS/vQmP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NOdT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Si+sUA&#10;AADdAAAADwAAAGRycy9kb3ducmV2LnhtbESPQWsCMRSE74X+h/AKvdVEKSJbo4hF9NJDreL1sXnd&#10;rLt52SZRV3+9KRR6HGbmG2Y6710rzhRi7VnDcKBAEJfe1Fxp2H2tXiYgYkI22HomDVeKMJ89Pkyx&#10;MP7Cn3TepkpkCMcCNdiUukLKWFpyGAe+I87etw8OU5ahkibgJcNdK0dKjaXDmvOCxY6Wlspme3Ia&#10;wuLw3tz4tG/U7eMa18f+Z4JW6+enfvEGIlGf/sN/7Y3R8KrUEH7f5Cc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KL6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KZP8UA&#10;AADdAAAADwAAAGRycy9kb3ducmV2LnhtbESPUUsDMRCE34X+h7BCX6RNPIrWs2kpglCwCK39Aetl&#10;vTtMNsdlba/++kYQ+jjMzDfMYjUEr47UpzayhfupAUVcRddybeHw8TqZg0qC7NBHJgtnSrBajm4W&#10;WLp44h0d91KrDOFUooVGpCu1TlVDAdM0dsTZ+4p9QMmyr7Xr8ZThwevCmAcdsOW80GBHLw1V3/uf&#10;YMEXn/7p7TFt5XzQW/MbZHf37qwd3w7rZ1BCg1zD/+2NszAzpoC/N/kJ6O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Ipk/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Iz4MYA&#10;AADdAAAADwAAAGRycy9kb3ducmV2LnhtbESPQWsCMRSE7wX/Q3iF3mpSK6VsjVIrwl48uFq8Pjev&#10;m6XJy7JJdfXXm0Khx2FmvmFmi8E7caI+toE1PI0VCOI6mJYbDfvd+vEVREzIBl1g0nChCIv56G6G&#10;hQln3tKpSo3IEI4FarApdYWUsbbkMY5DR5y9r9B7TFn2jTQ9njPcOzlR6kV6bDkvWOzow1L9Xf14&#10;Dauqc5N9aZfx8Lk5Hl15XdNhpfXD/fD+BiLRkP7Df+3SaJgq9Qy/b/IT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Iz4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zkJcMA&#10;AADdAAAADwAAAGRycy9kb3ducmV2LnhtbESPT4vCMBTE78J+h/AWvGmyIipdoyzLCoIn/x28PZK3&#10;bbV5KU209dsbQfA4zMxvmPmyc5W4URNKzxq+hgoEsfG25FzDYb8azECEiGyx8kwa7hRgufjozTGz&#10;vuUt3XYxFwnCIUMNRYx1JmUwBTkMQ18TJ+/fNw5jkk0ubYNtgrtKjpSaSIclp4UCa/otyFx2V6fh&#10;vJIbbxSa4+HYru309DehSmnd/+x+vkFE6uI7/GqvrYaxUmN4vk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zkJc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njkMUA&#10;AADdAAAADwAAAGRycy9kb3ducmV2LnhtbESPQWsCMRSE74X+h/AK3jTR2iKrUVQoiKWHaiken5vn&#10;7rKblyWJuv57UxB6HGbmG2a26GwjLuRD5VjDcKBAEOfOVFxo+Nl/9CcgQkQ22DgmDTcKsJg/P80w&#10;M+7K33TZxUIkCIcMNZQxtpmUIS/JYhi4ljh5J+ctxiR9IY3Ha4LbRo6UepcWK04LJba0Limvd2er&#10;4XD+5NPX63bpV/HXdftQj46TWuveS7ecgojUxf/wo70xGsZKvcHfm/Q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yeOQ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HHNcYA&#10;AADdAAAADwAAAGRycy9kb3ducmV2LnhtbESPT2vCQBTE7wW/w/IK3uqmYsXGbEQFoZdC/XOot2f2&#10;mQSzb+PuVqOf3i0Uehxm5jdMNutMIy7kfG1ZwesgAUFcWF1zqWC3Xb1MQPiArLGxTApu5GGW954y&#10;TLW98poum1CKCGGfooIqhDaV0hcVGfQD2xJH72idwRClK6V2eI1w08hhkoylwZrjQoUtLSsqTpsf&#10;o2DxPlmcv0b8eV8f9rT/Ppzehi5Rqv/czacgAnXhP/zX/tAKRpEIv2/iE5D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HHNcYAAADdAAAADwAAAAAAAAAAAAAAAACYAgAAZHJz&#10;L2Rvd25yZXYueG1sUEsFBgAAAAAEAAQA9QAAAIsDAAAAAA==&#10;" fillcolor="black" stroked="f"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Yr8QA&#10;AADdAAAADwAAAGRycy9kb3ducmV2LnhtbESPQUsDMRSE70L/Q3gFbzaxisratCyFonjaVsXr6+a5&#10;Wdy8LElM139vBKHHYWa+YVabyQ0iU4i9Zw3XCwWCuPWm507D2+vu6gFETMgGB8+k4YcibNazixVW&#10;xp94T/mQOlEgHCvUYFMaKylja8lhXPiRuHifPjhMRYZOmoCnAneDXCp1Jx32XBYsjrS11H4dvp2G&#10;fNw29U3+yHb/Euou+Obp/dhofTmf6kcQiaZ0Dv+3n42GW6Xu4e9NeQ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xmK/EAAAA3Q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nsL8MA&#10;AADdAAAADwAAAGRycy9kb3ducmV2LnhtbERPz2vCMBS+D/wfwht408QhslWjDHGiu2zrBD0+mrem&#10;rHkpTazVv345CDt+fL8Xq97VoqM2VJ41TMYKBHHhTcWlhsP32+gZRIjIBmvPpOFKAVbLwcMCM+Mv&#10;/EVdHkuRQjhkqMHG2GRShsKSwzD2DXHifnzrMCbYltK0eEnhrpZPSs2kw4pTg8WG1paK3/zsNITJ&#10;enN8d7eX7rS1/JHv7eyztFoPH/vXOYhIffwX3907o2GqVJqb3qQn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nsL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43FD2" w:rsidRDefault="00F43FD2" w:rsidP="00F43F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43FD2" w:rsidRDefault="00F43FD2" w:rsidP="00F43F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3FD2" w:rsidRDefault="00F43FD2" w:rsidP="00F43F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3FD2" w:rsidRDefault="00F43FD2" w:rsidP="00F43F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3FD2" w:rsidRDefault="00F43FD2" w:rsidP="00F43F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3FD2" w:rsidRDefault="00F43FD2" w:rsidP="00F43F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43FD2" w:rsidRDefault="00F43FD2" w:rsidP="00F43FD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43FD2" w:rsidRDefault="00F43FD2" w:rsidP="00F43F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43FD2" w:rsidRDefault="00F43FD2" w:rsidP="00F43F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43FD2" w:rsidRDefault="00F43FD2" w:rsidP="00F43F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3FD2" w:rsidRDefault="00F43FD2" w:rsidP="00F43F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43FD2" w:rsidRDefault="00F43FD2" w:rsidP="00F43F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3FD2" w:rsidRDefault="00F43FD2" w:rsidP="00F43F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43FD2" w:rsidRDefault="00F43FD2" w:rsidP="00F43F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43FD2" w:rsidRPr="0049000B" w:rsidRDefault="00F43FD2" w:rsidP="00F43F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№60</w:t>
      </w:r>
    </w:p>
    <w:p w:rsidR="00F43FD2" w:rsidRPr="00715379" w:rsidRDefault="00F43FD2" w:rsidP="00F43FD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3FD2" w:rsidRPr="00715379" w:rsidRDefault="00F43FD2" w:rsidP="00F43F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внесення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змін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XXXII</w:t>
      </w: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сесії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43FD2" w:rsidRPr="00715379" w:rsidRDefault="00F43FD2" w:rsidP="00F43F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ради </w:t>
      </w:r>
      <w:r w:rsidRPr="00715379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скликання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 №29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15.01.2020 року </w:t>
      </w:r>
    </w:p>
    <w:p w:rsidR="00F43FD2" w:rsidRPr="00715379" w:rsidRDefault="00F43FD2" w:rsidP="00F43F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«Про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</w:p>
    <w:p w:rsidR="00F43FD2" w:rsidRPr="00715379" w:rsidRDefault="00F43FD2" w:rsidP="00F43F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F43FD2" w:rsidRPr="00715379" w:rsidRDefault="00F43FD2" w:rsidP="00F43F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>Кирилюк В.Д.»</w:t>
      </w:r>
    </w:p>
    <w:p w:rsidR="00F43FD2" w:rsidRPr="00715379" w:rsidRDefault="00F43FD2" w:rsidP="00F43F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3FD2" w:rsidRPr="00715379" w:rsidRDefault="00F43FD2" w:rsidP="00F43FD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до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пункту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34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Кирилюк В.Д. , 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рада    </w:t>
      </w:r>
    </w:p>
    <w:p w:rsidR="00F43FD2" w:rsidRPr="00715379" w:rsidRDefault="00F43FD2" w:rsidP="00F43FD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43FD2" w:rsidRPr="00715379" w:rsidRDefault="00F43FD2" w:rsidP="00F43FD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Внести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зміни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№29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15.01.2020 року, «Про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надання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дозволу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розробку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проекту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iз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вiдведення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дiлянки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Кирилюк В.Д.»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замінивши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слова та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цифри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саме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:  «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орієнтовною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0,60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га,»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замінити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на «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орієнтовною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0,80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га»</w:t>
      </w:r>
    </w:p>
    <w:p w:rsidR="00F43FD2" w:rsidRPr="00715379" w:rsidRDefault="00F43FD2" w:rsidP="00F43FD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Контроль за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</w:t>
      </w:r>
    </w:p>
    <w:p w:rsidR="00F43FD2" w:rsidRPr="00715379" w:rsidRDefault="00F43FD2" w:rsidP="00F43FD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3FD2" w:rsidRPr="00715379" w:rsidRDefault="00F43FD2" w:rsidP="00F43FD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3FD2" w:rsidRPr="00715379" w:rsidRDefault="00F43FD2" w:rsidP="00F43FD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3FD2" w:rsidRPr="00715379" w:rsidRDefault="00F43FD2" w:rsidP="00F43FD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3FD2" w:rsidRPr="00715379" w:rsidRDefault="00F43FD2" w:rsidP="00F43FD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DA745D" w:rsidRDefault="00DA745D">
      <w:bookmarkStart w:id="0" w:name="_GoBack"/>
      <w:bookmarkEnd w:id="0"/>
    </w:p>
    <w:sectPr w:rsidR="00DA745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1C9" w:rsidRDefault="00C621C9">
      <w:pPr>
        <w:spacing w:after="0" w:line="240" w:lineRule="auto"/>
      </w:pPr>
      <w:r>
        <w:separator/>
      </w:r>
    </w:p>
  </w:endnote>
  <w:endnote w:type="continuationSeparator" w:id="0">
    <w:p w:rsidR="00C621C9" w:rsidRDefault="00C62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1C9" w:rsidRDefault="00C621C9">
      <w:pPr>
        <w:spacing w:after="0" w:line="240" w:lineRule="auto"/>
      </w:pPr>
      <w:r>
        <w:separator/>
      </w:r>
    </w:p>
  </w:footnote>
  <w:footnote w:type="continuationSeparator" w:id="0">
    <w:p w:rsidR="00C621C9" w:rsidRDefault="00C62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D2"/>
    <w:rsid w:val="00C621C9"/>
    <w:rsid w:val="00DA745D"/>
    <w:rsid w:val="00F4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D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43FD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43FD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43FD2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D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43FD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43FD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43FD2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2021-02-01T07:06:00Z</dcterms:created>
  <dcterms:modified xsi:type="dcterms:W3CDTF">2021-02-01T07:06:00Z</dcterms:modified>
</cp:coreProperties>
</file>