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A1" w:rsidRPr="001C3C5F" w:rsidRDefault="00AF60A1" w:rsidP="00AF60A1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3F7717" wp14:editId="7DC892F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00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1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F60A1" w:rsidRDefault="00AF60A1" w:rsidP="00AF6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DBFOrk9XcAAEBZBAAOAAAAAAAAAAAAAAAAAC4CAABk&#10;cnMvZTJvRG9jLnhtbFBLAQItABQABgAIAAAAIQCyHUyb4AAAAAoBAAAPAAAAAAAAAAAAAAAAAE96&#10;AABkcnMvZG93bnJldi54bWxQSwUGAAAAAAQABADzAAAAX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o4sL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cTQI+8Ob8ATk8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QaOLC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JcgA&#10;AADdAAAADwAAAGRycy9kb3ducmV2LnhtbESPT0sDMRTE74LfITzBS2mzK1Lt2rSUwqr1IPQPeH1s&#10;Xjfbbl6WJLZrP70RCh6HmfkNM533thUn8qFxrCAfZSCIK6cbrhXstuXwGUSIyBpbx6TghwLMZ7c3&#10;Uyy0O/OaTptYiwThUKACE2NXSBkqQxbDyHXEyds7bzEm6WupPZ4T3LbyIcvG0mLDacFgR0tD1XHz&#10;bRUcyk/ztXy6vPrBZE2XQfnx1q7GSt3f9YsXEJH6+B++tt+1gscsz+HvTXo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QFk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qlLcQA&#10;AADdAAAADwAAAGRycy9kb3ducmV2LnhtbESPTWrDMBCF94HeQUyhm9DIcUsorpUQShyKNyFJDzBY&#10;Y8vUGhlLsd3bR4VCl4/38/Hy3Ww7MdLgW8cK1qsEBHHldMuNgq9r8fwGwgdkjZ1jUvBDHnbbh0WO&#10;mXYTn2m8hEbEEfYZKjAh9JmUvjJk0a9cTxy92g0WQ5RDI/WAUxy3nUyTZCMtthwJBnv6MFR9X242&#10;Qk4veCrr6VocZ5zwUBpe7s9KPT3O+3cQgebwH/5rf2oFr8k6hd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KpS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3VFsYA&#10;AADdAAAADwAAAGRycy9kb3ducmV2LnhtbESPQUsDMRSE74L/ITyhN5ttrbWsTYvUFkTowSoUb4/N&#10;6+7i5iUkr9313xtB8DjMzDfMcj24Tl0optazgcm4AEVcedtybeDjfXe7AJUE2WLnmQx8U4L16vpq&#10;iaX1Pb/R5SC1yhBOJRpoREKpdaoacpjGPhBn7+SjQ8ky1tpG7DPcdXpaFHPtsOW80GCgTUPV1+Hs&#10;DOz7bXh9mN+fwmecTXV6tnLciDGjm+HpEZTQIP/hv/aLNTArJn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3VF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+YwsMA&#10;AADdAAAADwAAAGRycy9kb3ducmV2LnhtbESP3YrCMBCF74V9hzDC3siauoos3UaRRUW8EXUfYGim&#10;TbGZlCba+vZGELw8nJ+Pky17W4sbtb5yrGAyTkAQ505XXCr4P2++fkD4gKyxdkwK7uRhufgYZJhq&#10;1/GRbqdQijjCPkUFJoQmldLnhiz6sWuIo1e41mKIsi2lbrGL47aW30kylxYrjgSDDf0Zyi+nq42Q&#10;wxQP+6I7b7Y9drjeGx6tjkp9DvvVL4hAfXiHX+2dVjBLJj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+Yw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o+cYA&#10;AADdAAAADwAAAGRycy9kb3ducmV2LnhtbESPX0sDMRDE3wW/Q1jBN5tr6R85m5bSKojgQ1uh9G25&#10;bO8OL5uQrL3z2xtB8HGYmd8wy/XgOnWlmFrPBsajAhRx5W3LtYGP48vDI6gkyBY7z2TgmxKsV7c3&#10;Syyt73lP14PUKkM4lWigEQml1qlqyGEa+UCcvYuPDiXLWGsbsc9w1+lJUcy1w5bzQoOBtg1Vn4cv&#10;Z+C9fw5vi/nsEs5xOtFpZ+W0FWPu74bNEyihQf7Df+1Xa2BajG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jo+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rW8MYA&#10;AADdAAAADwAAAGRycy9kb3ducmV2LnhtbESPQWsCMRSE74X+h/AKXkrN2qrIapRaCBUURCt4fWye&#10;u0s3L0sS3e2/b4RCj8PMfMMsVr1txI18qB0rGA0zEMSFMzWXCk5f+mUGIkRkg41jUvBDAVbLx4cF&#10;5sZ1fKDbMZYiQTjkqKCKsc2lDEVFFsPQtcTJuzhvMSbpS2k8dgluG/maZVNpsea0UGFLHxUV38er&#10;VbDed+Wbfy7WvdtePs8TrY3eaaUGT/37HESkPv6H/9obo2CcjaZwf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rW8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4pLsMA&#10;AADdAAAADwAAAGRycy9kb3ducmV2LnhtbESP0WoCMRRE3wv+Q7iCbzWr2CqrUURZkNKXqh9w2Vw3&#10;q5ubJYnr+vemUOjjMDNnmNWmt43oyIfasYLJOANBXDpdc6XgfCreFyBCRNbYOCYFTwqwWQ/eVphr&#10;9+Af6o6xEgnCIUcFJsY2lzKUhiyGsWuJk3dx3mJM0ldSe3wkuG3kNMs+pcWa04LBlnaGytvxbhUU&#10;X9Pv7nbXvnDbfmbpw1wXe6PUaNhvlyAi9fE//Nc+aAWzbDK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4pL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nnGcMA&#10;AADdAAAADwAAAGRycy9kb3ducmV2LnhtbERPXWvCMBR9F/Yfwh34IjPV6ZBqFBWCgw2GbuDrpbm2&#10;xeamJNF2/355GPh4ON+rTW8bcScfascKJuMMBHHhTM2lgp9v/bIAESKywcYxKfilAJv102CFuXEd&#10;H+l+iqVIIRxyVFDF2OZShqIii2HsWuLEXZy3GBP0pTQeuxRuGznNsjdpsebUUGFL+4qK6+lmFey+&#10;uvLVj4pd7z4uh/Nca6M/tVLD5367BBGpjw/xv/vdKJhlkzQ3vU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nnG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0Yx8MA&#10;AADdAAAADwAAAGRycy9kb3ducmV2LnhtbESP0WoCMRRE3wv+Q7iCbzWr2KKrUURZkNKXqh9w2Vw3&#10;q5ubJYnr+vemUOjjMDNnmNWmt43oyIfasYLJOANBXDpdc6XgfCre5yBCRNbYOCYFTwqwWQ/eVphr&#10;9+Af6o6xEgnCIUcFJsY2lzKUhiyGsWuJk3dx3mJM0ldSe3wkuG3kNMs+pcWa04LBlnaGytvxbhUU&#10;X9Pv7nbXvnDbfmbpw1zne6PUaNhvlyAi9fE//Nc+aAWzbLKA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0Yx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5hwcAA&#10;AADdAAAADwAAAGRycy9kb3ducmV2LnhtbERPzWrCQBC+F/oOyxS81V21SkndhFJQ9NjoAwzZaRLM&#10;zqbZ1cS3dw6FHj++/20x+U7daIhtYAuLuQFFXAXXcm3hfNq9voOKCdlhF5gs3ClCkT8/bTFzYeRv&#10;upWpVhLCMUMLTUp9pnWsGvIY56EnFu4nDB6TwKHWbsBRwn2nl8ZstMeWpaHBnr4aqi7l1Vt4u4/7&#10;33J9MTvnaXFc9UdO1dra2cv0+QEq0ZT+xX/ugxOfWcp+eSNPQ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H5hw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DdRsQA&#10;AADdAAAADwAAAGRycy9kb3ducmV2LnhtbESPT4vCMBTE78J+h/CEvWlqEXFro8iKsuxJq+v50bz+&#10;wealNFHrt98IgsdhZn7DpKveNOJGnastK5iMIxDEudU1lwpOx+1oDsJ5ZI2NZVLwIAer5ccgxUTb&#10;Ox/olvlSBAi7BBVU3reJlC6vyKAb25Y4eIXtDPogu1LqDu8BbhoZR9FMGqw5LFTY0ndF+SW7GgXX&#10;2Tk+cfGr99nmsfvabNdO/pVKfQ779QKEp96/w6/2j1YwjeIJPN+EJ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g3Ub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8NscA&#10;AADdAAAADwAAAGRycy9kb3ducmV2LnhtbESPQWvCQBSE70L/w/IK3szGVIJGV2mFgu1B0dpDb8/s&#10;M0mbfRuzW43/3i0IPQ4z8w0zW3SmFmdqXWVZwTCKQRDnVldcKNh/vA7GIJxH1lhbJgVXcrCYP/Rm&#10;mGl74S2dd74QAcIuQwWl900mpctLMugi2xAH72hbgz7ItpC6xUuAm1omcZxKgxWHhRIbWpaU/+x+&#10;jYLPzTidbF7eRt/v6wM+GX360lWqVP+xe56C8NT5//C9vdIKRnGSwN+b8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RPD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VbXsUA&#10;AADdAAAADwAAAGRycy9kb3ducmV2LnhtbESPS4vCQBCE7wv7H4YWvK0To0iIjrKr+MCTL/DaZNok&#10;bKYnZEaN++t3BMFjUVVfUZNZaypxo8aVlhX0exEI4szqknMFp+PyKwHhPLLGyjIpeJCD2fTzY4Kp&#10;tnfe0+3gcxEg7FJUUHhfp1K6rCCDrmdr4uBdbGPQB9nkUjd4D3BTyTiKRtJgyWGhwJrmBWW/h6tR&#10;8Dc6486t45/FQHt6DJOV3e5WSnU77fcYhKfWv8Ov9kYrGEbxAJ5vwhO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5Vt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SQksUA&#10;AADdAAAADwAAAGRycy9kb3ducmV2LnhtbESP0WrCQBRE34X+w3ILvummIZY2dZVSIvRNjf2AS/Z2&#10;E8zeTbKrxn69Kwh9HGbmDLNcj7YVZxp841jByzwBQVw53bBR8HPYzN5A+ICssXVMCq7kYb16miwx&#10;1+7CezqXwYgIYZ+jgjqELpfSVzVZ9HPXEUfv1w0WQ5SDkXrAS4TbVqZJ8iotNhwXauzoq6bqWJ6s&#10;gt6lCz2WBW6PxfuuMSbr//aZUtPn8fMDRKAx/Icf7W+tIEvSD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1JC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/YcQA&#10;AADdAAAADwAAAGRycy9kb3ducmV2LnhtbESPzW7CMBCE75V4B2uReisOlN+AQVAJiSvQQ4+LvSRp&#10;43WIXQg8PUZC4jiamW80s0VjS3Gm2heOFXQ7CQhi7UzBmYLv/fpjDMIHZIOlY1JwJQ+Leetthqlx&#10;F97SeRcyESHsU1SQh1ClUnqdk0XfcRVx9I6uthiirDNparxEuC1lL0mG0mLBcSHHir5y0n+7f6tg&#10;UxxoMNTHiR2v9Pbndgqfo1+j1Hu7WU5BBGrCK/xsb4yCftIbwONNf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5v2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LS4sIA&#10;AADdAAAADwAAAGRycy9kb3ducmV2LnhtbERPXWvCMBR9H/gfwhV8m8nKkFmNMgeDiZswFX29NNem&#10;2NyUJtb675fBYI/nmzNf9q4WHbWh8qzhaaxAEBfeVFxqOOzfH19AhIhssPZMGu4UYLkYPMwxN/7G&#10;39TtYilSCYccNdgYm1zKUFhyGMa+IU7a2bcOY4JtKU2Lt1TuapkpNZEOK04LFht6s1RcdlenocPt&#10;XZ3s6mu6rj6LbLs6bkzi9WjYv85AROrjv/kv/WE0PKtsAr9v0hO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tL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JGcQA&#10;AADdAAAADwAAAGRycy9kb3ducmV2LnhtbESPQUvDQBSE70L/w/IK3uymQVRit6UUKh419uDxmX3N&#10;ps2+F3bXJvrrXUHwOMzMN8xqM/leXSjETtjAclGAIm7EdtwaOLztbx5AxYRssRcmA18UYbOeXa2w&#10;sjLyK13q1KoM4VihAZfSUGkdG0ce40IG4uwdJXhMWYZW24Bjhvtel0Vxpz12nBccDrRz1JzrT29g&#10;fGo+TuXx3brvMMi+fpFT2Ysx1/Np+wgq0ZT+w3/tZ2vgtijv4f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VyR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bzMMA&#10;AADdAAAADwAAAGRycy9kb3ducmV2LnhtbERPXWvCMBR9H/gfwhV8m6llTOmM4nTCEEV02/u1ubZ1&#10;yU1potZ/bx4EHw/nezxtrREXanzlWMGgn4Agzp2uuFDw+7N8HYHwAVmjcUwKbuRhOum8jDHT7so7&#10;uuxDIWII+wwVlCHUmZQ+L8mi77uaOHJH11gMETaF1A1eY7g1Mk2Sd2mx4thQYk3zkvL//dkqWG4X&#10;5pRudrM/GeZfw4MZrT4Xa6V63Xb2ASJQG57ih/tbK3hL0jg3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Ebz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pz7scA&#10;AADdAAAADwAAAGRycy9kb3ducmV2LnhtbESPQWvCQBSE70L/w/IKXkrd1NpiU1cpgkTBgkah12f2&#10;NQlm34bsmqT/3hUKHoeZ+YaZLXpTiZYaV1pW8DKKQBBnVpecKzgeVs9TEM4ja6wsk4I/crCYPwxm&#10;GGvb8Z7a1OciQNjFqKDwvo6ldFlBBt3I1sTB+7WNQR9kk0vdYBfgppLjKHqXBksOCwXWtCwoO6cX&#10;o6DdbU/5unX15jx9cm+vpyT51j9KDR/7r08Qnnp/D/+311rBJBp/wO1NeAJ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Kc+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gwZ8QA&#10;AADdAAAADwAAAGRycy9kb3ducmV2LnhtbERPTWsCMRC9F/wPYYTeuonWFl2NUguFXoRqe6i3cTPu&#10;Lm4m2yTV1V9vDoLHx/ueLTrbiCP5UDvWMMgUCOLCmZpLDT/fH09jECEiG2wck4YzBVjMew8zzI07&#10;8ZqOm1iKFMIhRw1VjG0uZSgqshgy1xInbu+8xZigL6XxeErhtpFDpV6lxZpTQ4UtvVdUHDb/VsNy&#10;Ml7+fY14dVnvtrT93R1ehl5p/djv3qYgInXxLr65P42GkXpO+9Ob9AT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IMGfEAAAA3QAAAA8AAAAAAAAAAAAAAAAAmAIAAGRycy9k&#10;b3ducmV2LnhtbFBLBQYAAAAABAAEAPUAAACJAwAAAAA=&#10;" fillcolor="black" stroked="f"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1W8sgA&#10;AADdAAAADwAAAGRycy9kb3ducmV2LnhtbESPT2sCMRTE70K/Q3iCN82qVWRrlNpaKKgH/xw8vm6e&#10;u2E3L8sm6rafvhEKPQ4z8xtmvmxtJW7UeONYwXCQgCDOnDacKzgdP/ozED4ga6wck4Jv8rBcPHXm&#10;mGp35z3dDiEXEcI+RQVFCHUqpc8KsugHriaO3sU1FkOUTS51g/cIt5UcJclUWjQcFwqs6a2grDxc&#10;rYLzZmpme0Ojr+3Paq23k3K1ey+V6nXb1xcQgdrwH/5rf2oFz8l4CI838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LVby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2MMYA&#10;AADdAAAADwAAAGRycy9kb3ducmV2LnhtbESPQUsDMRSE7wX/Q3iCN5tYRZZts0tRRC8erIrXx+Z1&#10;s+7mZU3SdttfbwShx2FmvmFW9eQGsacQO88abuYKBHHjTcetho/3p+sCREzIBgfPpOFIEerqYrbC&#10;0vgDv9F+k1qRIRxL1GBTGkspY2PJYZz7kTh7Wx8cpixDK03AQ4a7QS6UupcOO84LFkd6sNT0m53T&#10;ENZfj/2Jd5+9Or0e4/P39FOg1frqclovQSSa0jn8334xGu7U7QL+3u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r2M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2GcYA&#10;AADdAAAADwAAAGRycy9kb3ducmV2LnhtbESPUWsCMRCE3wv9D2ELfRFNqqW2p1FKoVBQBK0/YHvZ&#10;3h0mm+Oy1bO/3hSEPg4z8w0zX/bBqyN1qYls4WFkQBGX0TVcWdh/vg+fQSVBdugjk4UzJVgubm/m&#10;WLh44i0dd1KpDOFUoIVapC20TmVNAdMotsTZ+45dQMmyq7Tr8JThweuxMU86YMN5ocaW3moqD7uf&#10;YMGPv/zLaprWct7rtfkNsh1snLX3d/3rDJRQL//ha/vDWXg0kwn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L2G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dhKcYA&#10;AADdAAAADwAAAGRycy9kb3ducmV2LnhtbESPQWsCMRSE7wX/Q3hCbzVbK0VWo7QVYS8euq54fW6e&#10;m8XkZdmkuvXXN4VCj8PMfMMs14Oz4kp9aD0reJ5kIIhrr1tuFFT77dMcRIjIGq1nUvBNAdar0cMS&#10;c+1v/EnXMjYiQTjkqMDE2OVShtqQwzDxHXHyzr53GJPsG6l7vCW4s3KaZa/SYctpwWBHH4bqS/nl&#10;FGzKzk6rwryH42F3OtnivqXjRqnH8fC2ABFpiP/hv3ahFcyylx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dhK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yLA8QA&#10;AADdAAAADwAAAGRycy9kb3ducmV2LnhtbESPT2sCMRTE7wW/Q3hCbzXRVi1bo4goCD3579DbI3nd&#10;Xd28LJvobr99Iwgeh5n5DTNbdK4SN2pC6VnDcKBAEBtvS841HA+bt08QISJbrDyThj8KsJj3XmaY&#10;Wd/yjm77mIsE4ZChhiLGOpMymIIchoGviZP36xuHMckml7bBNsFdJUdKTaTDktNCgTWtCjKX/dVp&#10;OG/ktzcKzel4ard2+rOeUKW0fu13yy8Qkbr4DD/aW6vhQ72P4f4mPQ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8iw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3WsYA&#10;AADdAAAADwAAAGRycy9kb3ducmV2LnhtbESPQWvCQBSE70L/w/IKvelGU4JEV7GFQmnpQS3F4zP7&#10;TEKyb8PumqT/vlsQPA4z8w2z3o6mFT05X1tWMJ8lIIgLq2suFXwf36ZLED4ga2wtk4Jf8rDdPEzW&#10;mGs78J76QyhFhLDPUUEVQpdL6YuKDPqZ7Yijd7HOYIjSlVI7HCLctHKRJJk0WHNcqLCj14qK5nA1&#10;Ck7XT758pR879xJ+7Hj0zeK8bJR6ehx3KxCBxnAP39rvWsFzkmbw/yY+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e3W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oE8gA&#10;AADdAAAADwAAAGRycy9kb3ducmV2LnhtbESPT2sCMRTE74V+h/AKvdWk1qrdGqUKBS+F+uegt+fm&#10;dXdx87JNoq5++kYoeBxm5jfMaNLaWhzJh8qxhueOAkGcO1NxoWG9+nwagggR2WDtmDScKcBkfH83&#10;wsy4Ey/ouIyFSBAOGWooY2wyKUNeksXQcQ1x8n6ctxiT9IU0Hk8JbmvZVaovLVacFkpsaFZSvl8e&#10;rIbp23D6+93jr8tit6XtZrd/7Xql9eND+/EOIlIbb+H/9txo6KmXAVzfpCcgx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oagTyAAAAN0AAAAPAAAAAAAAAAAAAAAAAJgCAABk&#10;cnMvZG93bnJldi54bWxQSwUGAAAAAAQABAD1AAAAjQMAAAAA&#10;" fillcolor="black" stroked="f"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LGYMIA&#10;AADdAAAADwAAAGRycy9kb3ducmV2LnhtbERPz2vCMBS+D/Y/hDfwNtNNGVKNUoSx4am6iddn82yK&#10;zUtJstj998tB2PHj+73ajLYXiXzoHCt4mRYgiBunO24VfH+9Py9AhIissXdMCn4pwGb9+LDCUrsb&#10;7ykdYityCIcSFZgYh1LK0BiyGKZuIM7cxXmLMUPfSu3xlsNtL1+L4k1a7Dg3GBxoa6i5Hn6sgnTe&#10;1tUsnZLZ73zVeld/HM+1UpOnsVqCiDTGf/Hd/akVzItZnpvf5Cc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QsZg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mDCcYA&#10;AADdAAAADwAAAGRycy9kb3ducmV2LnhtbESPQWvCQBSE7wX/w/IEb3VjLaLRVYpoqb1o00I9PrLP&#10;bDD7NmS3Mfrr3UKhx2FmvmEWq85WoqXGl44VjIYJCOLc6ZILBV+f28cpCB+QNVaOScGVPKyWvYcF&#10;ptpd+IPaLBQiQtinqMCEUKdS+tyQRT90NXH0Tq6xGKJsCqkbvES4reRTkkykxZLjgsGa1obyc/Zj&#10;FfjRevP9bm+z9vhqeJ/tzORQGKUG/e5lDiJQF/7Df+03reA5Gc/g9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mDC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F60A1" w:rsidRDefault="00AF60A1" w:rsidP="00AF6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F60A1" w:rsidRDefault="00AF60A1" w:rsidP="00AF60A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F60A1" w:rsidRDefault="00AF60A1" w:rsidP="00AF6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F60A1" w:rsidRDefault="00AF60A1" w:rsidP="00AF60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F60A1" w:rsidRPr="00B15ABE" w:rsidRDefault="00AF60A1" w:rsidP="00AF60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№59</w:t>
      </w:r>
    </w:p>
    <w:p w:rsidR="00AF60A1" w:rsidRPr="00715379" w:rsidRDefault="00AF60A1" w:rsidP="00AF60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Нікітчуку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К.В.</w:t>
      </w:r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»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,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Нікітчука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К.В.,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AF60A1" w:rsidRPr="00C12DDA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Костянтину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7404E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0,1512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номер 6823984000:01:019:0016),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ради, 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К.В.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F60A1" w:rsidRPr="00715379" w:rsidRDefault="00AF60A1" w:rsidP="00AF60A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0A1" w:rsidRPr="00715379" w:rsidRDefault="00AF60A1" w:rsidP="00AF60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0A1" w:rsidRDefault="00AF60A1" w:rsidP="00AF60A1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F4109" w:rsidRPr="00AF60A1" w:rsidRDefault="00AF60A1" w:rsidP="00AF60A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F4109" w:rsidRPr="00AF60A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B63" w:rsidRDefault="003E6B63">
      <w:pPr>
        <w:spacing w:after="0" w:line="240" w:lineRule="auto"/>
      </w:pPr>
      <w:r>
        <w:separator/>
      </w:r>
    </w:p>
  </w:endnote>
  <w:endnote w:type="continuationSeparator" w:id="0">
    <w:p w:rsidR="003E6B63" w:rsidRDefault="003E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B63" w:rsidRDefault="003E6B63">
      <w:pPr>
        <w:spacing w:after="0" w:line="240" w:lineRule="auto"/>
      </w:pPr>
      <w:r>
        <w:separator/>
      </w:r>
    </w:p>
  </w:footnote>
  <w:footnote w:type="continuationSeparator" w:id="0">
    <w:p w:rsidR="003E6B63" w:rsidRDefault="003E6B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A1"/>
    <w:rsid w:val="003E6B63"/>
    <w:rsid w:val="0057404E"/>
    <w:rsid w:val="005F4109"/>
    <w:rsid w:val="006D3A5C"/>
    <w:rsid w:val="00AF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A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F60A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F60A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F60A1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A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F60A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F60A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F60A1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2021-02-01T07:06:00Z</dcterms:created>
  <dcterms:modified xsi:type="dcterms:W3CDTF">2021-02-01T07:44:00Z</dcterms:modified>
</cp:coreProperties>
</file>