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E32" w:rsidRPr="00B623A8" w:rsidRDefault="003046AD" w:rsidP="00DE1E3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1E32" w:rsidRDefault="00DE1E32" w:rsidP="00DE1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DE1E32" w:rsidRDefault="00DE1E32" w:rsidP="00DE1E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1E32" w:rsidRDefault="00DE1E32" w:rsidP="00DE1E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№100</w:t>
      </w:r>
    </w:p>
    <w:p w:rsidR="00DE1E32" w:rsidRDefault="00DE1E32" w:rsidP="00DE1E3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E1E32" w:rsidRDefault="00DE1E32" w:rsidP="00DE1E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DE1E32" w:rsidRDefault="00DE1E32" w:rsidP="00DE1E32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DE1E32" w:rsidRDefault="00DE1E32" w:rsidP="00DE1E3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Р.І.</w:t>
      </w:r>
    </w:p>
    <w:p w:rsidR="00DE1E32" w:rsidRDefault="00DE1E32" w:rsidP="00DE1E3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E1E32" w:rsidRDefault="00DE1E32" w:rsidP="00DE1E3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сільська   рада    </w:t>
      </w:r>
    </w:p>
    <w:p w:rsidR="00DE1E32" w:rsidRDefault="00DE1E32" w:rsidP="00DE1E3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E1E32" w:rsidRDefault="00DE1E32" w:rsidP="00DE1E3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0,3000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DE1E32" w:rsidRDefault="00DE1E32" w:rsidP="00DE1E3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Руслану Івановичу,  який зареєстрований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046A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3046A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0,3000 га, кадастровий номер: 6823982100:03:008:0005,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DE1E32" w:rsidRDefault="00DE1E32" w:rsidP="00DE1E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Качаровському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Р.І., якому передана земельна ділянка у власність, посвідчити право власності  в установленому  законом порядку.</w:t>
      </w:r>
    </w:p>
    <w:p w:rsidR="00DE1E32" w:rsidRPr="00DE1E32" w:rsidRDefault="00DE1E32" w:rsidP="00DE1E32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E1E32" w:rsidRDefault="00DE1E32" w:rsidP="00DE1E32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C61CF" w:rsidRPr="00DE1E32" w:rsidRDefault="00DE1E32" w:rsidP="00DE1E3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C61CF" w:rsidRPr="00DE1E32" w:rsidSect="00DE1E32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E1E32"/>
    <w:rsid w:val="00171A2E"/>
    <w:rsid w:val="003046AD"/>
    <w:rsid w:val="00304C90"/>
    <w:rsid w:val="00505B6D"/>
    <w:rsid w:val="006C61CF"/>
    <w:rsid w:val="006D3977"/>
    <w:rsid w:val="007D6C18"/>
    <w:rsid w:val="00D1641A"/>
    <w:rsid w:val="00DE1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E32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E1E3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E1E3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E1E32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295</Words>
  <Characters>1688</Characters>
  <Application>Microsoft Office Word</Application>
  <DocSecurity>0</DocSecurity>
  <Lines>14</Lines>
  <Paragraphs>3</Paragraphs>
  <ScaleCrop>false</ScaleCrop>
  <Company>Microsoft</Company>
  <LinksUpToDate>false</LinksUpToDate>
  <CharactersWithSpaces>1980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2020-12-02T07:16:00Z</dcterms:created>
  <dcterms:modified xsi:type="dcterms:W3CDTF">2020-12-02T07:21:00Z</dcterms:modified>
</cp:coreProperties>
</file>