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8DF" w:rsidRDefault="002468DF" w:rsidP="002468D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8DF" w:rsidRDefault="002468DF" w:rsidP="002468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468DF" w:rsidRDefault="002468DF" w:rsidP="002468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468DF" w:rsidRDefault="002468DF" w:rsidP="002468D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68DF" w:rsidRDefault="002468DF" w:rsidP="002468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468DF" w:rsidRDefault="002468DF" w:rsidP="002468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468DF" w:rsidRDefault="002468DF" w:rsidP="002468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№117</w:t>
      </w:r>
    </w:p>
    <w:p w:rsidR="002468DF" w:rsidRPr="001524CD" w:rsidRDefault="002468DF" w:rsidP="002468DF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 із</w:t>
      </w: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землеустрою щодо встановлення (відновлення)  </w:t>
      </w: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меж земельних ділянок в натурі (на місцевості)</w:t>
      </w: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під проектними польовими  дорогами та передачу </w:t>
      </w: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їх в оренду   ТОВ «Акріс Агро Груп» </w:t>
      </w: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Відповідно до пункту 34 частини 1 статті 26,  статті 42 Закону України «Про місцеве самоврядування в Україні», керуючись Закону України «Про порядок  виділення в натурі (на місцевості) земельних ділянок власникам земельних часток (паїв)»,  Закону України «Про оренду землі», Земельним кодексом України, розглянувши клопотання  ТОВ «Акріс Агро  Груп», сільська рада 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ТОВ «Акріс Агро  Груп», технічну документацію із землеустрою щодо встановлення (відновлення) меж земельних ділянок в натурі (на місцевості)  під  проектними польовими   дорогами, для ведення товарного сільськогосподарського виробництва, які розташовані Хмельницька область, Крупецька сільська  рада за межами населеного пункту с.Лисиче, кадастрові номери: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6823984700:05:004:0010;           6823984700:05:003:0022;           6823984700:05:011:0015;           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6823984700:05:002:0031;           6823984700:04:001:0031;           6823984700:05:013:0077;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6823984700:04:001:0030;           6823984700:05:012:0037.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2. Передати ТОВ «Акріс Агро  Груп» земельні ділянки під проектними польовими дорогами площею: 0,4306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га,;  0,6297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га,;  0,3779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га,; 0,4347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га,; 0,4955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га,; 0,5777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га,; 0,5273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га,; 0,7506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га, для   ведення товарного сільськогосподарського виробництва, які розташовані Хмельницька область, Крупецька сільська  рада за межами населеного пункту с.Лисиче. 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3. Встановити розмір орендної плати 12% від нормативної грошової оцінки земель, строком на 7 (сім) років.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4. ТОВ «Акріс Агро  Груп»  посвідчити своє право  в  установленому  законом  порядку.</w:t>
      </w:r>
    </w:p>
    <w:p w:rsidR="002468DF" w:rsidRPr="001524CD" w:rsidRDefault="002468DF" w:rsidP="002468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5.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468DF" w:rsidRPr="001524CD" w:rsidRDefault="002468DF" w:rsidP="002468D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468DF" w:rsidRPr="001524CD" w:rsidRDefault="002468DF" w:rsidP="002468D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468DF" w:rsidRPr="001524CD" w:rsidRDefault="002468DF" w:rsidP="002468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05EFC" w:rsidRDefault="00905EFC">
      <w:bookmarkStart w:id="0" w:name="_GoBack"/>
      <w:bookmarkEnd w:id="0"/>
    </w:p>
    <w:sectPr w:rsidR="00905EF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DF"/>
    <w:rsid w:val="00171A2E"/>
    <w:rsid w:val="002468DF"/>
    <w:rsid w:val="00304C90"/>
    <w:rsid w:val="00505B6D"/>
    <w:rsid w:val="006D3977"/>
    <w:rsid w:val="007D6C18"/>
    <w:rsid w:val="00905EF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5:docId w15:val="{2B3FB3E0-C782-4E2A-A9D0-9F70822A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8D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468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468D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468D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362</Words>
  <Characters>2066</Characters>
  <Application>Microsoft Office Word</Application>
  <DocSecurity>0</DocSecurity>
  <Lines>17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2021-04-28T12:30:00Z</dcterms:created>
  <dcterms:modified xsi:type="dcterms:W3CDTF">2021-04-28T12:30:00Z</dcterms:modified>
</cp:coreProperties>
</file>