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DD" w:rsidRPr="000E0D80" w:rsidRDefault="00AD6FDD" w:rsidP="00AD6FD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AD6FDD" w:rsidRPr="001869AA" w:rsidRDefault="00AD6FDD" w:rsidP="00AD6FD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576" name="Группа 12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5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9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D8BA1ltXgAAGBZBAAO&#10;AAAAAAAAAAAAAAAAAC4CAABkcnMvZTJvRG9jLnhtbFBLAQItABQABgAIAAAAIQCe02Rt3QAAAAYB&#10;AAAPAAAAAAAAAAAAAAAAAA97AABkcnMvZG93bnJldi54bWxQSwUGAAAAAAQABADzAAAAG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iMcMA&#10;AADeAAAADwAAAGRycy9kb3ducmV2LnhtbERPS2vCQBC+C/0PyxR6042RNhJdQyhtyUEovu5DdkyC&#10;2dmQ3Zr4792C4G0+vuess9G04kq9aywrmM8iEMSl1Q1XCo6H7+kShPPIGlvLpOBGDrLNy2SNqbYD&#10;7+i695UIIexSVFB736VSurImg25mO+LAnW1v0AfYV1L3OIRw08o4ij6kwYZDQ40dfdZUXvZ/RoFd&#10;/BTbUxXvFl+ceM5/l+fTuFXq7XXMVyA8jf4pfrgLHebH70kC/++E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miM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E4MkA&#10;AADeAAAADwAAAGRycy9kb3ducmV2LnhtbESPT0sDMRDF74LfIYzgpdisBdu6Ni1SWP8dCq2C12Ez&#10;blY3kyWJ7dpP3zkUvM3w3rz3m8Vq8J3aU0xtYAO34wIUcR1sy42Bj/fqZg4qZWSLXWAy8EcJVsvL&#10;iwWWNhx4S/tdbpSEcCrRgMu5L7VOtSOPaRx6YtG+QvSYZY2NthEPEu47PSmKqfbYsjQ47GntqP7Z&#10;/XoD39XGfa5nx6c4ut/ScVS9PXevU2Our4bHB1CZhvxvPl+/WMGf3M2EV96RGfTyB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HKE4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2FescA&#10;AADeAAAADwAAAGRycy9kb3ducmV2LnhtbESPzWrDMBCE74W8g9hCLiWR49AmdS2HUJJScgn5eYDF&#10;2lim1spYqu28fVUo9LbLzM43m29G24ieOl87VrCYJyCIS6drrhRcL/vZGoQPyBobx6TgTh42xeQh&#10;x0y7gU/Un0MlYgj7DBWYENpMSl8asujnriWO2s11FkNcu0rqDocYbhuZJsmLtFhzJBhs6d1Q+XX+&#10;thFyXOLxcBsu+48RB9wdDD9tT0pNH8ftG4hAY/g3/11/6lg/fV69wu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thXr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ZJ+scA&#10;AADeAAAADwAAAGRycy9kb3ducmV2LnhtbESPQUsDMRCF70L/Q5iCN5t1sbVsm5bSKojgoVWQ3sJm&#10;uru4mYRk7K7/3jkI3maYN++9b70dfa+umHIXyMD9rACFVAfXUWPg4/35bgkqsyVn+0Bo4AczbDeT&#10;m7WtXBjoiNcTN0pMKFfWQMscK61z3aK3eRYiktwuIXnLsqZGu2QHMfe9Lotiob3tSBJaG3HfYv11&#10;+vYG3oan+Pq4mF/iOT2UOh8cf+7ZmNvpuFuBYhz5X/z3/eKkfjlfCoDgyAx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GSfr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75W8UA&#10;AADeAAAADwAAAGRycy9kb3ducmV2LnhtbESP3YrCMBCF74V9hzDC3sg2VVGkaxRZdBFvxJ8HGJpp&#10;U2wmpYm2+/YbQfBuhnPmfGeW697W4kGtrxwrGCcpCOLc6YpLBdfL7msBwgdkjbVjUvBHHtarj8ES&#10;M+06PtHjHEoRQ9hnqMCE0GRS+tyQRZ+4hjhqhWsthri2pdQtdjHc1nKSpnNpseJIMNjQj6H8dr7b&#10;CDlO8Xgousvut8cOtwfDo81Jqc9hv/kGEagPb/Preq9j/clsMYbnO3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jvl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yFsQA&#10;AADeAAAADwAAAGRycy9kb3ducmV2LnhtbERPTUsDMRC9C/0PYQrebLaLrWVtWkpVEMGDVSi9DZvp&#10;7uJmEpKxu/57Iwje5vE+Z70dXa8uFFPn2cB8VoAirr3tuDHw8f50swKVBNli75kMfFOC7WZytcbK&#10;+oHf6HKQRuUQThUaaEVCpXWqW3KYZj4QZ+7so0PJMDbaRhxyuOt1WRRL7bDj3NBioH1L9efhyxl4&#10;HR7Dy91ycQ6neFvq9GDluBdjrqfj7h6U0Cj/4j/3s83zy8Wq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Ych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HKZMQA&#10;AADeAAAADwAAAGRycy9kb3ducmV2LnhtbERP32vCMBB+H+x/CDfYi8xURZHOKCqEDRREN9jr0Zxt&#10;WXMpSbTdf28EYW/38f28xaq3jbiSD7VjBaNhBoK4cKbmUsH3l36bgwgR2WDjmBT8UYDV8vlpgblx&#10;HR/peoqlSCEcclRQxdjmUoaiIoth6FrixJ2dtxgT9KU0HrsUbhs5zrKZtFhzaqiwpW1Fxe/pYhVs&#10;Dl058YNi07vd+eNnqrXRe63U60u/fgcRqY//4of706T54+l8Avd30g1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RymT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gY78IA&#10;AADeAAAADwAAAGRycy9kb3ducmV2LnhtbERP3WrCMBS+H+wdwhl4N9MVldIZRTYKQ7xR9wCH5thU&#10;m5OSxFrf3giD3Z2P7/cs16PtxEA+tI4VfEwzEMS10y03Cn6P1XsBIkRkjZ1jUnCnAOvV68sSS+1u&#10;vKfhEBuRQjiUqMDE2JdShtqQxTB1PXHiTs5bjAn6RmqPtxRuO5ln2UJabDk1GOzpy1B9OVytgmqb&#10;74bLVfvKbcaZpbk5F99GqcnbuPkEEWmM/+I/949O8/N5MYP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Bjv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T3i8QA&#10;AADeAAAADwAAAGRycy9kb3ducmV2LnhtbERP32vCMBB+H/g/hBN8GTOdoyKdUXQQNnAwpoO9Hs3Z&#10;FptLSaLt/nsjCHu7j+/nLdeDbcWFfGgcK3ieZiCIS2carhT8HPTTAkSIyAZbx6TgjwKsV6OHJRbG&#10;9fxNl32sRArhUKCCOsaukDKUNVkMU9cRJ+7ovMWYoK+k8dincNvKWZbNpcWGU0ONHb3VVJ72Z6tg&#10;+9VXL/6x3A5ud3z/zbU2+lMrNRkPm1cQkYb4L767P0yaP8sXOdzeST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094v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YjA8IA&#10;AADeAAAADwAAAGRycy9kb3ducmV2LnhtbERP3WrCMBS+H+wdwhl4N9MVldIZRTYKQ7yZ7gEOzbGp&#10;NiclibW+vRGE3Z2P7/cs16PtxEA+tI4VfEwzEMS10y03Cv4O1XsBIkRkjZ1jUnCjAOvV68sSS+2u&#10;/EvDPjYihXAoUYGJsS+lDLUhi2HqeuLEHZ23GBP0jdQeryncdjLPsoW02HJqMNjTl6H6vL9YBdU2&#10;3w3ni/aV24wzS3NzKr6NUpO3cfMJItIY/8VP949O8/N5sYDHO+kG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1iMD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QYcMIA&#10;AADeAAAADwAAAGRycy9kb3ducmV2LnhtbERPzWrCQBC+C32HZQredBM1VlI3UgoRPRr7AEN2mgSz&#10;s2l2m8S3dwsFb/Px/c7+MJlWDNS7xrKCeBmBIC6tbrhS8HXNFzsQziNrbC2Tgjs5OGQvsz2m2o58&#10;oaHwlQgh7FJUUHvfpVK6siaDbmk74sB9296gD7CvpO5xDOGmlaso2kqDDYeGGjv6rKm8Fb9GweY+&#10;Hn+K5Bbl2lB8Xndn9mWi1Px1+ngH4WnyT/G/+6TD/FWye4O/d8IN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VBhw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marcUA&#10;AADeAAAADwAAAGRycy9kb3ducmV2LnhtbESPQWvCQBCF74L/YRnBm24MKDZ1FVEU6alN1fOQHZPQ&#10;7GzIrhr/fedQ6G2G9+a9b1ab3jXqQV2oPRuYTRNQxIW3NZcGzt+HyRJUiMgWG89k4EUBNuvhYIWZ&#10;9U/+okceSyUhHDI0UMXYZlqHoiKHYepbYtFuvnMYZe1KbTt8SrhrdJokC+2wZmmosKVdRcVPfncG&#10;7otreubbh/3M96/j2/6wDfpSGjMe9dt3UJH6+G/+uz5ZwU/nS+GVd2QG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yZqt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qPK8YA&#10;AADeAAAADwAAAGRycy9kb3ducmV2LnhtbERPTWvCQBC9F/wPywi91Y22DTF1lSoItYeK2h68jdlp&#10;EpudjdlV4793C4K3ebzPGU1aU4kTNa60rKDfi0AQZ1aXnCv43syfEhDOI2usLJOCCzmYjDsPI0y1&#10;PfOKTmufixDCLkUFhfd1KqXLCjLoerYmDtyvbQz6AJtc6gbPIdxUchBFsTRYcmgosKZZQdnf+mgU&#10;/CyTeLicLl72n187fDb6sNVlrNRjt31/A+Gp9Xfxzf2hw/zBazKE/3fCDXJ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qPK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An/8cA&#10;AADeAAAADwAAAGRycy9kb3ducmV2LnhtbESPzW7CQAyE75X6DitX4lY2TSmCwILaImjFiT+Jq5U1&#10;SdSsN8ouEHj6+lCpN1sez8w3nXeuVhdqQ+XZwEs/AUWce1txYeCwXz6PQIWIbLH2TAZuFGA+e3yY&#10;Ymb9lbd02cVCiQmHDA2UMTaZ1iEvyWHo+4ZYbiffOoyytoW2LV7F3NU6TZKhdlixJJTY0GdJ+c/u&#10;7Azch0fchK/0Y/FqI90Go5Vfb1bG9J669wmoSF38F/99f1upn76NBUBwZAY9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wJ/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XrysQA&#10;AADeAAAADwAAAGRycy9kb3ducmV2LnhtbERPzWrCQBC+F3yHZQre6iYhlpq6ihQFb9a0DzBkp5tg&#10;djbJbk3s03eFQm/z8f3OejvZVlxp8I1jBekiAUFcOd2wUfD5cXh6AeEDssbWMSm4kYftZvawxkK7&#10;kc90LYMRMYR9gQrqELpCSl/VZNEvXEccuS83WAwRDkbqAccYbluZJcmztNhwbKixo7eaqkv5bRX0&#10;Llvqqdzj6bJfvTfG5P3POVdq/jjtXkEEmsK/+M991HF+tlylcH8n3i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F68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TVsQA&#10;AADeAAAADwAAAGRycy9kb3ducmV2LnhtbERPPW/CMBDdkfofrKvUrTgNgoaAgwpSJVagA+NhH0lo&#10;fE5jE9L++rpSJbZ7ep+3XA22ET11vnas4GWcgCDWztRcKvg4vD9nIHxANtg4JgXf5GFVPIyWmBt3&#10;4x31+1CKGMI+RwVVCG0updcVWfRj1xJH7uw6iyHCrpSmw1sMt41Mk2QmLdYcGypsaVOR/txfrYJt&#10;faLpTJ/nNlvr3fHnK0xeL0app8fhbQEi0BDu4n/31sT56XSewt878QZ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rE1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ZPGsYA&#10;AADeAAAADwAAAGRycy9kb3ducmV2LnhtbERPXWvCQBB8L/gfjhX6Vi+mWGr0FC0UKlXBD/R1ya25&#10;YG4v5K4x/vueUOjb7M7OzM503tlKtNT40rGC4SABQZw7XXKh4Hj4fHkH4QOyxsoxKbiTh/ms9zTF&#10;TLsb76jdh0JEE/YZKjAh1JmUPjdk0Q9cTRy5i2sshjg2hdQN3qK5rWSaJG/SYskxwWBNH4by6/7H&#10;Kmhxe0/OZrkZr8p1nm6Xp28d9+q53y0mIAJ14f/4T/2l4/vpaPwKjzoR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IZPG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II9MMA&#10;AADeAAAADwAAAGRycy9kb3ducmV2LnhtbERPTUvDQBC9C/0Pywje7MZQRdNuSxFaPGr04HHMTrNp&#10;szNhd22iv94VBG/zeJ+z2ky+V2cKsRM2cDMvQBE3YjtuDby97q7vQcWEbLEXJgNfFGGznl2ssLIy&#10;8gud69SqHMKxQgMupaHSOjaOPMa5DMSZO0jwmDIMrbYBxxzue10WxZ322HFucDjQo6PmVH96A+O+&#10;+TiWh3frvsMgu/pZjmUvxlxdTtslqERT+hf/uZ9snl/ePizg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II9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9eMUA&#10;AADeAAAADwAAAGRycy9kb3ducmV2LnhtbERP22oCMRB9F/yHMIJvmnXB1m6N4hVKaSle+j7dTHdX&#10;k8myibr9e1Mo9G0O5zrTeWuNuFLjK8cKRsMEBHHudMWFguNhO5iA8AFZo3FMCn7Iw3zW7Uwx0+7G&#10;O7ruQyFiCPsMFZQh1JmUPi/Joh+6mjhy366xGCJsCqkbvMVwa2SaJA/SYsWxocSaViXl5/3FKth+&#10;rM0pfd8tPmVYbR6/zOR1uX5Tqt9rF88gArXhX/znftFxfjp+GsPvO/EG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1r14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L+m8QA&#10;AADeAAAADwAAAGRycy9kb3ducmV2LnhtbERP24rCMBB9X/Afwgi+LJqui6LVKLIgKqzgDXwdm7Et&#10;NpPSZGv9eyMs+DaHc53pvDGFqKlyuWUFX70IBHFidc6pgtNx2R2BcB5ZY2GZFDzIwXzW+phirO2d&#10;91QffCpCCLsYFWTel7GULsnIoOvZkjhwV1sZ9AFWqdQV3kO4KWQ/iobSYM6hIcOSfjJKboc/o6De&#10;/V7Sde3KzW306Qbfl9Vqq89KddrNYgLCU+Pf4n/3Wof5/cF4CK93wg1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y/pv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3PEsUA&#10;AADeAAAADwAAAGRycy9kb3ducmV2LnhtbERPTWsCMRC9C/6HMEJvmnWpoqtRVBB6KajtQW/jZtxd&#10;3EzWJNVtf70pFHqbx/uc+bI1tbiT85VlBcNBAoI4t7riQsHnx7Y/AeEDssbaMin4Jg/LRbczx0zb&#10;B+/pfgiFiCHsM1RQhtBkUvq8JIN+YBviyF2sMxgidIXUDh8x3NQyTZKxNFhxbCixoU1J+fXwZRSs&#10;p5P1bffK7z/784lOx/N1lLpEqZdeu5qBCNSGf/Gf+03H+el4NIXfd+IN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c8SxQAAAN4AAAAPAAAAAAAAAAAAAAAAAJgCAABkcnMv&#10;ZG93bnJldi54bWxQSwUGAAAAAAQABAD1AAAAigMAAAAA&#10;" fillcolor="black" stroked="f"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iMskA&#10;AADeAAAADwAAAGRycy9kb3ducmV2LnhtbESPS2vDMBCE74X8B7GB3hq5hprgRglNH1Boesjj0OPG&#10;2tjC1spYauL213cPhdx22dmZ+Rar0XfqTEN0gQ3czzJQxFWwjmsDh/3b3RxUTMgWu8Bk4IcirJaT&#10;mwWWNlx4S+ddqpWYcCzRQJNSX2odq4Y8xlnoieV2CoPHJOtQazvgRcx9p/MsK7RHx5LQYE/PDVXt&#10;7tsb+Poo3HzrKD9uftevdvPQrj9fWmNup+PTI6hEY7qK/7/frdTPi0IABEdm0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AiiM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qm8MA&#10;AADeAAAADwAAAGRycy9kb3ducmV2LnhtbERPTWsCMRC9F/wPYQRvNauHRVajSEXspQdtxeuwGTfb&#10;3UzWJOrqr28Khd7m8T5nseptK27kQ+1YwWScgSAuna65UvD1uX2dgQgRWWPrmBQ8KMBqOXhZYKHd&#10;nfd0O8RKpBAOBSowMXaFlKE0ZDGMXUecuLPzFmOCvpLa4z2F21ZOsyyXFmtODQY7ejNUNoerVeDX&#10;p03z5OuxyZ4fj7D77i8zNEqNhv16DiJSH//Ff+53neZP83wCv++kG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Zqm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VCp8QA&#10;AADeAAAADwAAAGRycy9kb3ducmV2LnhtbERP22rCQBB9F/oPywh9Ed2Yh7SNrlKEQqFS8PIBY3ZM&#10;gruzITvV2K/vFgp9m8O5znI9eKeu1Mc2sIH5LANFXAXbcm3geHibPoOKgmzRBSYDd4qwXj2Mllja&#10;cOMdXfdSqxTCsUQDjUhXah2rhjzGWeiIE3cOvUdJsK+17fGWwr3TeZYV2mPLqaHBjjYNVZf9lzfg&#10;8pN7+XiKW7kf9Tb79rKbfFpjHsfD6wKU0CD/4j/3u03z86LI4fedd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1Qq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mmZsQA&#10;AADeAAAADwAAAGRycy9kb3ducmV2LnhtbERPTWvCQBC9C/0PyxS86aYRQkldpa0IufRgqngds9Ns&#10;6O5syG417a/vCoK3ebzPWa5HZ8WZhtB5VvA0z0AQN1533CrYf25nzyBCRNZoPZOCXwqwXj1Mllhq&#10;f+EdnevYihTCoUQFJsa+lDI0hhyGue+JE/flB4cxwaGVesBLCndW5llWSIcdpwaDPb0bar7rH6dg&#10;U/c231fmLRwPH6eTrf62dNwoNX0cX19ARBrjXXxzVzrNz4tiAdd30g1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ppm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MJMMA&#10;AADeAAAADwAAAGRycy9kb3ducmV2LnhtbERPTWvCQBC9F/oflil4q7sNJUp0DaVUEHqqxoO3YXdM&#10;otnZkN2a+O+7hUJv83ifsy4n14kbDaH1rOFlrkAQG29brjVUh+3zEkSIyBY7z6ThTgHKzePDGgvr&#10;R/6i2z7WIoVwKFBDE2NfSBlMQw7D3PfEiTv7wWFMcKilHXBM4a6TmVK5dNhyamiwp/eGzHX/7TRc&#10;tvLTG4XmWB3HnV2cPnLqlNazp+ltBSLSFP/Ff+6dTfOzPH+F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WMJ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Ha2MUA&#10;AADeAAAADwAAAGRycy9kb3ducmV2LnhtbERPS2vCQBC+C/6HZQq96aYpBoluRAuF0tKDWkqPY3by&#10;INnZsLtq+u/dgtDbfHzPWW9G04sLOd9aVvA0T0AQl1a3XCv4Or7OliB8QNbYWyYFv+RhU0wna8y1&#10;vfKeLodQixjCPkcFTQhDLqUvGzLo53YgjlxlncEQoauldniN4aaXaZJk0mDLsaHBgV4aKrvD2Sj4&#10;OX9w9fn8vnW78G3Ho+/S07JT6vFh3K5ABBrDv/juftNxfpplC/h7J94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YdrY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6R3cUA&#10;AADeAAAADwAAAGRycy9kb3ducmV2LnhtbERPTWvCQBC9C/6HZYTedGNog0ZX0ULBi6C2B72N2TEJ&#10;ZmfT3a2m/fVuodDbPN7nzJedacSNnK8tKxiPEhDEhdU1lwo+3t+GExA+IGtsLJOCb/KwXPR7c8y1&#10;vfOebodQihjCPkcFVQhtLqUvKjLoR7YljtzFOoMhQldK7fAew00j0yTJpMGaY0OFLb1WVFwPX0bB&#10;ejpZf+6eefuzP5/odDxfX1KXKPU06FYzEIG68C/+c290nJ9mWQa/78Qb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pHdxQAAAN4AAAAPAAAAAAAAAAAAAAAAAJgCAABkcnMv&#10;ZG93bnJldi54bWxQSwUGAAAAAAQABAD1AAAAigMAAAAA&#10;" fillcolor="black" stroked="f"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Q/7MMA&#10;AADeAAAADwAAAGRycy9kb3ducmV2LnhtbERP30vDMBB+H+x/CCf4tqVOqFKXjTIYik/dVHy9Nbem&#10;rLmUJGb1vzeC4Nt9fD9vvZ3sIBL50DtWcLcsQBC3TvfcKXh/2y8eQYSIrHFwTAq+KcB2M5+tsdLu&#10;ygdKx9iJHMKhQgUmxrGSMrSGLIalG4kzd3beYszQd1J7vOZwO8hVUZTSYs+5weBIO0Pt5fhlFaTT&#10;rqnv02cyh1dfd941zx+nRqnbm6l+AhFpiv/iP/eLzvNXZfkA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Q/7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fvl8cA&#10;AADeAAAADwAAAGRycy9kb3ducmV2LnhtbESPQU/DMAyF70j8h8hI3Fi6HSrolk3TBAi4wArSdrQa&#10;r6nWOFUTurJfPx+QdrP1nt/7vFiNvlUD9bEJbGA6yUARV8E2XBv4+X55eAQVE7LFNjAZ+KMIq+Xt&#10;zQILG068paFMtZIQjgUacCl1hdaxcuQxTkJHLNoh9B6TrH2tbY8nCfetnmVZrj02LA0OO9o4qo7l&#10;rzcQp5vn3Yc/Pw37V8ef5bvLv2pnzP3duJ6DSjSmq/n/+s0K/izPhVfekRn08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n75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D6FDD" w:rsidRPr="000E0D80" w:rsidRDefault="00AD6FDD" w:rsidP="00AD6FD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D6FDD" w:rsidRPr="001869AA" w:rsidRDefault="00AD6FDD" w:rsidP="00AD6FD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D6FDD" w:rsidRPr="001869AA" w:rsidRDefault="00AD6FDD" w:rsidP="00AD6FD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D6FDD" w:rsidRPr="001869AA" w:rsidRDefault="00AD6FDD" w:rsidP="00AD6FD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D6FDD" w:rsidRPr="000E0D80" w:rsidRDefault="00AD6FDD" w:rsidP="00AD6FD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eastAsia="uk-UA"/>
        </w:rPr>
      </w:pPr>
    </w:p>
    <w:p w:rsidR="00AD6FDD" w:rsidRPr="001869AA" w:rsidRDefault="00AD6FDD" w:rsidP="00AD6FD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AD6FDD" w:rsidRPr="001869AA" w:rsidRDefault="00AD6FDD" w:rsidP="00AD6FDD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D6FDD" w:rsidRPr="001869AA" w:rsidRDefault="00AD6FDD" w:rsidP="00AD6FD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AD6FDD" w:rsidRPr="001869AA" w:rsidRDefault="00AD6FDD" w:rsidP="00AD6FD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D6FDD" w:rsidRPr="001869AA" w:rsidRDefault="00AD6FDD" w:rsidP="00AD6FD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FDD" w:rsidRDefault="00AD6FDD" w:rsidP="00AD6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62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6FDD" w:rsidRDefault="00AD6FDD" w:rsidP="00AD6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D6FDD" w:rsidRDefault="00AD6FDD" w:rsidP="00AD6FDD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AD6FDD" w:rsidRPr="001869AA" w:rsidRDefault="00AD6FDD" w:rsidP="00AD6FD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D6FDD" w:rsidRDefault="00AD6FDD" w:rsidP="00AD6FDD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AD6FDD" w:rsidRPr="001869AA" w:rsidRDefault="00AD6FDD" w:rsidP="00AD6FDD">
      <w:pPr>
        <w:spacing w:after="0" w:line="240" w:lineRule="auto"/>
        <w:jc w:val="center"/>
        <w:rPr>
          <w:rFonts w:ascii="Times New Roman" w:hAnsi="Times New Roman"/>
        </w:rPr>
      </w:pPr>
    </w:p>
    <w:p w:rsidR="00AD6FDD" w:rsidRDefault="00AD6FDD" w:rsidP="00AD6FD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</w:t>
      </w:r>
      <w:r>
        <w:rPr>
          <w:rFonts w:ascii="Times New Roman" w:hAnsi="Times New Roman"/>
          <w:sz w:val="24"/>
        </w:rPr>
        <w:t xml:space="preserve">                     №____</w:t>
      </w:r>
    </w:p>
    <w:p w:rsidR="00AD6FDD" w:rsidRPr="002E4653" w:rsidRDefault="00AD6FDD" w:rsidP="00AD6FD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D6FDD" w:rsidRPr="008E2C07" w:rsidRDefault="00AD6FDD" w:rsidP="00AD6FDD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AD6FDD" w:rsidRPr="008E2C07" w:rsidRDefault="00AD6FDD" w:rsidP="00AD6FDD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AD6FDD" w:rsidRPr="008E2C07" w:rsidRDefault="00AD6FDD" w:rsidP="00AD6FDD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AD6FDD" w:rsidRPr="008E2C07" w:rsidRDefault="00AD6FDD" w:rsidP="00AD6FDD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>)</w:t>
      </w:r>
    </w:p>
    <w:p w:rsidR="00AD6FDD" w:rsidRDefault="00AD6FDD" w:rsidP="00AD6FDD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Іванюку О.М.</w:t>
      </w:r>
    </w:p>
    <w:p w:rsidR="00AD6FDD" w:rsidRPr="008E2C07" w:rsidRDefault="00AD6FDD" w:rsidP="00AD6FDD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AD6FDD" w:rsidRPr="008E2C07" w:rsidRDefault="00AD6FDD" w:rsidP="00AD6FDD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заяву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Іванюка</w:t>
      </w:r>
      <w:proofErr w:type="spellEnd"/>
      <w:r>
        <w:rPr>
          <w:rFonts w:ascii="Times New Roman" w:hAnsi="Times New Roman"/>
          <w:sz w:val="24"/>
          <w:lang w:val="ru-RU"/>
        </w:rPr>
        <w:t xml:space="preserve"> О.М.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</w:t>
      </w:r>
    </w:p>
    <w:p w:rsidR="00AD6FDD" w:rsidRPr="008E2C07" w:rsidRDefault="00AD6FDD" w:rsidP="00AD6FDD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AD6FDD" w:rsidRPr="008E2C07" w:rsidRDefault="00AD6FDD" w:rsidP="00AD6FDD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6FDD" w:rsidRPr="00A80768" w:rsidRDefault="00AD6FDD" w:rsidP="00AD6FD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Іванюку Олександру Миколайовичу</w:t>
      </w:r>
      <w:r w:rsidRPr="00CE2369">
        <w:rPr>
          <w:rFonts w:ascii="Times New Roman" w:hAnsi="Times New Roman"/>
          <w:sz w:val="24"/>
        </w:rPr>
        <w:t>, як</w:t>
      </w:r>
      <w:r>
        <w:rPr>
          <w:rFonts w:ascii="Times New Roman" w:hAnsi="Times New Roman"/>
          <w:sz w:val="24"/>
        </w:rPr>
        <w:t xml:space="preserve">ий зареєстрований за адресою: </w:t>
      </w:r>
      <w:r w:rsidR="00A11291">
        <w:rPr>
          <w:rFonts w:ascii="Times New Roman" w:hAnsi="Times New Roman"/>
          <w:sz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E2369">
        <w:rPr>
          <w:rFonts w:ascii="Times New Roman" w:hAnsi="Times New Roman"/>
          <w:sz w:val="24"/>
        </w:rPr>
        <w:t xml:space="preserve"> дозвіл на розробку </w:t>
      </w:r>
      <w:proofErr w:type="gramStart"/>
      <w:r w:rsidRPr="00CE2369">
        <w:rPr>
          <w:rFonts w:ascii="Times New Roman" w:hAnsi="Times New Roman"/>
          <w:sz w:val="24"/>
        </w:rPr>
        <w:t>техн</w:t>
      </w:r>
      <w:proofErr w:type="gramEnd"/>
      <w:r w:rsidRPr="00CE2369">
        <w:rPr>
          <w:rFonts w:ascii="Times New Roman" w:hAnsi="Times New Roman"/>
          <w:sz w:val="24"/>
        </w:rPr>
        <w:t>ічної документації із землеустрою щодо встановлення (відновлення) меж земельної ділянки в натурі (на мі</w:t>
      </w:r>
      <w:r>
        <w:rPr>
          <w:rFonts w:ascii="Times New Roman" w:hAnsi="Times New Roman"/>
          <w:sz w:val="24"/>
        </w:rPr>
        <w:t>сцевості)</w:t>
      </w:r>
      <w:r w:rsidRPr="004151C9">
        <w:rPr>
          <w:rFonts w:ascii="Times New Roman" w:hAnsi="Times New Roman"/>
          <w:sz w:val="24"/>
        </w:rPr>
        <w:t>,  для</w:t>
      </w:r>
      <w:r>
        <w:rPr>
          <w:rFonts w:ascii="Times New Roman" w:hAnsi="Times New Roman"/>
          <w:sz w:val="24"/>
        </w:rPr>
        <w:t xml:space="preserve"> ведення товарного сільськогосподарського виробництва, 5,22 в умовних кадастрових гектарах</w:t>
      </w:r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сертифікат на право  на земельну частку (пай) Серія ХМ №0318970, </w:t>
      </w:r>
      <w:r w:rsidRPr="004151C9">
        <w:rPr>
          <w:rFonts w:ascii="Times New Roman" w:hAnsi="Times New Roman"/>
          <w:sz w:val="24"/>
        </w:rPr>
        <w:t xml:space="preserve"> земельна</w:t>
      </w:r>
      <w:r>
        <w:rPr>
          <w:rFonts w:ascii="Times New Roman" w:hAnsi="Times New Roman"/>
          <w:sz w:val="24"/>
        </w:rPr>
        <w:t xml:space="preserve"> ділянка  розташована на території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сільської ради.</w:t>
      </w:r>
    </w:p>
    <w:p w:rsidR="00AD6FDD" w:rsidRPr="001A3C69" w:rsidRDefault="00AD6FDD" w:rsidP="00AD6FD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E2369">
        <w:rPr>
          <w:rFonts w:ascii="Times New Roman" w:hAnsi="Times New Roman"/>
          <w:sz w:val="24"/>
        </w:rPr>
        <w:t xml:space="preserve">    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Іванюку О.М.</w:t>
      </w:r>
      <w:r w:rsidRPr="001A3C69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D6FDD" w:rsidRPr="008E2C07" w:rsidRDefault="00AD6FDD" w:rsidP="00AD6FD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D6FDD" w:rsidRPr="004151C9" w:rsidRDefault="00AD6FDD" w:rsidP="00AD6FD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151C9">
        <w:rPr>
          <w:rFonts w:ascii="Times New Roman" w:hAnsi="Times New Roman"/>
          <w:sz w:val="24"/>
        </w:rPr>
        <w:t xml:space="preserve"> </w:t>
      </w:r>
    </w:p>
    <w:p w:rsidR="00AD6FDD" w:rsidRPr="00917C04" w:rsidRDefault="00AD6FDD" w:rsidP="00AD6FD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D6FDD" w:rsidRPr="00052E82" w:rsidRDefault="00AD6FDD" w:rsidP="00AD6FD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D6FDD" w:rsidRDefault="00AD6FDD" w:rsidP="00AD6FD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48227B" w:rsidRDefault="0048227B"/>
    <w:sectPr w:rsidR="0048227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DD"/>
    <w:rsid w:val="00171A2E"/>
    <w:rsid w:val="00304C90"/>
    <w:rsid w:val="0048227B"/>
    <w:rsid w:val="00505B6D"/>
    <w:rsid w:val="006D3977"/>
    <w:rsid w:val="007D6C18"/>
    <w:rsid w:val="00A11291"/>
    <w:rsid w:val="00AD6FD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FD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FD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2020-11-17T16:33:00Z</dcterms:created>
  <dcterms:modified xsi:type="dcterms:W3CDTF">2020-11-18T07:13:00Z</dcterms:modified>
</cp:coreProperties>
</file>