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D04" w:rsidRPr="00694EED" w:rsidRDefault="002C5D04" w:rsidP="002C5D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ПРОЕКТ</w:t>
      </w:r>
    </w:p>
    <w:p w:rsidR="002C5D04" w:rsidRPr="00694EED" w:rsidRDefault="002C5D04" w:rsidP="002C5D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694EED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D6BEC8" wp14:editId="2B61D55A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6391" name="Группа 16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639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D04" w:rsidRDefault="002C5D04" w:rsidP="002C5D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9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5D04" w:rsidRDefault="002C5D04" w:rsidP="002C5D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9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D04" w:rsidRDefault="002C5D04" w:rsidP="002C5D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9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5D04" w:rsidRDefault="002C5D04" w:rsidP="002C5D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9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D04" w:rsidRDefault="002C5D04" w:rsidP="002C5D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9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5D04" w:rsidRDefault="002C5D04" w:rsidP="002C5D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9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D04" w:rsidRDefault="002C5D04" w:rsidP="002C5D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9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5D04" w:rsidRDefault="002C5D04" w:rsidP="002C5D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0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D04" w:rsidRDefault="002C5D04" w:rsidP="002C5D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0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5D04" w:rsidRDefault="002C5D04" w:rsidP="002C5D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0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D04" w:rsidRDefault="002C5D04" w:rsidP="002C5D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0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5D04" w:rsidRDefault="002C5D04" w:rsidP="002C5D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0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D04" w:rsidRDefault="002C5D04" w:rsidP="002C5D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0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5D04" w:rsidRDefault="002C5D04" w:rsidP="002C5D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0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D04" w:rsidRDefault="002C5D04" w:rsidP="002C5D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0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5D04" w:rsidRDefault="002C5D04" w:rsidP="002C5D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0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D04" w:rsidRDefault="002C5D04" w:rsidP="002C5D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0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5D04" w:rsidRDefault="002C5D04" w:rsidP="002C5D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1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D04" w:rsidRDefault="002C5D04" w:rsidP="002C5D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1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5D04" w:rsidRDefault="002C5D04" w:rsidP="002C5D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1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D04" w:rsidRDefault="002C5D04" w:rsidP="002C5D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1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D04" w:rsidRDefault="002C5D04" w:rsidP="002C5D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1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D04" w:rsidRDefault="002C5D04" w:rsidP="002C5D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1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D04" w:rsidRDefault="002C5D04" w:rsidP="002C5D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1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D04" w:rsidRDefault="002C5D04" w:rsidP="002C5D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1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D04" w:rsidRDefault="002C5D04" w:rsidP="002C5D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1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D04" w:rsidRDefault="002C5D04" w:rsidP="002C5D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1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D04" w:rsidRDefault="002C5D04" w:rsidP="002C5D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2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D04" w:rsidRDefault="002C5D04" w:rsidP="002C5D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2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D04" w:rsidRDefault="002C5D04" w:rsidP="002C5D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391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xZIcQA&#10;AADeAAAADwAAAGRycy9kb3ducmV2LnhtbERPTWuDQBC9B/oflgn0lqxRsKl1FSlt8RAoSZr74E5U&#10;6s6Ku03sv88GCr3N431OXs5mEBeaXG9ZwWYdgSBurO65VfB1fF9tQTiPrHGwTAp+yUFZPCxyzLS9&#10;8p4uB9+KEMIuQwWd92MmpWs6MujWdiQO3NlOBn2AUyv1hNcQbgYZR1EqDfYcGjoc6bWj5vvwYxTY&#10;5KPendp4n7zxk+fqc3s+zTulHpdz9QLC0+z/xX/uWof5afIcw/2dcIMs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58WSH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C5D04" w:rsidRDefault="002C5D04" w:rsidP="002C5D04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ROGccA&#10;AADeAAAADwAAAGRycy9kb3ducmV2LnhtbERPTWsCMRC9F/ofwhS8SM22wlq3RhFhtfUgaAu9Dpvp&#10;ZutmsiRRt/76plDobR7vc2aL3rbiTD40jhU8jDIQxJXTDdcK3t/K+ycQISJrbB2Tgm8KsJjf3syw&#10;0O7CezofYi1SCIcCFZgYu0LKUBmyGEauI07cp/MWY4K+ltrjJYXbVj5mWS4tNpwaDHa0MlQdDyer&#10;4KvcmY/V5Lr2w+mersNyu2lfc6UGd/3yGUSkPv6L/9wvOs3Px9Mx/L6Tbp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P0Thn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C5D04" w:rsidRDefault="002C5D04" w:rsidP="002C5D04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5ybMUA&#10;AADeAAAADwAAAGRycy9kb3ducmV2LnhtbESP3YrCMBCF7xd8hzCCN4um6iJajSKii3gj/jzA0IxN&#10;sZmUJtr69mZB2LsZzpnznVmsWluKJ9W+cKxgOEhAEGdOF5wruF52/SkIH5A1lo5JwYs8rJadrwWm&#10;2jV8ouc55CKGsE9RgQmhSqX0mSGLfuAq4qjdXG0xxLXOpa6xieG2lKMkmUiLBUeCwYo2hrL7+WEj&#10;5DjG4+HWXHa/LTa4PRj+Xp+U6nXb9RxEoDb8mz/Xex3rT8azH/h7J84gl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DnJs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C5D04" w:rsidRDefault="002C5D04" w:rsidP="002C5D04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bCzcUA&#10;AADeAAAADwAAAGRycy9kb3ducmV2LnhtbERPTUsDMRC9C/6HMII3m7Xa1a5NS6kKUvBgFaS3YTPd&#10;XbqZhGTsrv/eCIK3ebzPWaxG16sTxdR5NnA9KUAR19523Bj4eH++ugeVBNli75kMfFOC1fL8bIGV&#10;9QO/0WknjcohnCo00IqESutUt+QwTXwgztzBR4eSYWy0jTjkcNfraVGU2mHHuaHFQJuW6uPuyxl4&#10;HZ7C9q6cHcI+3k51erTyuRFjLi/G9QMooVH+xX/uF5vnlzfzGfy+k2/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xsLN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C5D04" w:rsidRDefault="002C5D04" w:rsidP="002C5D04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BJgMUA&#10;AADeAAAADwAAAGRycy9kb3ducmV2LnhtbESP0YrCMBBF34X9hzCCL6KpKxS3GkWWdRFfpLofMDRj&#10;U2wmpYm2/v1GEHyb4d65585q09ta3Kn1lWMFs2kCgrhwuuJSwd95N1mA8AFZY+2YFDzIw2b9MVhh&#10;pl3HOd1PoRQxhH2GCkwITSalLwxZ9FPXEEft4lqLIa5tKXWLXQy3tfxMklRarDgSDDb0bai4nm42&#10;Qo5zPB4u3Xn322OHPwfD422u1GjYb5cgAvXhbX5d73Wsn86/Uni+E2e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kEmA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C5D04" w:rsidRDefault="002C5D04" w:rsidP="002C5D04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j5IcUA&#10;AADeAAAADwAAAGRycy9kb3ducmV2LnhtbERPTUsDMRC9C/0PYQRvNmvVra5Ni1QFKXiwCqW3YTPd&#10;XbqZhGTsrv/eCIK3ebzPWaxG16sTxdR5NnA1LUAR19523Bj4/Hi5vAOVBNli75kMfFOC1XJytsDK&#10;+oHf6bSVRuUQThUaaEVCpXWqW3KYpj4QZ+7go0PJMDbaRhxyuOv1rChK7bDj3NBioHVL9XH75Qy8&#10;Dc9hMy9vD2Efb2Y6PVnZrcWYi/Px8QGU0Cj/4j/3q83zy+v7Ofy+k2/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WPkh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C5D04" w:rsidRDefault="002C5D04" w:rsidP="002C5D04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JwusgA&#10;AADeAAAADwAAAGRycy9kb3ducmV2LnhtbESPT0sDMRDF74LfIYzgRWxWi0W3TYsVgoKF0j/gddhM&#10;d5duJksSu+u3dw6Ctxnem/d+s1iNvlMXiqkNbOBhUoAiroJruTZwPNj7Z1ApIzvsApOBH0qwWl5f&#10;LbB0YeAdXfa5VhLCqUQDTc59qXWqGvKYJqEnFu0Uoscsa6y1izhIuO/0Y1HMtMeWpaHBnt4aqs77&#10;b29gvR3qabyr1mP4PL1/PVnr7MYac3szvs5BZRrzv/nv+sMJ/mz6Irzyjsygl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wnC6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C5D04" w:rsidRDefault="002C5D04" w:rsidP="002C5D04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6f3sMA&#10;AADeAAAADwAAAGRycy9kb3ducmV2LnhtbERP22oCMRB9L/gPYYS+1ay2FV2NIspCKX3x8gHDZtys&#10;biZLEtf1702h0Lc5nOss171tREc+1I4VjEcZCOLS6ZorBadj8TYDESKyxsYxKXhQgPVq8LLEXLs7&#10;76k7xEqkEA45KjAxtrmUoTRkMYxcS5y4s/MWY4K+ktrjPYXbRk6ybCot1pwaDLa0NVReDzeroPie&#10;/HTXm/aF2/Qflj7NZbYzSr0O+80CRKQ+/ov/3F86zZ++z+fw+066Qa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6f3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C5D04" w:rsidRDefault="002C5D04" w:rsidP="002C5D04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QkXsgA&#10;AADeAAAADwAAAGRycy9kb3ducmV2LnhtbESPT2vDMAzF74N9B6PBLqN19q+UrG5ZB6aFDcbawq4i&#10;VpOwWA6222TfvjoMdpPQ03vvt1iNvlNniqkNbOB+WoAiroJruTZw2NvJHFTKyA67wGTglxKsltdX&#10;CyxdGPiLzrtcKzHhVKKBJue+1DpVDXlM09ATy+0Yoscsa6y1iziIue/0Q1HMtMeWJaHBnt4aqn52&#10;J29g/TnUj/GuWo/h/bj5frbW2Q9rzO3N+PoCKtOY/8V/31sn9WdPhQAIjsygl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VFCRe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C5D04" w:rsidRDefault="002C5D04" w:rsidP="002C5D04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jLOsEA&#10;AADeAAAADwAAAGRycy9kb3ducmV2LnhtbERPzYrCMBC+L/gOYQRva6qoSDWKuBQW2YvuPsDQjE21&#10;mZQk1vr2ZkHwNh/f76y3vW1ERz7UjhVMxhkI4tLpmisFf7/F5xJEiMgaG8ek4EEBtpvBxxpz7e58&#10;pO4UK5FCOOSowMTY5lKG0pDFMHYtceLOzluMCfpKao/3FG4bOc2yhbRYc2ow2NLeUHk93ayC4jD9&#10;6a437Qu362eW5uay/DJKjYb9bgUiUh/f4pf7W6f5i1k2gf930g1y8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JoyzrBAAAA3g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C5D04" w:rsidRDefault="002C5D04" w:rsidP="002C5D04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TLpcIA&#10;AADeAAAADwAAAGRycy9kb3ducmV2LnhtbERPzWqDQBC+B/oOywR6i7vaRIpxE0ohpTnW9gEGd6qi&#10;O2vdbTRv3w0EepuP73fK42IHcaHJd441pIkCQVw703Gj4evztHkG4QOywcExabiSh+PhYVViYdzM&#10;H3SpQiNiCPsCNbQhjIWUvm7Jok/cSBy5bzdZDBFOjTQTzjHcDjJTKpcWO44NLY702lLdV79Ww/Y6&#10;v/1Uu16djKX0/DSeOdQ7rR/Xy8seRKAl/Ivv7ncT5+dblcHtnXiDP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dMul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C5D04" w:rsidRDefault="002C5D04" w:rsidP="002C5D04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p4kcQA&#10;AADeAAAADwAAAGRycy9kb3ducmV2LnhtbERPTWvCQBC9F/wPywi91Y2xBBtdQzBYSk81Ws9DdkyC&#10;2dmQXTX++26h0Ns83uess9F04kaDay0rmM8iEMSV1S3XCo6H3csShPPIGjvLpOBBDrLN5GmNqbZ3&#10;3tOt9LUIIexSVNB436dSuqohg25me+LAne1g0Ac41FIPeA/hppNxFCXSYMuhocGetg1Vl/JqFFyT&#10;U3zk86f+KovH+1uxy538rpV6no75CoSn0f+L/9wfOsxPXqMF/L4Tbp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6eJH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C5D04" w:rsidRDefault="002C5D04" w:rsidP="002C5D04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xQ+MYA&#10;AADeAAAADwAAAGRycy9kb3ducmV2LnhtbERPS2vCQBC+F/oflil4aza1IWjqKioUrIdKfRx6G7Nj&#10;kpqdjdmtpv/eFYTe5uN7zmjSmVqcqXWVZQUvUQyCOLe64kLBdvP+PADhPLLG2jIp+CMHk/Hjwwgz&#10;bS/8Ree1L0QIYZehgtL7JpPS5SUZdJFtiAN3sK1BH2BbSN3iJYSbWvbjOJUGKw4NJTY0Lyk/rn+N&#10;gt1qkA5Xs4/kZ/m5x1ejT9+6SpXqPXXTNxCeOv8vvrsXOsxPkziB2zvhBjm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bxQ+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C5D04" w:rsidRDefault="002C5D04" w:rsidP="002C5D04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li98UA&#10;AADeAAAADwAAAGRycy9kb3ducmV2LnhtbERPS2vCQBC+C/0PyxR60019hJC6SlsxFU/RFnodstMk&#10;NDsbslsT/fVdQfA2H99zluvBNOJEnastK3ieRCCIC6trLhV8fW7HCQjnkTU2lknBmRysVw+jJaba&#10;9nyg09GXIoSwS1FB5X2bSumKigy6iW2JA/djO4M+wK6UusM+hJtGTqMolgZrDg0VtvReUfF7/DMK&#10;LvE35u5j+raZaU/neZLZfZ4p9fQ4vL6A8DT4u/jm3ukwP55HC7i+E26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CWL3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C5D04" w:rsidRDefault="002C5D04" w:rsidP="002C5D04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KVLsMA&#10;AADeAAAADwAAAGRycy9kb3ducmV2LnhtbERPzWrCQBC+C32HZYTedKPE0MasUooFb9a0DzBkx01I&#10;djZmtxp9erdQ6G0+vt8ptqPtxIUG3zhWsJgnIIgrpxs2Cr6/PmYvIHxA1tg5JgU38rDdPE0KzLW7&#10;8pEuZTAihrDPUUEdQp9L6auaLPq564kjd3KDxRDhYKQe8BrDbSeXSZJJiw3Hhhp7eq+passfq+Ds&#10;lis9ljs8tLvXz8aY9Hw/pko9T8e3NYhAY/gX/7n3Os7P0iSD33fiDXL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KVL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C5D04" w:rsidRDefault="002C5D04" w:rsidP="002C5D04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JWXsMA&#10;AADeAAAADwAAAGRycy9kb3ducmV2LnhtbERPyW7CMBC9I/EP1iD1Bg60BAgY1FaqxJXlwHGwhyQQ&#10;j9PYhZSvx0iVepunt85i1dpKXKnxpWMFw0ECglg7U3KuYL/76k9B+IBssHJMCn7Jw2rZ7SwwM+7G&#10;G7puQy5iCPsMFRQh1JmUXhdk0Q9cTRy5k2sshgibXJoGbzHcVnKUJKm0WHJsKLCmz4L0ZftjFazL&#10;I41TfZrZ6YfeHO7f4XVyNkq99Nr3OYhAbfgX/7nXJs5P35IJPN+JN8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RJWX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C5D04" w:rsidRDefault="002C5D04" w:rsidP="002C5D04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w7+8UA&#10;AADeAAAADwAAAGRycy9kb3ducmV2LnhtbERPTUsDMRC9F/ofwgje2sQiRdemxRYEpbVgFb0Om3Gz&#10;uJksm7jd/vvOodDbzPuaN4vVEBrVU5fqyBbupgYUcRldzZWFr8+XyQOolJEdNpHJwokSrJbj0QIL&#10;F4/8Qf0hV0pCOBVowefcFlqn0lPANI0tsXC/sQuYZe0q7To8Snho9MyYuQ5Ys1zw2NLGU/l3+A8W&#10;etyfzI9fvz++1btytl9/b53g9vZmeH4ClWnIV/HF/eqk/vzeSF95R2bQy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rDv7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C5D04" w:rsidRDefault="002C5D04" w:rsidP="002C5D04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1B+sMA&#10;AADeAAAADwAAAGRycy9kb3ducmV2LnhtbERPTUvDQBC9C/0PyxS82U2DFI3dllKoeNToweOYnWZT&#10;szNhd9tEf70rCN7m8T5nvZ18ry4UYidsYLkoQBE3YjtuDby9Hm7uQMWEbLEXJgNfFGG7mV2tsbIy&#10;8gtd6tSqHMKxQgMupaHSOjaOPMaFDMSZO0rwmDIMrbYBxxzue10WxUp77Dg3OBxo76j5rM/ewPjY&#10;fJzK47t132GQQ/0sp7IXY67n0+4BVKIp/Yv/3E82z1/dFv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e1B+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C5D04" w:rsidRDefault="002C5D04" w:rsidP="002C5D04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ZurcgA&#10;AADeAAAADwAAAGRycy9kb3ducmV2LnhtbESPT2sCQQzF70K/w5BCbzqrFCuro1itUKRS/HdPd9Ld&#10;bWcyy85U12/fHAq9JeTlvfebLTrv1IXaWAc2MBxkoIiLYGsuDZyOm/4EVEzIFl1gMnCjCIv5XW+G&#10;uQ1X3tPlkEolJhxzNFCl1ORax6Iij3EQGmK5fYbWY5K1LbVt8Srm3ulRlo21x5olocKGVhUV34cf&#10;b2DzvnZfo91+edZp9fL04Sbb5/WbMQ/33XIKKlGX/sV/369W6o8fhwIgODKDnv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F9m6t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C5D04" w:rsidRDefault="002C5D04" w:rsidP="002C5D04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wWosUA&#10;AADeAAAADwAAAGRycy9kb3ducmV2LnhtbERP22rCQBB9L/gPywi+FN1Eq0h0FSkULSh4A1/H7JgE&#10;s7Mhu8b0791CoW9zONeZL1tTioZqV1hWEA8iEMSp1QVnCs6nr/4UhPPIGkvLpOCHHCwXnbc5Jto+&#10;+UDN0WcihLBLUEHufZVI6dKcDLqBrYgDd7O1QR9gnUld4zOEm1IOo2giDRYcGnKs6DOn9H58GAXN&#10;fnvNNo2rvu/TdzceXdfrnb4o1eu2qxkIT63/F/+5NzrMn3zEMfy+E26Qi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TBai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C5D04" w:rsidRDefault="002C5D04" w:rsidP="002C5D04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2yMUA&#10;AADeAAAADwAAAGRycy9kb3ducmV2LnhtbERPTWsCMRC9F/ofwhS81ayLFV2NooLQS0FtD3obN+Pu&#10;4mayJlG3/nojFHqbx/ucyaw1tbiS85VlBb1uAoI4t7riQsHP9+p9CMIHZI21ZVLwSx5m09eXCWba&#10;3nhD120oRAxhn6GCMoQmk9LnJRn0XdsQR+5oncEQoSukdniL4aaWaZIMpMGKY0OJDS1Lyk/bi1Gw&#10;GA0X53Wfv+6bw572u8PpI3WJUp23dj4GEagN/+I/96eO8wf9XgrPd+IN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8vbIxQAAAN4AAAAPAAAAAAAAAAAAAAAAAJgCAABkcnMv&#10;ZG93bnJldi54bWxQSwUGAAAAAAQABAD1AAAAigMAAAAA&#10;" fillcolor="black" stroked="f">
                  <v:textbox>
                    <w:txbxContent>
                      <w:p w:rsidR="002C5D04" w:rsidRDefault="002C5D04" w:rsidP="002C5D04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1dU8YA&#10;AADeAAAADwAAAGRycy9kb3ducmV2LnhtbERPS2vCQBC+F/wPyxR6qxutDZK6irYVhOrBx8HjNDtN&#10;lmRnQ3arsb++Kwje5uN7zmTW2VqcqPXGsYJBPwFBnDttuFBw2C+fxyB8QNZYOyYFF/Iwm/YeJphp&#10;d+YtnXahEDGEfYYKyhCaTEqfl2TR911DHLkf11oMEbaF1C2eY7it5TBJUmnRcGwosaH3kvJq92sV&#10;HL9SM94aGn6v/xafev1aLTYflVJPj938DUSgLtzFN/dKx/npaPAC13fiDXL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n1dU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C5D04" w:rsidRDefault="002C5D04" w:rsidP="002C5D04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aoFcQA&#10;AADeAAAADwAAAGRycy9kb3ducmV2LnhtbERPS2sCMRC+C/0PYQq9aVYRka1RRJH20kN94HXYTDfr&#10;biZrEnX11zeFgrf5+J4zW3S2EVfyoXKsYDjIQBAXTldcKtjvNv0piBCRNTaOScGdAizmL70Z5trd&#10;+Juu21iKFMIhRwUmxjaXMhSGLIaBa4kT9+O8xZigL6X2eEvhtpGjLJtIixWnBoMtrQwV9fZiFfjl&#10;cV0/+HKos8fXPXycuvMUjVJvr93yHUSkLj7F/+5PneZPxsMx/L2Tbp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GqBX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C5D04" w:rsidRDefault="002C5D04" w:rsidP="002C5D04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u7xcQA&#10;AADeAAAADwAAAGRycy9kb3ducmV2LnhtbERP22oCMRB9L/gPYQq+lJpVWtuuRpGCUFAErR8w3Yy7&#10;S5PJspnq6tcboeDbHM51pvPOO3WkNtaBDQwHGSjiItiaSwP77+XzO6goyBZdYDJwpgjzWe9hirkN&#10;J97ScSelSiEcczRQiTS51rGoyGMchIY4cYfQepQE21LbFk8p3Ds9yrKx9lhzaqiwoc+Kit/dnzfg&#10;Rj/uY/UW13Le63V28bJ92lhj+o/dYgJKqJO7+N/9ZdP88cvwFW7vpBv0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7u8X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C5D04" w:rsidRDefault="002C5D04" w:rsidP="002C5D04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lk6MQA&#10;AADeAAAADwAAAGRycy9kb3ducmV2LnhtbERPTWvCQBC9C/0PyxR6041SgqSu0laEXHpoTPE6Zsds&#10;cHc2ZLea+uvdQqG3ebzPWW1GZ8WFhtB5VjCfZSCIG687bhXU+910CSJEZI3WMyn4oQCb9cNkhYX2&#10;V/6kSxVbkUI4FKjAxNgXUobGkMMw8z1x4k5+cBgTHFqpB7ymcGflIsty6bDj1GCwp3dDzbn6dgq2&#10;VW8XdWnewuHr43i05W1Hh61ST4/j6wuISGP8F/+5S53m58/zHH7fSTf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5ZOj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C5D04" w:rsidRDefault="002C5D04" w:rsidP="002C5D04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zRcMA&#10;AADeAAAADwAAAGRycy9kb3ducmV2LnhtbERPTWvCQBC9F/oflin0VncjJUrqGoooCJ5q9dDbsDsm&#10;sdnZkF1N/PddQehtHu9zFuXoWnGlPjSeNWQTBYLYeNtwpeHwvXmbgwgR2WLrmTTcKEC5fH5aYGH9&#10;wF903cdKpBAOBWqoY+wKKYOpyWGY+I44cSffO4wJ9pW0PQ4p3LVyqlQuHTacGmrsaFWT+d1fnIbz&#10;Ru68UWiOh+OwtbOfdU6t0vr1Zfz8ABFpjP/ih3tr0/z8PZvB/Z10g1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BzR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C5D04" w:rsidRDefault="002C5D04" w:rsidP="002C5D04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cUUMcA&#10;AADeAAAADwAAAGRycy9kb3ducmV2LnhtbESPQWvCQBCF74X+h2WE3upGW0RSV7GCUFo8GEvpccyO&#10;SUh2Nuyumv77zkHwNsN78943i9XgOnWhEBvPBibjDBRx6W3DlYHvw/Z5DiomZIudZzLwRxFWy8eH&#10;BebWX3lPlyJVSkI45migTqnPtY5lTQ7j2PfEop18cJhkDZW2Aa8S7jo9zbKZdtiwNNTY06amsi3O&#10;zsDv+YtPu5fPdXhPP344xHZ6nLfGPI2G9RuoREO6m2/XH1bwZ68T4ZV3ZAa9/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LHFFD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C5D04" w:rsidRDefault="002C5D04" w:rsidP="002C5D04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ZkucUA&#10;AADeAAAADwAAAGRycy9kb3ducmV2LnhtbERPS2sCMRC+F/ofwhS81axiRVejVEHopeDroLdxM+4u&#10;bibbJOrWX28Ewdt8fM8ZTxtTiQs5X1pW0GknIIgzq0vOFWw3i88BCB+QNVaWScE/eZhO3t/GmGp7&#10;5RVd1iEXMYR9igqKEOpUSp8VZNC3bU0cuaN1BkOELpfa4TWGm0p2k6QvDZYcGwqsaV5QdlqfjYLZ&#10;cDD7W/b497Y67Gm/O5y+ui5RqvXRfI9ABGrCS/x0/+g4v9/rDOHxTrxBT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VmS5xQAAAN4AAAAPAAAAAAAAAAAAAAAAAJgCAABkcnMv&#10;ZG93bnJldi54bWxQSwUGAAAAAAQABAD1AAAAigMAAAAA&#10;" fillcolor="black" stroked="f">
                  <v:textbox>
                    <w:txbxContent>
                      <w:p w:rsidR="002C5D04" w:rsidRDefault="002C5D04" w:rsidP="002C5D04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YMM8YA&#10;AADeAAAADwAAAGRycy9kb3ducmV2LnhtbESPQUsDMRCF74L/IYzgzWatUmRtWpaCKJ62reJ1uhk3&#10;i5vJksR0/ffOQfA2w7x5733r7exHVSimIbCB20UFirgLduDewNvx6eYBVMrIFsfAZOCHEmw3lxdr&#10;rG04857KIfdKTDjVaMDlPNVap86Rx7QIE7HcPkP0mGWNvbYRz2LuR72sqpX2OLAkOJxo56j7Onx7&#10;A+W0a5u78lHc/jU2fQzt8/upNeb6am4eQWWa87/47/vFSv3V/VIABE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rYMM8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C5D04" w:rsidRDefault="002C5D04" w:rsidP="002C5D04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btocUA&#10;AADeAAAADwAAAGRycy9kb3ducmV2LnhtbERPTWvCQBC9F/wPyxR6002kBI2uUsSW6qVtLNTjkJ1m&#10;Q7OzIbuN0V/fFYTe5vE+Z7kebCN66nztWEE6SUAQl07XXCn4PDyPZyB8QNbYOCYFZ/KwXo3ulphr&#10;d+IP6otQiRjCPkcFJoQ2l9KXhiz6iWuJI/ftOoshwq6SusNTDLeNnCZJJi3WHBsMtrQxVP4Uv1aB&#10;Tzfbr729zPvji+G3Ymey98oo9XA/PC1ABBrCv/jmftVxfvY4TeH6TrxB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Vu2h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C5D04" w:rsidRDefault="002C5D04" w:rsidP="002C5D04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C5D04" w:rsidRPr="00694EED" w:rsidRDefault="002C5D04" w:rsidP="002C5D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C5D04" w:rsidRPr="00694EED" w:rsidRDefault="002C5D04" w:rsidP="002C5D0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C5D04" w:rsidRPr="00694EED" w:rsidRDefault="002C5D04" w:rsidP="002C5D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C5D04" w:rsidRPr="00694EED" w:rsidRDefault="002C5D04" w:rsidP="002C5D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2C5D04" w:rsidRPr="00694EED" w:rsidRDefault="002C5D04" w:rsidP="002C5D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2C5D04" w:rsidRPr="00694EED" w:rsidRDefault="002C5D04" w:rsidP="002C5D0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2C5D04" w:rsidRPr="00694EED" w:rsidRDefault="002C5D04" w:rsidP="002C5D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2C5D04" w:rsidRPr="00694EED" w:rsidRDefault="002C5D04" w:rsidP="002C5D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2C5D04" w:rsidRPr="00694EED" w:rsidRDefault="002C5D04" w:rsidP="002C5D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C5D04" w:rsidRPr="00694EED" w:rsidRDefault="002C5D04" w:rsidP="002C5D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2C5D04" w:rsidRPr="00694EED" w:rsidRDefault="002C5D04" w:rsidP="002C5D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C5D04" w:rsidRPr="00694EED" w:rsidRDefault="002C5D04" w:rsidP="002C5D0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ХІІ сесії сільської ради 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2C5D04" w:rsidRPr="00694EED" w:rsidRDefault="002C5D04" w:rsidP="002C5D0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2C5D04" w:rsidRPr="00694EED" w:rsidRDefault="002C5D04" w:rsidP="002C5D0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.06.2021 року                                            Крупець                                                 №___</w:t>
      </w:r>
    </w:p>
    <w:p w:rsidR="002C5D04" w:rsidRPr="00694EED" w:rsidRDefault="002C5D04" w:rsidP="002C5D0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2C5D04" w:rsidRPr="00694EED" w:rsidRDefault="002C5D04" w:rsidP="002C5D0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2C5D04" w:rsidRPr="00694EED" w:rsidRDefault="002C5D04" w:rsidP="002C5D0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2C5D04" w:rsidRPr="00694EED" w:rsidRDefault="002C5D04" w:rsidP="002C5D0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2C5D04" w:rsidRPr="00694EED" w:rsidRDefault="002C5D04" w:rsidP="002C5D04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2C5D04" w:rsidRPr="00694EED" w:rsidRDefault="002C5D04" w:rsidP="002C5D0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Юркевич С.І</w:t>
      </w:r>
    </w:p>
    <w:p w:rsidR="002C5D04" w:rsidRPr="00694EED" w:rsidRDefault="002C5D04" w:rsidP="002C5D0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C5D04" w:rsidRPr="00694EED" w:rsidRDefault="002C5D04" w:rsidP="002C5D0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C5D04" w:rsidRPr="00694EED" w:rsidRDefault="002C5D04" w:rsidP="002C5D0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 w:rsidRPr="00694EED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Юркевич С.І, 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2C5D04" w:rsidRPr="00694EED" w:rsidRDefault="002C5D04" w:rsidP="002C5D0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2C5D04" w:rsidRPr="00694EED" w:rsidRDefault="002C5D04" w:rsidP="002C5D0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C5D04" w:rsidRPr="00694EED" w:rsidRDefault="002C5D04" w:rsidP="002C5D0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Юркевич Світлані Іванівні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 індивідуального садівництва  площею  0.1200 га, яка розташована Хмельницька область,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за межами населеного пункту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2C5D04" w:rsidRPr="00694EED" w:rsidRDefault="002C5D04" w:rsidP="002C5D0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Юркевич Світлані Іванівні, 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 w:rsidRPr="00694EED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8F1A7D">
        <w:rPr>
          <w:rFonts w:ascii="Times New Roman" w:eastAsia="Calibri" w:hAnsi="Times New Roman" w:cs="Times New Roman"/>
          <w:sz w:val="24"/>
          <w:lang w:eastAsia="en-US"/>
        </w:rPr>
        <w:t>__________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8F1A7D">
        <w:rPr>
          <w:rFonts w:ascii="Times New Roman" w:eastAsia="Arial Unicode MS" w:hAnsi="Times New Roman" w:cs="Times New Roman"/>
          <w:color w:val="000000"/>
          <w:sz w:val="24"/>
          <w:szCs w:val="24"/>
        </w:rPr>
        <w:t>_______</w:t>
      </w:r>
      <w:bookmarkStart w:id="0" w:name="_GoBack"/>
      <w:bookmarkEnd w:id="0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0,1200 га, кадастровий номер: 6823984000:03:013:0074,  для індивідуального садівництва  яка розташована Хмельницька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область,Славутський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 Шепетівський) район, за межами населеного пункту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 </w:t>
      </w:r>
    </w:p>
    <w:p w:rsidR="002C5D04" w:rsidRPr="00694EED" w:rsidRDefault="002C5D04" w:rsidP="002C5D0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Юркевич С.І.,</w:t>
      </w:r>
      <w:r w:rsidRPr="00694EE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власність, посвідчити право власності  в установленому  законом порядку.</w:t>
      </w:r>
    </w:p>
    <w:p w:rsidR="002C5D04" w:rsidRPr="00694EED" w:rsidRDefault="002C5D04" w:rsidP="002C5D0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C5D04" w:rsidRPr="00694EED" w:rsidRDefault="002C5D04" w:rsidP="002C5D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C5D04" w:rsidRPr="00694EED" w:rsidRDefault="002C5D04" w:rsidP="002C5D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C5D04" w:rsidRPr="00694EED" w:rsidRDefault="002C5D04" w:rsidP="002C5D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C5D04" w:rsidRPr="00694EED" w:rsidRDefault="002C5D04" w:rsidP="002C5D0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694EED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E65854" w:rsidRDefault="00E65854"/>
    <w:sectPr w:rsidR="00E6585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D04"/>
    <w:rsid w:val="002C5D04"/>
    <w:rsid w:val="008F1A7D"/>
    <w:rsid w:val="00E65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D0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D0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2</Pages>
  <Words>268</Words>
  <Characters>1531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2021-06-22T10:33:00Z</dcterms:created>
  <dcterms:modified xsi:type="dcterms:W3CDTF">2021-06-22T13:32:00Z</dcterms:modified>
</cp:coreProperties>
</file>