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3CA" w:rsidRDefault="003D63CA" w:rsidP="003D63C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7680FFD" wp14:editId="6E3A61C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27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2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3CA" w:rsidRDefault="003D63CA" w:rsidP="003D63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krbn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za2U3t2uL/4&#10;BC396//7t//zb//3X/8F//vnQ9e1Lcnpy+ePr0H+x4fPf/78p4cwWfz44+nyfz7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ummlaY89Iu0oKdcKUvbiYtwypUyjIPIMFcKDLX4&#10;fZ9ypQwLprK9DKdcKTDU4qabcqXACkofuylXyjzLRmHOlTJiPQgjnAulwA5KO2XOlTL24iluzpUy&#10;Ldjwwtabc6WMjXiFmHOlTP0gKmUulDLjM7utlDlXyjjg+CiNMFcKDL9kqOdcKf0yiwyXQimteEZa&#10;cqV0fS8u7KVQytxJy2bJlYLTo6iUJVcKrpPSlJdcKY7O9IIMcQVe9/K0zNJOWXKlLPLHc8l1MjeT&#10;ZF+XXCeu6UWD7ciHkqwN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Vwy1kjZdYACF8NHjMNSWPRIMDfCzWgHzcYGyX/6WKkpUVhQ1HRIlRWyF+MAkEBg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KrLs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qbxLIH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Yqsu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33VMgA&#10;AADdAAAADwAAAGRycy9kb3ducmV2LnhtbESPT2sCMRTE74V+h/AEL1KzlbK2W6MUYfvHg6At9PrY&#10;vG7Wbl6WJOrWT28KgsdhZn7DzBa9bcWBfGgcK7gfZyCIK6cbrhV8fZZ3jyBCRNbYOiYFfxRgMb+9&#10;mWGh3ZE3dNjGWiQIhwIVmBi7QspQGbIYxq4jTt6P8xZjkr6W2uMxwW0rJ1mWS4sNpwWDHS0NVb/b&#10;vVWwK9fmezk9vfrR04ZOo3L11n7kSg0H/csziEh9vIYv7XetIJ9MH+D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nfdU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wsMQA&#10;AADdAAAADwAAAGRycy9kb3ducmV2LnhtbESP24rCMBRF34X5h3AGfBFNR/FCNYoM4yC+FC8fcGiO&#10;TbE5KU3G1r+fCIKPm31Z7NWms5W4U+NLxwq+RgkI4tzpkgsFl/NuuADhA7LGyjEpeJCHzfqjt8JU&#10;u5aPdD+FQsQR9ikqMCHUqZQ+N2TRj1xNHL2rayyGKJtC6gbbOG4rOU6SmbRYciQYrOnbUH47/dkI&#10;ySaYHa7teffbYYs/B8OD7VGp/me3XYII1IV3+NXeawWz8XwKzzfx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JML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B7Z8UA&#10;AADd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qpyUcH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Ht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cLXMQA&#10;AADdAAAADwAAAGRycy9kb3ducmV2LnhtbESP32rCMBTG7we+QziCN0PTOaijGksRleFNUfcAh+bY&#10;FJuT0mS2vv0yGOzy4/vz49vko23Fg3rfOFbwtkhAEFdON1wr+Loe5h8gfEDW2DomBU/ykG8nLxvM&#10;tBv4TI9LqEUcYZ+hAhNCl0npK0MW/cJ1xNG7ud5iiLKvpe5xiOO2lcskSaXFhiPBYEc7Q9X98m0j&#10;pHzH8nQbrofjiAPuT4Zfi7NSs+lYrEEEGsN/+K/9qRWky9UK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C1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NKjsMA&#10;AADdAAAADwAAAGRycy9kb3ducmV2LnhtbERPTUvDQBC9C/6HZYTe7MZQ0xK7LVJbEMGDtSDehuw0&#10;CWZnl92xif/ePQgeH+97vZ3coC4UU+/ZwN28AEXceNtza+D0frhdgUqCbHHwTAZ+KMF2c321xtr6&#10;kd/ocpRW5RBONRroREKtdWo6cpjmPhBn7uyjQ8kwttpGHHO4G3RZFJV22HNu6DDQrqPm6/jtDLyO&#10;+/CyrO7P4TMuSp2erHzsxJjZzfT4AEpokn/xn/vZGqjKZZ6b3+Qn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NKj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9Pa8cA&#10;AADdAAAADwAAAGRycy9kb3ducmV2LnhtbESPQWsCMRSE74L/ITyhF9FsLdW6GqUWggULpVbw+tg8&#10;d5duXpYkdbf/3hQKPQ4z8w2z3va2EVfyoXas4H6agSAunKm5VHD61JMnECEiG2wck4IfCrDdDAdr&#10;zI3r+IOux1iKBOGQo4IqxjaXMhQVWQxT1xIn7+K8xZikL6Xx2CW4beQsy+bSYs1pocKWXioqvo7f&#10;VsHuvSsf/LjY9e5w2Z8ftTb6TSt1N+qfVyAi9fE//Nd+NQrms8US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/T2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jMlMEA&#10;AADdAAAADwAAAGRycy9kb3ducmV2LnhtbERPS2rDMBDdF3IHMYXuGrmmDcaJYkKKoYRu8jnAYE0t&#10;19bISIrj3r5aBLJ8vP+mmu0gJvKhc6zgbZmBIG6c7rhVcDnXrwWIEJE1Do5JwR8FqLaLpw2W2t34&#10;SNMptiKFcChRgYlxLKUMjSGLYelG4sT9OG8xJuhbqT3eUrgdZJ5lK2mx49RgcKS9oaY/Xa2C+pB/&#10;T/1V+9rt5ndLH+a3+DRKvTzPuzWISHN8iO/uL61glRdpf3qTnoD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ozJ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zSsYA&#10;AADdAAAADwAAAGRycy9kb3ducmV2LnhtbESPUWvCMBSF34X9h3AHvoyZ6liRzihTCA4miDrY66W5&#10;tmXNTUmi7f79MhB8PJxzvsNZrAbbiiv50DhWMJ1kIIhLZxquFHyd9PMcRIjIBlvHpOCXAqyWD6MF&#10;Fsb1fKDrMVYiQTgUqKCOsSukDGVNFsPEdcTJOztvMSbpK2k89gluWznLslxabDgt1NjRpqby53ix&#10;Ctb7vnrxT+V6cJ/n7fer1kbvtFLjx+H9DUSkId7Dt/aHUZDP5lP4f5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9wzS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b3eMQA&#10;AADdAAAADwAAAGRycy9kb3ducmV2LnhtbESPwWrDMBBE74X8g9hAb40c0wbjRA4hwVBKL037AYu1&#10;sRxbKyMpjvv3VaHQ4zAzb5jdfraDmMiHzrGC9SoDQdw43XGr4OuzfipAhIiscXBMCr4pwL5aPOyw&#10;1O7OHzSdYysShEOJCkyMYyllaAxZDCs3Eifv4rzFmKRvpfZ4T3A7yDzLNtJix2nB4EhHQ01/vlkF&#10;9Vv+PvU37Wt3mJ8tvZhrcTJKPS7nwxZEpDn+h//ar1rBJi9y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293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Ixb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5eTOD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6v0jF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TJrcUA&#10;AADdAAAADwAAAGRycy9kb3ducmV2LnhtbESPS2vDMBCE74X8B7GB3hq5ppjEiRJCQkLpqXUe58Xa&#10;2KbWyljy699XhUKPw8x8w2x2o6lFT62rLCt4XUQgiHOrKy4UXC+nlyUI55E11pZJwUQOdtvZ0wZT&#10;bQf+oj7zhQgQdikqKL1vUildXpJBt7ANcfAetjXog2wLqVscAtzUMo6iRBqsOCyU2NChpPw764yC&#10;LrnHV3586M/sOJ1Xx9PeyVuh1PN83K9BeBr9f/iv/a4VJPHyDX7fh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Mm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TMcgA&#10;AADdAAAADwAAAGRycy9kb3ducmV2LnhtbESPT2vCQBTE74V+h+UVvNVN/RPS1FVUENSDUrWH3l6z&#10;r0lq9m3Mrhq/vVso9DjMzG+Y0aQ1lbhQ40rLCl66EQjizOqScwWH/eI5AeE8ssbKMim4kYPJ+PFh&#10;hKm2V36ny87nIkDYpaig8L5OpXRZQQZd19bEwfu2jUEfZJNL3eA1wE0le1EUS4Mlh4UCa5oXlB13&#10;Z6PgY5vEr9vZavCz3nxh3+jTpy5jpTpP7fQNhKfW/4f/2kutIO4lQ/h9E56AH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KxMx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PtcYA&#10;AADdAAAADwAAAGRycy9kb3ducmV2LnhtbESPT2vCQBTE74V+h+UVvNVNo4QQ3YT+oSqebFro9ZF9&#10;JqHZtyG71eindwXB4zAzv2GWxWg6caDBtZYVvEwjEMSV1S3XCn6+P59TEM4ja+wsk4ITOSjyx4cl&#10;Ztoe+YsOpa9FgLDLUEHjfZ9J6aqGDLqp7YmDt7eDQR/kUEs94DHATSfjKEqkwZbDQoM9vTdU/ZX/&#10;RsE5+cWdW8dvHzPt6TRPV3a7Wyk1eRpfFyA8jf4evrU3WkESpwlc34QnI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FPt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5lsUA&#10;AADdAAAADwAAAGRycy9kb3ducmV2LnhtbESP3WrCQBSE7wXfYTlC73TT4F9TN1KKBe+saR/gkD3d&#10;hGTPxuxWU5/eFQpeDjPzDbPZDrYVZ+p97VjB8ywBQVw6XbNR8P31MV2D8AFZY+uYFPyRh20+Hm0w&#10;0+7CRzoXwYgIYZ+hgiqELpPSlxVZ9DPXEUfvx/UWQ5S9kbrHS4TbVqZJspQWa44LFXb0XlHZFL9W&#10;wcmlCz0UOzw0u5fP2pj56XqcK/U0Gd5eQQQawiP8395rBct0vYL7m/g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Fbm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unjMIA&#10;AADdAAAADwAAAGRycy9kb3ducmV2LnhtbERPyW7CMBC9I/UfrKnErXEKapqGGNQiIXFlOfQ4tScL&#10;jcdp7ELK1+NDJY5Pby9Xo+3EmQbfOlbwnKQgiLUzLdcKjofNUw7CB2SDnWNS8EceVsuHSYmFcRfe&#10;0XkfahFD2BeooAmhL6T0uiGLPnE9ceQqN1gMEQ61NANeYrjt5CxNM2mx5djQYE/rhvT3/tcq2LZf&#10;9JLp6s3mH3r3ef0J89eTUWr6OL4vQAQaw138794aBdksj3Pjm/gE5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q6e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7x48IA&#10;AADdAAAADwAAAGRycy9kb3ducmV2LnhtbERPXWvCMBR9F/Yfwh3sTdP1QbQaZQqCY1OwyvZ6ae6a&#10;suamNLHWf28EwcfzzZkve1uLjlpfOVbwPkpAEBdOV1wqOB03wwkIH5A11o5JwZU8LBcvgzlm2l34&#10;QF0eShFL2GeowITQZFL6wpBFP3INcdT+XGsxRNiWUrd4ieW2lmmSjKXFiuOCwYbWhor//GwVdLi/&#10;Jr9mtZt+Vt9Ful/9fOnIq7fX/mMGIlAfnuZHeqsVjNPJFO5v4hO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vH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Zww8EA&#10;AADdAAAADwAAAGRycy9kb3ducmV2LnhtbERPPU/DMBDdK/EfrENiax0yVDTUqRBSESMEBsYjvsYJ&#10;8V1kmybw6/GA1PHpfe8Pix/VmULshQ3cbgpQxK3YnjsD72/H9R2omJAtjsJk4IciHOqr1R4rKzO/&#10;0rlJncohHCs04FKaKq1j68hj3MhEnLmTBI8pw9BpG3DO4X7UZVFstceec4PDiR4dtV/NtzcwP7Wf&#10;Q3n6sO43THJsXmQoRzHm5np5uAeVaEkX8b/72RrYlru8P7/JT0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2cMP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GT/8cA&#10;AADd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bQS4ddeLyJT0B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Rk/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TAMccA&#10;AADdAAAADwAAAGRycy9kb3ducmV2LnhtbESPQWvCQBSE7wX/w/IEL6VuTKnYmFVEEC1UsCr0+pJ9&#10;JsHs25BdY/rvu4WCx2FmvmHSZW9q0VHrKssKJuMIBHFudcWFgvNp8zID4TyyxtoyKfghB8vF4CnF&#10;RNs7f1F39IUIEHYJKii9bxIpXV6SQTe2DXHwLrY16INsC6lbvAe4qWUcRVNpsOKwUGJD65Ly6/Fm&#10;FHSHz6zYda75uM6e3dtrtt3u9bdSo2G/moPw1PtH+L+90wqm8XsMf2/C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kwD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kZY8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YwSiev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JGWPHAAAA3QAAAA8AAAAAAAAAAAAAAAAAmAIAAGRy&#10;cy9kb3ducmV2LnhtbFBLBQYAAAAABAAEAPUAAACMAwAAAAA=&#10;" fillcolor="black" stroked="f"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lCGcgA&#10;AADd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ZOnTA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SUI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DZN8YA&#10;AADdAAAADwAAAGRycy9kb3ducmV2LnhtbESPQWsCMRSE74L/ITyht262gmK3RhFLsZce1JZeH5vX&#10;zXY3L2sSdfXXN0LB4zAz3zDzZW9bcSIfascKnrIcBHHpdM2Vgs/92+MMRIjIGlvHpOBCAZaL4WCO&#10;hXZn3tJpFyuRIBwKVGBi7AopQ2nIYshcR5y8H+ctxiR9JbXHc4LbVo7zfCot1pwWDHa0NlQ2u6NV&#10;4Fffr82Vj19Nfv24hM1vf5ihUeph1K9eQETq4z38337XCqbj5wn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eDZN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bi8sYA&#10;AADdAAAADwAAAGRycy9kb3ducmV2LnhtbESP3WrCQBSE74W+w3IKvZG6MRepRlcpQqGgFPx5gNPs&#10;MQndPRuypxp9+m6h0MthZr5hluvBO3WhPraBDUwnGSjiKtiWawOn49vzDFQUZIsuMBm4UYT16mG0&#10;xNKGK+/pcpBaJQjHEg00Il2pdawa8hgnoSNO3jn0HiXJvta2x2uCe6fzLCu0x5bTQoMdbRqqvg7f&#10;3oDLP918+xJ3cjvpXXb3sh9/WGOeHofXBSihQf7Df+13a6DI5wX8vk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bi8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ZILcYA&#10;AADdAAAADwAAAGRycy9kb3ducmV2LnhtbESPzW7CMBCE75X6DtZW4lYccqAlxSB+hJRLDw1UXJd4&#10;G0e111FsIPD0daVKPY5m5hvNfDk4Ky7Uh9azgsk4A0Fce91yo+Cw3z2/gggRWaP1TApuFGC5eHyY&#10;Y6H9lT/oUsVGJAiHAhWYGLtCylAbchjGviNO3pfvHcYk+0bqHq8J7qzMs2wqHbacFgx2tDFUf1dn&#10;p2BbdTY/lGYdjp/vp5Mt7zs6bpUaPQ2rNxCRhvgf/muXWsE0n73A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aZIL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6T7sAA&#10;AADdAAAADwAAAGRycy9kb3ducmV2LnhtbERPy4rCMBTdC/MP4Q7MTpNxUbVjFBkUBFe+FrO7JNe2&#10;2tyUJtrO35uF4PJw3vNl72rxoDZUnjV8jxQIYuNtxYWG03EznIIIEdli7Zk0/FOA5eJjMMfc+o73&#10;9DjEQqQQDjlqKGNscimDKclhGPmGOHEX3zqMCbaFtC12KdzVcqxUJh1WnBpKbOi3JHM73J2G60bu&#10;vFFozqdzt7WTv3VGtdL667Nf/YCI1Me3+OXeWg3ZeJbmpjfpCcjF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6T7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UW8UA&#10;AADdAAAADwAAAGRycy9kb3ducmV2LnhtbESPQWvCQBSE7wX/w/IEb3VjBNHoKioUiqWHqojHZ/aZ&#10;hGTfht1V47/vFgoeh5n5hlmsOtOIOzlfWVYwGiYgiHOrKy4UHA8f71MQPiBrbCyTgid5WC17bwvM&#10;tH3wD933oRARwj5DBWUIbSalz0sy6Ie2JY7e1TqDIUpXSO3wEeGmkWmSTKTBiuNCiS1tS8rr/c0o&#10;ON+++Po93q3dJpxsd/B1epnWSg363XoOIlAXXuH/9qdWMElnM/h7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+5R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AdDsQA&#10;AADdAAAADwAAAGRycy9kb3ducmV2LnhtbERPy2oCMRTdF/yHcAV3NVFb0dEoWhC6KdTHQnfXyXVm&#10;cHIzTaJO+/XNotDl4bzny9bW4k4+VI41DPoKBHHuTMWFhsN+8zwBESKywdoxafimAMtF52mOmXEP&#10;3tJ9FwuRQjhkqKGMscmkDHlJFkPfNcSJuzhvMSboC2k8PlK4reVQqbG0WHFqKLGht5Ly6+5mNayn&#10;k/XX5wt//GzPJzodz9fXoVda97rtagYiUhv/xX/ud6NhPFJpf3qTn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wHQ7EAAAA3QAAAA8AAAAAAAAAAAAAAAAAmAIAAGRycy9k&#10;b3ducmV2LnhtbFBLBQYAAAAABAAEAPUAAACJAwAAAAA=&#10;" fillcolor="black" stroked="f"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ClMQA&#10;AADdAAAADwAAAGRycy9kb3ducmV2LnhtbESPQWsCMRSE70L/Q3gFb5pVQcrWKItQWnpabUuvz83r&#10;ZunmZUliXP99UxA8DjPzDbPZjbYXiXzoHCtYzAsQxI3THbcKPj9eZk8gQkTW2DsmBVcKsNs+TDZY&#10;anfhA6VjbEWGcChRgYlxKKUMjSGLYe4G4uz9OG8xZulbqT1eMtz2clkUa2mx47xgcKC9oeb3eLYK&#10;0mlfV6v0nczh3Vetd/Xr16lWavo4Vs8gIo3xHr6137SC9apYwP+b/ATk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QpT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U8EcYA&#10;AADdAAAADwAAAGRycy9kb3ducmV2LnhtbESPQWvCQBSE70L/w/IK3nSjQmhTVylSpXpR00J7fGRf&#10;s6HZtyG7jdFf7xYEj8PMfMPMl72tRUetrxwrmIwTEMSF0xWXCj4/1qMnED4ga6wdk4IzeVguHgZz&#10;zLQ78ZG6PJQiQthnqMCE0GRS+sKQRT92DXH0flxrMUTZllK3eIpwW8tpkqTSYsVxwWBDK0PFb/5n&#10;FfjJ6u1rZy/P3ffG8D7fmvRQGqWGj/3rC4hAfbiHb+13rSCdJVP4f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U8E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63CA" w:rsidRDefault="003D63CA" w:rsidP="003D63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63CA" w:rsidRDefault="003D63CA" w:rsidP="003D63C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63CA" w:rsidRDefault="003D63CA" w:rsidP="003D63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D63CA" w:rsidRDefault="003D63CA" w:rsidP="003D63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63CA" w:rsidRDefault="003D63CA" w:rsidP="003D63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№38</w:t>
      </w:r>
    </w:p>
    <w:p w:rsidR="003D63CA" w:rsidRPr="007D2B97" w:rsidRDefault="003D63CA" w:rsidP="003D63C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D63CA" w:rsidRPr="003937A2" w:rsidRDefault="003D63CA" w:rsidP="003D63C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Фроловій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Р.Л.</w:t>
      </w: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Фролової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Р.Л.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3D63CA" w:rsidRPr="002B1E57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3D63CA" w:rsidRPr="003937A2" w:rsidRDefault="003D63CA" w:rsidP="003D63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Фроловій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Руслані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Леонідівні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46B0B">
        <w:rPr>
          <w:rFonts w:ascii="Times New Roman" w:eastAsia="Calibri" w:hAnsi="Times New Roman" w:cs="Times New Roman"/>
          <w:sz w:val="24"/>
          <w:lang w:val="uk-UA"/>
        </w:rPr>
        <w:t>_____________________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0,5000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proofErr w:type="gram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Фроловій Р.Л.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3D63CA" w:rsidRPr="003937A2" w:rsidRDefault="003D63CA" w:rsidP="003D63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D63CA" w:rsidRPr="003937A2" w:rsidRDefault="003D63CA" w:rsidP="003D63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63CA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63CA" w:rsidRPr="003937A2" w:rsidRDefault="003D63CA" w:rsidP="003D63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D63CA" w:rsidRDefault="003D63CA" w:rsidP="003D63C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9E1AFE" w:rsidRDefault="009E1AFE"/>
    <w:sectPr w:rsidR="009E1A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3CA"/>
    <w:rsid w:val="003D63CA"/>
    <w:rsid w:val="00746B0B"/>
    <w:rsid w:val="009E1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C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3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3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3C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3C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3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3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3C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240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2021-09-13T08:04:00Z</dcterms:created>
  <dcterms:modified xsi:type="dcterms:W3CDTF">2021-09-13T13:16:00Z</dcterms:modified>
</cp:coreProperties>
</file>