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243" w:rsidRPr="00CD53EA" w:rsidRDefault="00F25243" w:rsidP="00F25243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243" w:rsidRDefault="00F25243" w:rsidP="00F252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25243" w:rsidRDefault="00F25243" w:rsidP="00F252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25243" w:rsidRDefault="00F25243" w:rsidP="00F252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5243" w:rsidRDefault="00F25243" w:rsidP="00F252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5243" w:rsidRDefault="00F25243" w:rsidP="00F252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5243" w:rsidRDefault="00F25243" w:rsidP="00F252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5243" w:rsidRDefault="00F25243" w:rsidP="00F252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25243" w:rsidRDefault="00F25243" w:rsidP="00F2524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25243" w:rsidRDefault="00F25243" w:rsidP="00F252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25243" w:rsidRDefault="00F25243" w:rsidP="00F252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25243" w:rsidRDefault="00F25243" w:rsidP="00F252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5243" w:rsidRDefault="00F25243" w:rsidP="00F252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25243" w:rsidRDefault="00F25243" w:rsidP="00F252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5243" w:rsidRDefault="00F25243" w:rsidP="00F252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25243" w:rsidRDefault="00F25243" w:rsidP="00F2524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25243" w:rsidRPr="00514599" w:rsidRDefault="00F25243" w:rsidP="00F2524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№43</w:t>
      </w:r>
    </w:p>
    <w:p w:rsidR="00F25243" w:rsidRPr="000816DF" w:rsidRDefault="00F25243" w:rsidP="00F25243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25243" w:rsidRPr="000816DF" w:rsidRDefault="00F25243" w:rsidP="00F252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6D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F25243" w:rsidRPr="000816DF" w:rsidRDefault="00F25243" w:rsidP="00F252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F25243" w:rsidRPr="000816DF" w:rsidRDefault="00F25243" w:rsidP="00F25243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Філіпчуку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П.В.      </w:t>
      </w:r>
    </w:p>
    <w:p w:rsidR="00F25243" w:rsidRPr="000816DF" w:rsidRDefault="00F25243" w:rsidP="00F2524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25243" w:rsidRPr="000816DF" w:rsidRDefault="00F25243" w:rsidP="00F2524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0816D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Філ</w:t>
      </w:r>
      <w:proofErr w:type="gramEnd"/>
      <w:r w:rsidRPr="000816DF">
        <w:rPr>
          <w:rFonts w:ascii="Times New Roman" w:hAnsi="Times New Roman" w:cs="Times New Roman"/>
          <w:sz w:val="24"/>
          <w:szCs w:val="24"/>
        </w:rPr>
        <w:t>іпчука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П.В.,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F25243" w:rsidRPr="000816DF" w:rsidRDefault="00F25243" w:rsidP="00F2524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F25243" w:rsidRPr="000816DF" w:rsidRDefault="00F25243" w:rsidP="00F2524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</w:t>
      </w:r>
      <w:r w:rsidRPr="000816DF">
        <w:rPr>
          <w:rFonts w:ascii="Times New Roman" w:hAnsi="Times New Roman" w:cs="Times New Roman"/>
          <w:sz w:val="24"/>
          <w:szCs w:val="24"/>
        </w:rPr>
        <w:t xml:space="preserve">Затвердити </w:t>
      </w:r>
      <w:proofErr w:type="spellStart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>Філіпчуку</w:t>
      </w:r>
      <w:proofErr w:type="spellEnd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Петру </w:t>
      </w:r>
      <w:proofErr w:type="spellStart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Володимировичу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0,1047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6DF">
        <w:rPr>
          <w:rFonts w:ascii="Times New Roman" w:hAnsi="Times New Roman" w:cs="Times New Roman"/>
          <w:sz w:val="24"/>
          <w:szCs w:val="24"/>
        </w:rPr>
        <w:t xml:space="preserve">га, яка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Лисиче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>.</w:t>
      </w:r>
    </w:p>
    <w:p w:rsidR="00F25243" w:rsidRPr="000816DF" w:rsidRDefault="00F25243" w:rsidP="00F252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</w:t>
      </w:r>
      <w:r w:rsidRPr="000816DF">
        <w:rPr>
          <w:rFonts w:ascii="Times New Roman" w:hAnsi="Times New Roman" w:cs="Times New Roman"/>
          <w:sz w:val="24"/>
          <w:szCs w:val="24"/>
        </w:rPr>
        <w:t xml:space="preserve">Передати </w:t>
      </w:r>
      <w:proofErr w:type="spellStart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>Філіпчуку</w:t>
      </w:r>
      <w:proofErr w:type="spellEnd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Петру </w:t>
      </w:r>
      <w:proofErr w:type="spellStart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Володимировичу</w:t>
      </w:r>
      <w:proofErr w:type="spellEnd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7058C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</w:t>
      </w:r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7058C2">
        <w:rPr>
          <w:rFonts w:ascii="Times New Roman" w:hAnsi="Times New Roman" w:cs="Times New Roman"/>
          <w:sz w:val="24"/>
          <w:szCs w:val="24"/>
          <w:lang w:val="en-US"/>
        </w:rPr>
        <w:t>________</w:t>
      </w:r>
      <w:bookmarkStart w:id="0" w:name="_GoBack"/>
      <w:bookmarkEnd w:id="0"/>
      <w:r w:rsidRPr="000816D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0,1047 га,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номер: 6823984700:01:010:0024,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господарства</w:t>
      </w:r>
      <w:proofErr w:type="gramStart"/>
      <w:r w:rsidRPr="000816DF">
        <w:rPr>
          <w:rFonts w:ascii="Times New Roman" w:hAnsi="Times New Roman" w:cs="Times New Roman"/>
          <w:sz w:val="24"/>
          <w:szCs w:val="24"/>
        </w:rPr>
        <w:t>,я</w:t>
      </w:r>
      <w:proofErr w:type="gramEnd"/>
      <w:r w:rsidRPr="000816DF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Лисиче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>.</w:t>
      </w:r>
    </w:p>
    <w:p w:rsidR="00F25243" w:rsidRPr="000816DF" w:rsidRDefault="00F25243" w:rsidP="00F252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Філіпчуку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П.В.,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16DF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F25243" w:rsidRPr="000816DF" w:rsidRDefault="00F25243" w:rsidP="00F252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816D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816D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F25243" w:rsidRPr="00F25243" w:rsidRDefault="00F25243" w:rsidP="00F2524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B469A" w:rsidRPr="00F25243" w:rsidRDefault="00F25243" w:rsidP="00F2524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МИХАЛЮК </w:t>
      </w:r>
    </w:p>
    <w:sectPr w:rsidR="00DB469A" w:rsidRPr="00F2524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243"/>
    <w:rsid w:val="00171A2E"/>
    <w:rsid w:val="00304C90"/>
    <w:rsid w:val="00505B6D"/>
    <w:rsid w:val="006D3977"/>
    <w:rsid w:val="007058C2"/>
    <w:rsid w:val="007D6C18"/>
    <w:rsid w:val="00D1641A"/>
    <w:rsid w:val="00DB469A"/>
    <w:rsid w:val="00F2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2524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F252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2524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2524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F252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2524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277</Words>
  <Characters>1583</Characters>
  <Application>Microsoft Office Word</Application>
  <DocSecurity>0</DocSecurity>
  <Lines>13</Lines>
  <Paragraphs>3</Paragraphs>
  <ScaleCrop>false</ScaleCrop>
  <Company>Microsoft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2020-09-29T17:09:00Z</dcterms:created>
  <dcterms:modified xsi:type="dcterms:W3CDTF">2020-09-30T04:20:00Z</dcterms:modified>
</cp:coreProperties>
</file>