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387" w:rsidRDefault="000A6387" w:rsidP="000A6387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65B96D" wp14:editId="7687621C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6954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695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5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6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7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8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6387" w:rsidRDefault="000A6387" w:rsidP="000A638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0ny7sYA&#10;AADdAAAADwAAAGRycy9kb3ducmV2LnhtbESPT2vCQBTE7wW/w/KE3upGJTaNriLSigdBTOv9kX35&#10;g9m3IbtN4rfvFgo9DjPzG2azG00jeupcbVnBfBaBIM6trrlU8PX58ZKAcB5ZY2OZFDzIwW47edpg&#10;qu3AV+ozX4oAYZeigsr7NpXS5RUZdDPbEgevsJ1BH2RXSt3hEOCmkYsoWkmDNYeFCls6VJTfs2+j&#10;wC6Pp/OtXFyX7/zqeX9Jitt4Vup5Ou7XIDyN/j/81z5pBau3OIbfN+EJyO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0ny7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2ol8gA&#10;AADdAAAADwAAAGRycy9kb3ducmV2LnhtbESPS2vDMBCE74X+B7GBXkIit1AncaOEEnBfh0IekOti&#10;bS2n1spIauLm10eBQo/DzHzDzJe9bcWRfGgcK7gfZyCIK6cbrhXstuVoCiJEZI2tY1LwSwGWi9ub&#10;ORbanXhNx02sRYJwKFCBibErpAyVIYth7Dri5H05bzEm6WupPZ4S3LbyIctyabHhtGCwo5Wh6nvz&#10;YxUcyk+zX03OL344W9N5WH68tu+5UneD/vkJRKQ+/of/2m9aQT57zOH6Jj0Bubg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jai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lvc8MA&#10;AADdAAAADwAAAGRycy9kb3ducmV2LnhtbESP3YrCMBCF74V9hzALeyNrqot/1Sgiq4g3ou4DDM3Y&#10;FJtJaaLtvr0RBC8P5+fjzJetLcWdal84VtDvJSCIM6cLzhX8nTffExA+IGssHZOCf/KwXHx05phq&#10;1/CR7qeQizjCPkUFJoQqldJnhiz6nquIo3dxtcUQZZ1LXWMTx20pB0kykhYLjgSDFa0NZdfTzUbI&#10;4QcP+0tz3mxbbPB3b7i7Oir19dmuZiACteEdfrV3WsFoOhzD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xlv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0uocMA&#10;AADdAAAADwAAAGRycy9kb3ducmV2LnhtbERPTUsDMRC9C/6HMEJvNmuxq65Ni9QWROjBWijehs10&#10;d3EzCcm0u/57cxA8Pt73YjW6Xl0ops6zgbtpAYq49rbjxsDhc3v7CCoJssXeMxn4oQSr5fXVAivr&#10;B/6gy14alUM4VWigFQmV1qluyWGa+kCcuZOPDiXD2Ggbccjhrtezoii1w45zQ4uB1i3V3/uzM7Ab&#10;NuH9oZyfwle8n+n0auW4FmMmN+PLMyihUf7Ff+43a6B8mue5+U1+An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z0uo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emsMA&#10;AADdAAAADwAAAGRycy9kb3ducmV2LnhtbESP3YrCMBCF74V9hzDC3oimu6Jo1ygiq4g3Rd0HGJqx&#10;KTaT0kTbfXsjCF4ezs/HWaw6W4k7Nb50rOBrlIAgzp0uuVDwd94OZyB8QNZYOSYF/+RhtfzoLTDV&#10;ruUj3U+hEHGEfYoKTAh1KqXPDVn0I1cTR+/iGoshyqaQusE2jttKfifJVFosORIM1rQxlF9PNxsh&#10;2Rizw6U9b3cdtvh7MDxYH5X67HfrHxCBuvAOv9p7rWA6n8zh+SY+Abl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pem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foGsMA&#10;AADdAAAADwAAAGRycy9kb3ducmV2LnhtbERPTUsDMRC9C/6HMEJvNttSt7o2LVIriODBVhBvw2a6&#10;u3QzCcm0u/57cxA8Pt73ajO6Xl0ops6zgdm0AEVce9txY+Dz8HJ7DyoJssXeMxn4oQSb9fXVCivr&#10;B/6gy14alUM4VWigFQmV1qluyWGa+kCcuaOPDiXD2Ggbccjhrtfzoii1w45zQ4uBti3Vp/3ZGXgf&#10;duFtWd4dw3dczHV6tvK1FWMmN+PTIyihUf7Ff+5Xa6B8KPP+/CY/Ab3+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yfoG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vt/8cA&#10;AADdAAAADwAAAGRycy9kb3ducmV2LnhtbESPUUvDMBSF34X9h3AFX8Slm1hmXTa2QXCgIKuCr5fm&#10;ri02NyWJa/fvl4Hg4+Gc8x3Ocj3aTpzIh9axgtk0A0FcOdNyreDrUz8sQISIbLBzTArOFGC9mtws&#10;sTBu4AOdyliLBOFQoIImxr6QMlQNWQxT1xMn7+i8xZikr6XxOCS47eQ8y3JpseW00GBPu4aqn/LX&#10;Kth+DPWjv6+2o3s7vn4/aW30u1bq7nbcvICINMb/8F97bxTkz/kMrm/SE5CrC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br7f/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EpzcQA&#10;AADdAAAADwAAAGRycy9kb3ducmV2LnhtbESPUWvCMBSF3wf+h3CFvc3UshWtRhGlMMZepv6AS3Nt&#10;qs1NSWLt/v0yGOzxcM75Dme9HW0nBvKhdaxgPstAENdOt9woOJ+qlwWIEJE1do5JwTcF2G4mT2ss&#10;tXvwFw3H2IgE4VCiAhNjX0oZakMWw8z1xMm7OG8xJukbqT0+Etx2Ms+yQlpsOS0Y7GlvqL4d71ZB&#10;9ZF/Dre79pXbja+W3sx1cTBKPU/H3QpEpDH+h//a71pBsSxy+H2TnoDc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BKc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XWE8YA&#10;AADdAAAADwAAAGRycy9kb3ducmV2LnhtbESPUWvCMBSF3wf+h3AHe5GZOllxnVFUCA42GLrBXi/N&#10;tS1rbkoSbf33ZiDs8XDO+Q5nsRpsK87kQ+NYwXSSgSAunWm4UvD9pR/nIEJENtg6JgUXCrBaju4W&#10;WBjX857Oh1iJBOFQoII6xq6QMpQ1WQwT1xEn7+i8xZikr6Tx2Ce4beVTluXSYsNpocaOtjWVv4eT&#10;VbD57KuZH5ebwb0fdz/PWhv9oZV6uB/WryAiDfE/fGu/GQX5Sz6DvzfpCcjl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XXWE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QUIsQA&#10;AADdAAAADwAAAGRycy9kb3ducmV2LnhtbESPUWvCMBSF3wf+h3AF32aquKLVKKIUZOxlbj/g0lyb&#10;anNTkljrv18Ggz0ezjnf4Wx2g21FTz40jhXMphkI4srphmsF31/l6xJEiMgaW8ek4EkBdtvRywYL&#10;7R78Sf051iJBOBSowMTYFVKGypDFMHUdcfIuzluMSfpaao+PBLetnGdZLi02nBYMdnQwVN3Od6ug&#10;fJ9/9Le79qXbDwtLb+a6PBqlJuNhvwYRaYj/4b/2SSvIV/k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8kFCL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2rn8MA&#10;AADdAAAADwAAAGRycy9kb3ducmV2LnhtbESP3YrCMBSE74V9h3AE72zqT8tuNYosKHpp3Qc4NGfb&#10;YnPSbbK2vr0RBC+HmfmGWW8H04gbda62rGAWxSCIC6trLhX8XPbTTxDOI2tsLJOCOznYbj5Ga8y0&#10;7flMt9yXIkDYZaig8r7NpHRFRQZdZFvi4P3azqAPsiul7rAPcNPIeRyn0mDNYaHClr4rKq75v1Gw&#10;vPeHvzy5xnttaHZatCf2RaLUZDzsViA8Df4dfrWPWkH6lSbwfBOe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y2rn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m0s9MMA&#10;AADdAAAADwAAAGRycy9kb3ducmV2LnhtbESPQYvCMBSE7wv+h/AEb2uqh7B2jSIrinhaa93zo3m2&#10;ZZuX0kSt/94IgsdhZr5h5sveNuJKna8da5iMExDEhTM1lxry4+bzC4QPyAYbx6ThTh6Wi8HHHFPj&#10;bnygaxZKESHsU9RQhdCmUvqiIot+7Fri6J1dZzFE2ZXSdHiLcNvIaZIoabHmuFBhSz8VFf/ZxWq4&#10;qL9pzue9+c3W9+1svVl5eSq1Hg371TeIQH14h1/tndGgZkrB80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m0s9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2aMgA&#10;AADdAAAADwAAAGRycy9kb3ducmV2LnhtbESPQUvDQBSE7wX/w/KE3tqNVtY2dhO0UKgeWox68PbM&#10;PpNo9m2aXdv033cFweMwM98wy3ywrThQ7xvHGq6mCQji0pmGKw2vL+vJHIQPyAZbx6ThRB7y7GK0&#10;xNS4Iz/ToQiViBD2KWqoQ+hSKX1Zk0U/dR1x9D5dbzFE2VfS9HiMcNvK6yRR0mLDcaHGjlY1ld/F&#10;j9Xwtpurxe7h8ebrafuBM2v276ZRWo8vh/s7EIGG8B/+a2+MBrVQt/D7Jj4BmZ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gvZo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Wg6cEA&#10;AADdAAAADwAAAGRycy9kb3ducmV2LnhtbERPy4rCMBTdC/5DuII7TdWhaDWKzjAqrnyB20tzbYvN&#10;TWkyWufrzUJweTjv2aIxpbhT7QrLCgb9CARxanXBmYLz6bc3BuE8ssbSMil4koPFvN2aYaLtgw90&#10;P/pMhBB2CSrIva8SKV2ak0HXtxVx4K62NugDrDOpa3yEcFPKYRTF0mDBoSHHir5zSm/HP6PgP77g&#10;3m2Gq5+R9vT8Gq/tbr9WqttpllMQnhr/Eb/dW60gnsRhbngTnoCc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loOn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FWysQA&#10;AADdAAAADwAAAGRycy9kb3ducmV2LnhtbESP0WrCQBRE3wv+w3IF3+pG0WCiq0hR8M0a/YBL9roJ&#10;Zu/G7FZjv75bKPRxmJkzzGrT20Y8qPO1YwWTcQKCuHS6ZqPgct6/L0D4gKyxcUwKXuRhsx68rTDX&#10;7sknehTBiAhhn6OCKoQ2l9KXFVn0Y9cSR+/qOoshys5I3eEzwm0jp0mSSos1x4UKW/qoqLwVX1bB&#10;3U3nui92eLztss/amNn9+zRTajTst0sQgfrwH/5rH7SCNEsz+H0Tn4Bc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7xVsr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Pj4sEA&#10;AADdAAAADwAAAGRycy9kb3ducmV2LnhtbERPu27CMBTdK/EP1kXqBg5FDRAwqCBVYuUxMF7sSxKI&#10;r0NsIOXr8YDU8ei8Z4vWVuJOjS8dKxj0ExDE2pmScwX73W9vDMIHZIOVY1LwRx4W887HDDPjHryh&#10;+zbkIoawz1BBEUKdSel1QRZ939XEkTu5xmKIsMmlafARw20lv5IklRZLjg0F1rQqSF+2N6tgXR7p&#10;O9WniR0v9ebwvIbh6GyU+uy2P1MQgdrwL36710ZBOhnF/fFNfAJy/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8z4+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a1jcMA&#10;AADdAAAADwAAAGRycy9kb3ducmV2LnhtbERPW2vCMBR+H/gfwhH2NlN98FKNMgVhw63gBfd6aM6a&#10;suakNFlt//0yEHz87nyrTWcr0VLjS8cKxqMEBHHudMmFgst5/zIH4QOyxsoxKejJw2Y9eFphqt2N&#10;j9SeQiFiCfsUFZgQ6lRKnxuy6EeuJo7at2sshgibQuoGb7HcVnKSJFNpseS4YLCmnaH85/RrFbSY&#10;9cmX2X4u3suPfJJtrwcdefU87F6XIAJ14WG+p9+0guliNob/N/EJ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Xa1jc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+VmsQA&#10;AADdAAAADwAAAGRycy9kb3ducmV2LnhtbESPwU7DMBBE70j9B2srcaNOcygQ6lZVpSKOEDhwXOJt&#10;nBLvRrbbBL4eIyFxHM3MG816O/leXSjETtjAclGAIm7EdtwaeHs93NyBignZYi9MBr4ownYzu1pj&#10;ZWXkF7rUqVUZwrFCAy6lodI6No48xoUMxNk7SvCYsgyttgHHDPe9LotipT12nBccDrR31HzWZ29g&#10;fGw+TuXx3brvMMihfpZT2Ysx1/Np9wAq0ZT+w3/tJ2tgdX9b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flZ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h2pscA&#10;AADdAAAADwAAAGRycy9kb3ducmV2LnhtbESPW2sCMRSE3wv9D+EUfKvZWvCyGsVqhSKKeHs/bk53&#10;t01Olk2q6783BcHHYWa+YUaTxhpxptqXjhW8tRMQxJnTJecKDvvFax+ED8gajWNScCUPk/Hz0whT&#10;7S68pfMu5CJC2KeooAihSqX0WUEWfdtVxNH7drXFEGWdS13jJcKtkZ0k6UqLJceFAiuaFZT97v6s&#10;gsVmbn466+30KMPss3cy/eXHfKVU66WZDkEEasIjfG9/aQXdQe8d/t/EJyDH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G4dq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ja8cA&#10;AADdAAAADwAAAGRycy9kb3ducmV2LnhtbESPQWvCQBSE74L/YXmCl9JsatWm0VWKUFRQaG2h12f2&#10;mQSzb0N2jem/7woFj8PMfMPMl52pREuNKy0reIpiEMSZ1SXnCr6/3h8TEM4ja6wsk4JfcrBc9Htz&#10;TLW98ie1B5+LAGGXooLC+zqV0mUFGXSRrYmDd7KNQR9kk0vd4DXATSVHcTyVBksOCwXWtCooOx8u&#10;RkH7sTvmm9bV23Py4CbPx/V6r3+UGg66txkIT52/h//bG61g+voyhtub8ATk4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2I2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v6OccA&#10;AADdAAAADwAAAGRycy9kb3ducmV2LnhtbESPzWsCMRTE70L/h/AK3jSr1K/VKFoo9FKoHwe9PTfP&#10;3cXNy5pE3favb4SCx2FmfsPMFo2pxI2cLy0r6HUTEMSZ1SXnCnbbj84YhA/IGivLpOCHPCzmL60Z&#10;ptreeU23TchFhLBPUUERQp1K6bOCDPqurYmjd7LOYIjS5VI7vEe4qWQ/SYbSYMlxocCa3gvKzpur&#10;UbCajFeX7zf++l0fD3TYH8+DvkuUar82yymIQE14hv/bn1rBcDIawON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gb+jnHAAAA3QAAAA8AAAAAAAAAAAAAAAAAmAIAAGRy&#10;cy9kb3ducmV2LnhtbFBLBQYAAAAABAAEAPUAAACMAwAAAAA=&#10;" fillcolor="black" stroked="f"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CnQMcA&#10;AADdAAAADwAAAGRycy9kb3ducmV2LnhtbESPQWvCQBSE7wX/w/IK3uqmgtFGV9G2glB70Pbg8TX7&#10;mizJvg3ZrUZ/fVcQPA4z8w0zW3S2FkdqvXGs4HmQgCDOnTZcKPj+Wj9NQPiArLF2TArO5GEx7z3M&#10;MNPuxDs67kMhIoR9hgrKEJpMSp+XZNEPXEMcvV/XWgxRtoXULZ4i3NZymCSptGg4LpTY0GtJebX/&#10;swoOH6mZ7AwNf7aX1bvejqrV51ulVP+xW05BBOrCPXxrb7SC9GWcwvVNfAJy/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jgp0DHAAAA3Q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k8bsYA&#10;AADdAAAADwAAAGRycy9kb3ducmV2LnhtbESPzW7CMBCE75X6DtZW4tY45cBPikEIVJULhwJVr6t4&#10;G6eJ18E2EHh6XKlSj6OZ+UYzW/S2FWfyoXas4CXLQRCXTtdcKTjs354nIEJE1tg6JgVXCrCYPz7M&#10;sNDuwh903sVKJAiHAhWYGLtCylAashgy1xEn79t5izFJX0nt8ZLgtpXDPB9JizWnBYMdrQyVze5k&#10;Ffjl17q58emzyW/ba3j/6Y8TNEoNnvrlK4hIffwP/7U3WsFoOh7D75v0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k8b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INrsIA&#10;AADdAAAADwAAAGRycy9kb3ducmV2LnhtbERPzWrCQBC+C77DMoVepG70oDW6igiFQkUw9QGm2TEJ&#10;3Z0N2anGPr17EDx+fP+rTe+dulAXm8AGJuMMFHEZbMOVgdP3x9s7qCjIFl1gMnCjCJv1cLDC3IYr&#10;H+lSSKVSCMccDdQiba51LGvyGMehJU7cOXQeJcGu0rbDawr3Tk+zbKY9NpwaamxpV1P5W/x5A276&#10;4xZf87iX20nvs38vx9HBGvP60m+XoIR6eYof7k9rYLaYp7npTXoCen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g2uwgAAAN0AAAAPAAAAAAAAAAAAAAAAAJgCAABkcnMvZG93&#10;bnJldi54bWxQSwUGAAAAAAQABAD1AAAAhw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KnccYA&#10;AADdAAAADwAAAGRycy9kb3ducmV2LnhtbESPQWsCMRSE7wX/Q3gFbzVbD7ZujaIVYS8euipen5vX&#10;zWLysmxSXf31TaHgcZiZb5jZondWXKgLjWcFr6MMBHHldcO1gv1u8/IOIkRkjdYzKbhRgMV88DTD&#10;XPsrf9GljLVIEA45KjAxtrmUoTLkMIx8S5y8b985jEl2tdQdXhPcWTnOsol02HBaMNjSp6HqXP44&#10;BeuyteN9YVbheNieTra4b+i4Vmr43C8/QETq4yP83y60gsn0bQp/b9ITkP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kKncc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oxesAA&#10;AADdAAAADwAAAGRycy9kb3ducmV2LnhtbERPy4rCMBTdC/MP4Q6402RcVO0YRQYFYVa+FrO7JNe2&#10;2tyUJtrO35uF4PJw3otV72rxoDZUnjV8jRUIYuNtxYWG03E7moEIEdli7Zk0/FOA1fJjsMDc+o73&#10;9DjEQqQQDjlqKGNscimDKclhGPuGOHEX3zqMCbaFtC12KdzVcqJUJh1WnBpKbOinJHM73J2G61b+&#10;eqPQnE/nbmenf5uMaqX18LNff4OI1Me3+OXeWQ3ZfJb2pzfpCc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oxesAAAADdAAAADwAAAAAAAAAAAAAAAACYAgAAZHJzL2Rvd25y&#10;ZXYueG1sUEsFBgAAAAAEAAQA9QAAAIU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82z8YA&#10;AADdAAAADwAAAGRycy9kb3ducmV2LnhtbESPT4vCMBTE74LfITxhb5rqgtRqFHdBEJc9+Idlj8/m&#10;2ZY2LyWJWr/9ZkHwOMzMb5jFqjONuJHzlWUF41ECgji3uuJCwem4GaYgfEDW2FgmBQ/ysFr2ewvM&#10;tL3znm6HUIgIYZ+hgjKENpPS5yUZ9CPbEkfvYp3BEKUrpHZ4j3DTyEmSTKXBiuNCiS19lpTXh6tR&#10;8Hv94sv3+27tPsKP7Y6+npzTWqm3QbeegwjUhVf42d5qBdNZOob/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G82z8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cSascA&#10;AADdAAAADwAAAGRycy9kb3ducmV2LnhtbESPQWvCQBSE74L/YXmF3nTTUCVGV9FCoZdC1R7q7Zl9&#10;JsHs23R3q9Ff3xUEj8PMfMPMFp1pxImcry0reBkmIIgLq2suFXxv3wcZCB+QNTaWScGFPCzm/d4M&#10;c23PvKbTJpQiQtjnqKAKoc2l9EVFBv3QtsTRO1hnMETpSqkdniPcNDJNkrE0WHNcqLClt4qK4+bP&#10;KFhNstXv1yt/Xtf7He1+9sdR6hKlnp+65RREoC48wvf2h1YwnmQp3N7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InEmrHAAAA3QAAAA8AAAAAAAAAAAAAAAAAmAIAAGRy&#10;cy9kb3ducmV2LnhtbFBLBQYAAAAABAAEAPUAAACMAwAAAAA=&#10;" fillcolor="black" stroked="f"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xdN8MUA&#10;AADdAAAADwAAAGRycy9kb3ducmV2LnhtbESPzWrDMBCE74W8g9hAb43cBkLiRAkmUFp6cn5Krxtr&#10;Y5laKyOpivv2VaHQ4zAz3zCb3Wh7kciHzrGCx1kBgrhxuuNWwfn0/LAEESKyxt4xKfimALvt5G6D&#10;pXY3PlA6xlZkCIcSFZgYh1LK0BiyGGZuIM7e1XmLMUvfSu3xluG2l09FsZAWO84LBgfaG2o+j19W&#10;Qbrs62qePpI5vPmq9a5+eb/USt1Px2oNItIY/8N/7VetYLFazuH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F03w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k1dsYA&#10;AADdAAAADwAAAGRycy9kb3ducmV2LnhtbESPQWvCQBSE7wX/w/IEb3WjSNDoKkVU2l6qaUGPj+wz&#10;G5p9G7LbmPbXdwsFj8PMfMOsNr2tRUetrxwrmIwTEMSF0xWXCj7e949zED4ga6wdk4Jv8rBZDx5W&#10;mGl34xN1eShFhLDPUIEJocmk9IUhi37sGuLoXV1rMUTZllK3eItwW8tpkqTSYsVxwWBDW0PFZ/5l&#10;FfjJdnd+tT+L7nIw/Ja/mPRYGqVGw/5pCSJQH+7h//azVpAu5jP4exOf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k1ds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6387" w:rsidRDefault="000A6387" w:rsidP="000A638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6387" w:rsidRDefault="000A6387" w:rsidP="000A638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6387" w:rsidRDefault="000A6387" w:rsidP="000A638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0A6387" w:rsidRDefault="000A6387" w:rsidP="000A63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6387" w:rsidRDefault="000A6387" w:rsidP="000A638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№16</w:t>
      </w:r>
    </w:p>
    <w:p w:rsidR="000A6387" w:rsidRPr="002B6B2E" w:rsidRDefault="000A6387" w:rsidP="000A6387">
      <w:pPr>
        <w:tabs>
          <w:tab w:val="left" w:pos="4424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0A6387" w:rsidRPr="003937A2" w:rsidRDefault="000A6387" w:rsidP="000A638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3937A2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зі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зміною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цільового</w:t>
      </w:r>
      <w:proofErr w:type="spellEnd"/>
      <w:r w:rsidRPr="003937A2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b/>
          <w:sz w:val="24"/>
        </w:rPr>
        <w:t>призначення</w:t>
      </w:r>
      <w:proofErr w:type="spellEnd"/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Т.К.</w:t>
      </w: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</w:t>
      </w:r>
      <w:r>
        <w:rPr>
          <w:rFonts w:ascii="Times New Roman" w:eastAsia="Calibri" w:hAnsi="Times New Roman" w:cs="Times New Roman"/>
          <w:sz w:val="24"/>
        </w:rPr>
        <w:t>ні</w:t>
      </w:r>
      <w:proofErr w:type="spellEnd"/>
      <w:r>
        <w:rPr>
          <w:rFonts w:ascii="Times New Roman" w:eastAsia="Calibri" w:hAnsi="Times New Roman" w:cs="Times New Roman"/>
          <w:sz w:val="24"/>
        </w:rPr>
        <w:t>», статей 12, 20,186</w:t>
      </w:r>
      <w:r w:rsidRPr="003937A2">
        <w:rPr>
          <w:rFonts w:ascii="Times New Roman" w:eastAsia="Calibri" w:hAnsi="Times New Roman" w:cs="Times New Roman"/>
          <w:sz w:val="24"/>
        </w:rPr>
        <w:t xml:space="preserve"> Земельного кодексу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</w:t>
      </w:r>
      <w:r>
        <w:rPr>
          <w:rFonts w:ascii="Times New Roman" w:eastAsia="Calibri" w:hAnsi="Times New Roman" w:cs="Times New Roman"/>
          <w:sz w:val="24"/>
        </w:rPr>
        <w:t>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Т.К.</w:t>
      </w:r>
      <w:r w:rsidRPr="003937A2">
        <w:rPr>
          <w:rFonts w:ascii="Times New Roman" w:eastAsia="Calibri" w:hAnsi="Times New Roman" w:cs="Times New Roman"/>
          <w:sz w:val="24"/>
        </w:rPr>
        <w:t xml:space="preserve">,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рада </w:t>
      </w:r>
    </w:p>
    <w:p w:rsidR="000A6387" w:rsidRPr="00BD5706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>ВИРІШИЛА:</w:t>
      </w:r>
    </w:p>
    <w:p w:rsidR="000A6387" w:rsidRPr="003937A2" w:rsidRDefault="000A6387" w:rsidP="000A638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1</w:t>
      </w:r>
      <w:r w:rsidRPr="003937A2">
        <w:rPr>
          <w:rFonts w:ascii="Times New Roman" w:eastAsia="Calibri" w:hAnsi="Times New Roman" w:cs="Times New Roman"/>
          <w:color w:val="000000" w:themeColor="text1"/>
          <w:sz w:val="24"/>
        </w:rPr>
        <w:t>.</w:t>
      </w:r>
      <w:r w:rsidRPr="003937A2">
        <w:rPr>
          <w:rFonts w:ascii="Times New Roman" w:eastAsia="Calibri" w:hAnsi="Times New Roman" w:cs="Times New Roman"/>
          <w:sz w:val="24"/>
        </w:rPr>
        <w:t>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</w:rPr>
        <w:t>Тетяні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Кузьмівні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 яка </w:t>
      </w:r>
      <w:proofErr w:type="spellStart"/>
      <w:r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D4351">
        <w:rPr>
          <w:rFonts w:ascii="Times New Roman" w:eastAsia="Calibri" w:hAnsi="Times New Roman" w:cs="Times New Roman"/>
          <w:sz w:val="24"/>
          <w:lang w:val="uk-UA"/>
        </w:rPr>
        <w:t>_____________</w:t>
      </w:r>
      <w:bookmarkStart w:id="0" w:name="_GoBack"/>
      <w:bookmarkEnd w:id="0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Землі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запасу (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земельні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ділянки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кожної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категорії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земель,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які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надані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у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власність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або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користування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чи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>юридичним</w:t>
      </w:r>
      <w:proofErr w:type="spellEnd"/>
      <w:r w:rsidRPr="008B22D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особам)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особистого</w:t>
      </w:r>
      <w:proofErr w:type="spellEnd"/>
      <w:proofErr w:type="gram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селянського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господарства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0,4600</w:t>
      </w:r>
      <w:r w:rsidRPr="003937A2">
        <w:rPr>
          <w:rFonts w:ascii="Times New Roman" w:eastAsia="Calibri" w:hAnsi="Times New Roman" w:cs="Times New Roman"/>
          <w:sz w:val="24"/>
        </w:rPr>
        <w:t xml:space="preserve"> га,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яка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Хмельницька</w:t>
      </w:r>
      <w:proofErr w:type="spellEnd"/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Шепетівський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район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рада за межами </w:t>
      </w:r>
      <w:proofErr w:type="spell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.Д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ідова</w:t>
      </w:r>
      <w:proofErr w:type="spell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Гора</w:t>
      </w:r>
      <w:r w:rsidRPr="003937A2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3937A2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Простапчук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Т.К. </w:t>
      </w:r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зі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зміною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цільового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r w:rsidRPr="003937A2">
        <w:rPr>
          <w:rFonts w:ascii="Times New Roman" w:eastAsia="Calibri" w:hAnsi="Times New Roman" w:cs="Times New Roman"/>
          <w:sz w:val="24"/>
        </w:rPr>
        <w:t xml:space="preserve">для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3937A2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3937A2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3937A2">
        <w:rPr>
          <w:rFonts w:ascii="Times New Roman" w:eastAsia="Calibri" w:hAnsi="Times New Roman" w:cs="Times New Roman"/>
          <w:sz w:val="24"/>
        </w:rPr>
        <w:t>.</w:t>
      </w:r>
    </w:p>
    <w:p w:rsidR="000A6387" w:rsidRPr="003937A2" w:rsidRDefault="000A6387" w:rsidP="000A638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0A6387" w:rsidRPr="000A6387" w:rsidRDefault="000A6387" w:rsidP="000A638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3937A2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0A6387" w:rsidRPr="003937A2" w:rsidRDefault="000A6387" w:rsidP="000A638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520E7" w:rsidRPr="000A6387" w:rsidRDefault="000A6387" w:rsidP="000A638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uk-UA"/>
        </w:rPr>
      </w:pP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3937A2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3937A2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520E7" w:rsidRPr="000A6387" w:rsidSect="000A6387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387"/>
    <w:rsid w:val="000A6387"/>
    <w:rsid w:val="00CD4351"/>
    <w:rsid w:val="00F52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8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A63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638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A6387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87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0A638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638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0A6387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278</Words>
  <Characters>1589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2021-09-13T06:34:00Z</dcterms:created>
  <dcterms:modified xsi:type="dcterms:W3CDTF">2021-09-13T13:07:00Z</dcterms:modified>
</cp:coreProperties>
</file>