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AE1" w:rsidRPr="0066767B" w:rsidRDefault="00D27AE1" w:rsidP="00D27AE1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D27AE1" w:rsidRPr="0066767B" w:rsidRDefault="00D27AE1" w:rsidP="00D27AE1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457A79" wp14:editId="697834FE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367" name="Группа 10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36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4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4fd8QA&#10;AADeAAAADwAAAGRycy9kb3ducmV2LnhtbESPT4vCQAzF74LfYYjgTadaUKmOIuKKB0H8dw+d2BY7&#10;mdKZ1e633xwW9pbwXt77ZbXpXK3e1IbKs4HJOAFFnHtbcWHgfvsaLUCFiGyx9kwGfijAZt3vrTCz&#10;/sMXel9joSSEQ4YGyhibTOuQl+QwjH1DLNrTtw6jrG2hbYsfCXe1nibJTDusWBpKbGhXUv66fjsD&#10;Pj0cT49iekn3PI+8PS+ej+5kzHDQbZegInXx3/x3fbSCP0lnwivvyAx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OH3f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YIT8cA&#10;AADeAAAADwAAAGRycy9kb3ducmV2LnhtbERPS0vDQBC+C/6HZQQvpd1UIbax2yKF+OhB6AO8Dtkx&#10;G83Oht21ifn1riB4m4/vOavNYFtxJh8axwrmswwEceV0w7WC07GcLkCEiKyxdUwKvinAZn15scJC&#10;u573dD7EWqQQDgUqMDF2hZShMmQxzFxHnLh35y3GBH0ttcc+hdtW3mRZLi02nBoMdrQ1VH0evqyC&#10;j/LVvG3vxkc/We5pnJS7p/YlV+r6ani4BxFpiP/iP/ezTvPnt/kSft9JN8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GCE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aTDsUA&#10;AADeAAAADwAAAGRycy9kb3ducmV2LnhtbESPQWvCQBCF74X+h2UKXopuVLCSuoqISvEian/AkB2z&#10;odnZkF1N/PfOoeBthnnvffMWq97X6k5trAIbGI8yUMRFsBWXBn4vu+EcVEzIFuvAZOBBEVbL97cF&#10;5jZ0fKL7OZVKQjjmaMCl1ORax8KRxzgKDbHcrqH1mGRtS21b7CTc13qSZTPtsWIhOGxo46j4O9+8&#10;QI5TPB6u3WW377HD7cHx5/pkzOCjX3+DStSnl/jf/WPl/fH0SwpIHZlBL5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NpMO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4jr8UA&#10;AADeAAAADwAAAGRycy9kb3ducmV2LnhtbERPTUsDMRC9C/6HMII3m92qraxNS2kVROihrSDehs10&#10;d3EzCcnYXf+9EQRv83ifs1iNrldniqnzbKCcFKCIa287bgy8HZ9vHkAlQbbYeyYD35Rgtby8WGBl&#10;/cB7Oh+kUTmEU4UGWpFQaZ3qlhymiQ/EmTv56FAyjI22EYcc7no9LYqZdthxbmgx0Kal+vPw5Qzs&#10;hqfwOp/dn8JHvJvqtLXyvhFjrq/G9SMooVH+xX/uF5vnl7fzEn7fy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/iO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io4sUA&#10;AADeAAAADwAAAGRycy9kb3ducmV2LnhtbESP3YrCMBCF74V9hzAL3siaqqBLbRRZdBFvxJ8HGJpp&#10;U2wmpcna7tsbQfBuhnPmfGeydW9rcafWV44VTMYJCOLc6YpLBdfL7usbhA/IGmvHpOCfPKxXH4MM&#10;U+06PtH9HEoRQ9inqMCE0KRS+tyQRT92DXHUCtdaDHFtS6lb7GK4reU0SebSYsWRYLChH0P57fxn&#10;I+Q4w+Oh6C673x473B4MjzYnpYaf/WYJIlAf3ubX9V7H+pPZYgrPd+IM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qKj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AYQ8UA&#10;AADeAAAADwAAAGRycy9kb3ducmV2LnhtbERPTUsDMRC9C/0PYQRvNttW27JtWkpVEMGDVSi9DZvp&#10;7uJmEpKxu/57Iwje5vE+Z70dXKcuFFPr2cBkXIAirrxtuTbw8f50uwSVBNli55kMfFOC7WZ0tcbS&#10;+p7f6HKQWuUQTiUaaERCqXWqGnKYxj4QZ+7so0PJMNbaRuxzuOv0tCjm2mHLuaHBQPuGqs/DlzPw&#10;2j+Gl8X8/hxO8W6q04OV416MubkeditQQoP8i//czzbPn8wWM/h9J9+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BhD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yd3sUA&#10;AADeAAAADwAAAGRycy9kb3ducmV2LnhtbERP32vCMBB+H/g/hBN8GZqqm5NqlDkIExyMOcHXoznb&#10;suZSksx2/70ZDPZ2H9/PW29724gr+VA7VjCdZCCIC2dqLhWcPvV4CSJEZIONY1LwQwG2m8HdGnPj&#10;Ov6g6zGWIoVwyFFBFWObSxmKiiyGiWuJE3dx3mJM0JfSeOxSuG3kLMsW0mLNqaHCll4qKr6O31bB&#10;7r0r5/6+2PXucHk9P2pt9JtWajTsn1cgIvXxX/zn3ps0fzp/eoDfd9IN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jJ3e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ByusMA&#10;AADeAAAADwAAAGRycy9kb3ducmV2LnhtbERP3WrCMBS+H/gO4QjezbRON+mMIo7CGLvR7QEOzVlT&#10;25yUJNb69osw2N35+H7PZjfaTgzkQ+NYQT7PQBBXTjdcK/j+Kh/XIEJE1tg5JgU3CrDbTh42WGh3&#10;5SMNp1iLFMKhQAUmxr6QMlSGLIa564kT9+O8xZigr6X2eE3htpOLLHuWFhtODQZ7Ohiq2tPFKig/&#10;Fp9De9G+dPtxaWllzus3o9RsOu5fQUQa47/4z/2u0/z86WUF93fSD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Byu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KmMsUA&#10;AADeAAAADwAAAGRycy9kb3ducmV2LnhtbERP32vCMBB+H/g/hBP2IjN1Mjc6o6gQJkwQ3WCvR3O2&#10;Zc2lJJmt/70RhL3dx/fz5sveNuJMPtSOFUzGGQjiwpmaSwXfX/rpDUSIyAYbx6TgQgGWi8HDHHPj&#10;Oj7Q+RhLkUI45KigirHNpQxFRRbD2LXEiTs5bzEm6EtpPHYp3DbyOctm0mLNqaHCljYVFb/HP6tg&#10;ve/KqR8V6959nj5+XrQ2eqeVehz2q3cQkfr4L767tybNn0xfZ3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EqY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5JVsMA&#10;AADeAAAADwAAAGRycy9kb3ducmV2LnhtbERP3WrCMBS+H/gO4QjezVTdVLpGkY3CGLtR9wCH5qzp&#10;2pyUJNbu7ZeB4N35+H5PsR9tJwbyoXGsYDHPQBBXTjdcK/g6l49bECEia+wck4JfCrDfTR4KzLW7&#10;8pGGU6xFCuGQowITY59LGSpDFsPc9cSJ+3beYkzQ11J7vKZw28lllq2lxYZTg8GeXg1V7eliFZQf&#10;y8+hvWhfusP4ZOnZ/GzfjFKz6Xh4ARFpjHfxzf2u0/zFarOB/3fSDXL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5JV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9DzMUA&#10;AADeAAAADwAAAGRycy9kb3ducmV2LnhtbESPzW7CQAyE75V4h5Ur9dZswk+LUhaEKlHBkbQPYGVN&#10;EpH1huyWhLfHByRutmY883m1GV2rrtSHxrOBLElBEZfeNlwZ+PvdvS9BhYhssfVMBm4UYLOevKww&#10;t37gI12LWCkJ4ZCjgTrGLtc6lDU5DInviEU7+d5hlLWvtO1xkHDX6mmafmiHDUtDjR1911Sei39n&#10;YH4bfi7F4pzurKPsMOsOHMuFMW+v4/YLVKQxPs2P670V/Gz2Kbzyjsy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0PM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Hw+MMA&#10;AADeAAAADwAAAGRycy9kb3ducmV2LnhtbERPS4vCMBC+C/6HMMLe1lQXXK2mIisusietj/PQTB/Y&#10;TEoTtf57syB4m4/vOYtlZ2pxo9ZVlhWMhhEI4szqigsFx8PmcwrCeWSNtWVS8CAHy6TfW2Cs7Z33&#10;dEt9IUIIuxgVlN43sZQuK8mgG9qGOHC5bQ36ANtC6hbvIdzUchxFE2mw4tBQYkM/JWWX9GoUXCfn&#10;8ZHzP71L14/f2XqzcvJUKPUx6FZzEJ46/xa/3Fsd5o++vmfw/064QS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Hw+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ZX8kA&#10;AADeAAAADwAAAGRycy9kb3ducmV2LnhtbESPQU/CQBCF7yb+h82QeJMtYppaWIiamCAHiKgHb0N3&#10;aKvd2dpdoPx75kDCbSbz5r33Tee9a9SBulB7NjAaJqCIC29rLg18fb7dZ6BCRLbYeCYDJwown93e&#10;TDG3/sgfdNjEUokJhxwNVDG2udahqMhhGPqWWG473zmMsnalth0exdw1+iFJUu2wZkmosKXXioq/&#10;zd4Z+F5n6dP65f3xd7na4tjZ/x9bp8bcDfrnCahIfbyKL98LK/VH40wABEdm0LMz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fGZX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rUMQA&#10;AADeAAAADwAAAGRycy9kb3ducmV2LnhtbERPTWvCQBC9F/wPywi91U1ikRBdpVpqi6eohV6H7JiE&#10;ZmdDdhuT/vpuQfA2j/c5q81gGtFT52rLCuJZBIK4sLrmUsHn+e0pBeE8ssbGMikYycFmPXlYYabt&#10;lY/Un3wpQgi7DBVU3reZlK6oyKCb2ZY4cBfbGfQBdqXUHV5DuGlkEkULabDm0FBhS7uKiu/Tj1Hw&#10;u/jC3L0n29e59jQ+p3t7yPdKPU6HlyUIT4O/i2/uDx3mx/M0hv93wg1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Eq1D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9cicQA&#10;AADeAAAADwAAAGRycy9kb3ducmV2LnhtbERPzWrCQBC+C32HZYTezMZUi0Y3UooFb9W0DzBkx01I&#10;djZmt5r69N1Cobf5+H5nuxttJ640+MaxgnmSgiCunG7YKPj8eJutQPiArLFzTAq+ycOueJhsMdfu&#10;xie6lsGIGMI+RwV1CH0upa9qsugT1xNH7uwGiyHCwUg94C2G205mafosLTYcG2rs6bWmqi2/rIKL&#10;y5Z6LPf43u7Xx8aYxeV+Wij1OB1fNiACjeFf/Oc+6Dh//rTK4PedeIM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vXI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+f+cMA&#10;AADeAAAADwAAAGRycy9kb3ducmV2LnhtbERPPW/CMBDdK/EfrENiAweiQppiECBVYoV2YLzaR5IS&#10;n0NsIO2vx0hI3e7pfd582dlaXKn1lWMF41ECglg7U3Gh4OvzY5iB8AHZYO2YFPySh+Wi9zLH3Lgb&#10;7+i6D4WIIexzVFCG0ORSel2SRT9yDXHkjq61GCJsC2lavMVwW8tJkkylxYpjQ4kNbUrSp/3FKthW&#10;3/Q61cc3m6317vB3Dunsxyg16HerdxCBuvAvfrq3Js4fp1kKj3fiD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+f+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f+WsYA&#10;AADeAAAADwAAAGRycy9kb3ducmV2LnhtbERP0WrCQBB8L/gPxwq+1Uu0FBu9iAqCpa1QlfZ1ya25&#10;YG4v5M4Y/75XKPRtdmdnZmex7G0tOmp95VhBOk5AEBdOV1wqOB23jzMQPiBrrB2Tgjt5WOaDhwVm&#10;2t34k7pDKEU0YZ+hAhNCk0npC0MW/dg1xJE7u9ZiiGNbSt3iLZrbWk6S5FlarDgmGGxoY6i4HK5W&#10;QYf7e/Jt1h8vr9V7Mdmvv9503KvRsF/NQQTqw//xn3qn4/vpdPYEv3UiB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f+W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aEW8MA&#10;AADeAAAADwAAAGRycy9kb3ducmV2LnhtbERPTUvDQBC9C/0Pywje7KYRpcRuixQqHjX20OM0O82m&#10;ZmfC7tpEf70rCN7m8T5ntZl8ry4UYidsYDEvQBE3YjtuDezfd7dLUDEhW+yFycAXRdisZ1crrKyM&#10;/EaXOrUqh3Cs0IBLaai0jo0jj3EuA3HmThI8pgxDq23AMYf7XpdF8aA9dpwbHA60ddR81J/ewPjc&#10;HM/l6WDddxhkV7/KuezFmJvr6ekRVKIp/Yv/3C82z1/cLe/h9518g1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9aEW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wKO8UA&#10;AADeAAAADwAAAGRycy9kb3ducmV2LnhtbERP32vCMBB+F/Y/hBv4pqkKWqpRnE4QcYy6+X5rbm23&#10;5FKaqPW/XwaDvd3H9/MWq84acaXW144VjIYJCOLC6ZpLBe9vu0EKwgdkjcYxKbiTh9XyobfATLsb&#10;53Q9hVLEEPYZKqhCaDIpfVGRRT90DXHkPl1rMUTYllK3eIvh1shxkkylxZpjQ4UNbSoqvk8Xq2D3&#10;ujVf45d8fZZh8zz7MOnhaXtUqv/YrecgAnXhX/zn3us4fzRJp/D7TrxB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/Ao7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ZyNMUA&#10;AADeAAAADwAAAGRycy9kb3ducmV2LnhtbERPTWvCQBC9F/wPywi9iG5UakPMRkQQLVSwWuh1zI5J&#10;MDsbstuY/vtuQehtHu9z0lVvatFR6yrLCqaTCARxbnXFhYLP83Ycg3AeWWNtmRT8kINVNnhKMdH2&#10;zh/UnXwhQgi7BBWU3jeJlC4vyaCb2IY4cFfbGvQBtoXULd5DuKnlLIoW0mDFoaHEhjYl5bfTt1HQ&#10;Hd8vxb5zzdstHrmX+WW3O+gvpZ6H/XoJwlPv/8UP916H+dN5/Ap/74Qb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RnI0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WYW8kA&#10;AADeAAAADwAAAGRycy9kb3ducmV2LnhtbESPQU/CQBCF7yb+h82YeJMtiKZWFiImJlxIBD3IbeiO&#10;bUN3tu6uUPj1zIGE20zem/e+mcx616o9hdh4NjAcZKCIS28brgx8f3085KBiQrbYeiYDR4owm97e&#10;TLCw/sAr2q9TpSSEY4EG6pS6QutY1uQwDnxHLNqvDw6TrKHSNuBBwl2rR1n2rB02LA01dvReU7lb&#10;/zsD85d8/vc55uVptd3Q5me7exqFzJj7u/7tFVSiPl3Nl+uFFfzhYy688o7Mo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7WYW8kAAADeAAAADwAAAAAAAAAAAAAAAACYAgAA&#10;ZHJzL2Rvd25yZXYueG1sUEsFBgAAAAAEAAQA9QAAAI4DAAAAAA==&#10;" fillcolor="black" stroked="f"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ozwMYA&#10;AADeAAAADwAAAGRycy9kb3ducmV2LnhtbERPS2vCQBC+F/wPyxR6qxstlZi6ivYBgnrwcfA4zU6T&#10;JdnZkN1q7K/vCoK3+fieM5l1thYnar1xrGDQT0AQ504bLhQc9l/PKQgfkDXWjknBhTzMpr2HCWba&#10;nXlLp10oRAxhn6GCMoQmk9LnJVn0fdcQR+7HtRZDhG0hdYvnGG5rOUySkbRoODaU2NB7SXm1+7UK&#10;jquRSbeGht/rv8WnXr9Wi81HpdTTYzd/AxGoC3fxzb3Ucf7gJR3D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ozw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thsscA&#10;AADeAAAADwAAAGRycy9kb3ducmV2LnhtbESPQU8CMRCF7yb8h2ZMvEkXTQwsFEIwRi8eBIzXyXbY&#10;rrudrm2BhV/vHEy8zWTevPe+xWrwnTpRTE1gA5NxAYq4Crbh2sB+93I/BZUyssUuMBm4UILVcnSz&#10;wNKGM3/QaZtrJSacSjTgcu5LrVPlyGMah55YbocQPWZZY61txLOY+04/FMWT9tiwJDjsaeOoardH&#10;byCuv57bKx8/2+L6fkmv38PPFJ0xd7fDeg4q05D/xX/fb1bqTx5nAiA4MoNe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LYbL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ZyYsQA&#10;AADeAAAADwAAAGRycy9kb3ducmV2LnhtbERP22rCQBB9L/Qflin4UuomCrZGVymFglARtH7AmB2T&#10;4O5syE419uvdQsG3OZzrzJe9d+pMXWwCG8iHGSjiMtiGKwP778+XN1BRkC26wGTgShGWi8eHORY2&#10;XHhL551UKoVwLNBALdIWWseyJo9xGFrixB1D51ES7CptO7ykcO/0KMsm2mPDqaHGlj5qKk+7H2/A&#10;jQ5u+vUa13Ld63X262X7vLHGDJ769xkooV7u4n/3yqb5+Xiaw9876Qa9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2cmL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StT8UA&#10;AADeAAAADwAAAGRycy9kb3ducmV2LnhtbERPTWsCMRC9F/ofwhR6q1m3UNrVKG1F2EsPbhWv42bc&#10;LCaTZZPq6q83gtDbPN7nTOeDs+JIfWg9KxiPMhDEtdctNwrWv8uXdxAhImu0nknBmQLMZ48PUyy0&#10;P/GKjlVsRArhUKACE2NXSBlqQw7DyHfEidv73mFMsG+k7vGUwp2VeZa9SYctpwaDHX0bqg/Vn1Ow&#10;qDqbr0vzFbabn93OlpclbRdKPT8NnxMQkYb4L767S53mj18/cri9k26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K1P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264sMA&#10;AADeAAAADwAAAGRycy9kb3ducmV2LnhtbERPS2sCMRC+F/wPYYTeaqKC1a1RRFwQevJ18DYk091t&#10;N5Nlk+5u/31TEHqbj+856+3gatFRGyrPGqYTBYLYeFtxoeF6yV+WIEJEtlh7Jg0/FGC7GT2tMbO+&#10;5xN151iIFMIhQw1ljE0mZTAlOQwT3xAn7sO3DmOCbSFti30Kd7WcKbWQDitODSU2tC/JfJ2/nYbP&#10;XL57o9Dcrrf+aF/vhwXVSuvn8bB7AxFpiP/ih/to0/zpfDWHv3fSD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264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zR8cQA&#10;AADeAAAADwAAAGRycy9kb3ducmV2LnhtbERPS4vCMBC+L/gfwgje1lRdRLtGUUEQZQ8+WPY424xt&#10;aTMpSdTuvzcLgrf5+J4zW7SmFjdyvrSsYNBPQBBnVpecKzifNu8TED4ga6wtk4I/8rCYd95mmGp7&#10;5wPdjiEXMYR9igqKEJpUSp8VZND3bUMcuYt1BkOELpfa4T2Gm1oOk2QsDZYcGwpsaF1QVh2vRsHP&#10;dc+Xr9Fu6Vbh27YnXw1/J5VSvW67/AQRqA0v8dO91XH+YDT9gP934g1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80f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2hGMUA&#10;AADeAAAADwAAAGRycy9kb3ducmV2LnhtbERPS2sCMRC+F/ofwgjealatoqtRaqHQi+DroLdxM+4u&#10;bibbJNW1v74RBG/z8T1nOm9MJS7kfGlZQbeTgCDOrC45V7Dbfr2NQPiArLGyTApu5GE+e32ZYqrt&#10;ldd02YRcxBD2KSooQqhTKX1WkEHfsTVx5E7WGQwRulxqh9cYbirZS5KhNFhybCiwps+CsvPm1yhY&#10;jEeLn9U7L//WxwMd9sfzoOcSpdqt5mMCIlATnuKH+1vH+d3+eAD3d+IN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baEYxQAAAN4AAAAPAAAAAAAAAAAAAAAAAJgCAABkcnMv&#10;ZG93bnJldi54bWxQSwUGAAAAAAQABAD1AAAAigMAAAAA&#10;" fillcolor="black" stroked="f"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0xcQA&#10;AADeAAAADwAAAGRycy9kb3ducmV2LnhtbERPTWsCMRC9C/6HMIXeNGsFaVejLIK09LRqS6/jZtws&#10;3UyWJI3bf98UCr3N433OZjfaXiTyoXOsYDEvQBA3TnfcKng7H2aPIEJE1tg7JgXfFGC3nU42WGp3&#10;4yOlU2xFDuFQogIT41BKGRpDFsPcDcSZuzpvMWboW6k93nK47eVDUaykxY5zg8GB9oaaz9OXVZAu&#10;+7papo9kjq++ar2rn98vtVL3d2O1BhFpjP/iP/eLzvMXy6cV/L6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JNM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nVV8UA&#10;AADeAAAADwAAAGRycy9kb3ducmV2LnhtbERPTWvCQBC9F/oflhG81U0UbI2uItIW24s1CnocsmM2&#10;NDsbstsY++u7hUJv83ifs1j1thYdtb5yrCAdJSCIC6crLhUcDy8PTyB8QNZYOyYFN/KwWt7fLTDT&#10;7sp76vJQihjCPkMFJoQmk9IXhiz6kWuII3dxrcUQYVtK3eI1httajpNkKi1WHBsMNrQxVHzmX1aB&#10;TzfPp3f7PevOr4Z3+ZuZfpRGqeGgX89BBOrDv/jPvdVxfjqZPc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6dVX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27AE1" w:rsidRPr="0066767B" w:rsidRDefault="00D27AE1" w:rsidP="00D27A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27AE1" w:rsidRPr="0066767B" w:rsidRDefault="00D27AE1" w:rsidP="00D27A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27AE1" w:rsidRPr="0066767B" w:rsidRDefault="00D27AE1" w:rsidP="00D27A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27AE1" w:rsidRPr="0066767B" w:rsidRDefault="00D27AE1" w:rsidP="00D27AE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27AE1" w:rsidRPr="0066767B" w:rsidRDefault="00D27AE1" w:rsidP="00D27AE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D27AE1" w:rsidRPr="0066767B" w:rsidRDefault="00D27AE1" w:rsidP="00D27AE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D27AE1" w:rsidRPr="0066767B" w:rsidRDefault="00D27AE1" w:rsidP="00D27AE1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D27AE1" w:rsidRPr="0066767B" w:rsidRDefault="00D27AE1" w:rsidP="00D27AE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D27AE1" w:rsidRPr="0066767B" w:rsidRDefault="00D27AE1" w:rsidP="00D27AE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D27AE1" w:rsidRPr="0066767B" w:rsidRDefault="00D27AE1" w:rsidP="00D27A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95E797" wp14:editId="68E2543C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1398" name="Группа 109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1399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0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1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2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3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4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5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6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7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8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9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0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1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2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3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4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5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6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7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8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0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1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2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3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4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5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6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7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8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AE1" w:rsidRDefault="00D27AE1" w:rsidP="00D27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7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fKy8IA&#10;AADeAAAADwAAAGRycy9kb3ducmV2LnhtbERPy6rCMBDdC/cfwlxwp6kWfPQaRUTFhSD1sR+asS23&#10;mZQmav17Iwju5nCeM1u0phJ3alxpWcGgH4EgzqwuOVdwPm16ExDOI2usLJOCJzlYzH86M0y0fXBK&#10;96PPRQhhl6CCwvs6kdJlBRl0fVsTB+5qG4M+wCaXusFHCDeVHEbRSBosOTQUWNOqoOz/eDMKbLzd&#10;7S/5MI3XPPa8PEyul3avVPe3Xf6B8NT6r/jj3ukwfxBPp/B+J9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18rL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mJF8kA&#10;AADeAAAADwAAAGRycy9kb3ducmV2LnhtbESPT0sDMRDF70K/QxjBS7HZilTdNi1SWP/0ILQKXofN&#10;dLN2M1mS2K799M5B8DbDvHnv/RarwXfqSDG1gQ1MJwUo4jrYlhsDH+/V9T2olJEtdoHJwA8lWC1H&#10;FwssbTjxlo673Cgx4VSiAZdzX2qdakce0yT0xHLbh+gxyxobbSOexNx3+qYoZtpjy5LgsKe1o/qw&#10;+/YGvqo397m+Oz/F8cOWzuNq89y9zoy5uhwe56AyDflf/Pf9YqX+9LYQAMGRGfTyF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YmJF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aIjcYA&#10;AADeAAAADwAAAGRycy9kb3ducmV2LnhtbESP0WrCQBBF3wv+wzKCL0U3aUuR6CoiTSm+iEk/YMiO&#10;2WB2NmTXJP59t1Do2wz3zj13tvvJtmKg3jeOFaSrBARx5XTDtYLvMl+uQfiArLF1TAoe5GG/mz1t&#10;MdNu5AsNRahFDGGfoQITQpdJ6StDFv3KdcRRu7reYohrX0vd4xjDbStfkuRdWmw4Egx2dDRU3Yq7&#10;jZDzK55P17HMPycc8eNk+PlwUWoxnw4bEIGm8G/+u/7SsX76lqTw+06cQe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aIj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ADwMQA&#10;AADeAAAADwAAAGRycy9kb3ducmV2LnhtbERPTUsDMRC9C/0PYYTebLZLrWVtWkqtIIIHq1C8DZvp&#10;7uJmEpKxu/57Iwje5vE+Z70dXa8uFFPn2cB8VoAirr3tuDHw/vZ4swKVBNli75kMfFOC7WZytcbK&#10;+oFf6XKURuUQThUaaEVCpXWqW3KYZj4QZ+7so0PJMDbaRhxyuOt1WRRL7bDj3NBioH1L9efxyxl4&#10;GQ7h+W55ew4fcVHq9GDltBdjptfj7h6U0Cj/4j/3k83z54ui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AA8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izYcUA&#10;AADeAAAADwAAAGRycy9kb3ducmV2LnhtbESP0YrCMBBF34X9hzDCvsiauoos3UaRRUV8EXU/YGim&#10;TbGZlCba+vdGEHyb4d6550627G0tbtT6yrGCyTgBQZw7XXGp4P+8+foB4QOyxtoxKbiTh+XiY5Bh&#10;ql3HR7qdQiliCPsUFZgQmlRKnxuy6MeuIY5a4VqLIa5tKXWLXQy3tfxOkrm0WHEkGGzoz1B+OV1t&#10;hBymeNgX3Xmz7bHD9d7waHVU6nPYr35BBOrD2/y63ulYfzJLpv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SLNh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+L8QA&#10;AADeAAAADwAAAGRycy9kb3ducmV2LnhtbERPTUsDMRC9C/0PYYTebLZlrWVtWkqtIIIHq1C8DZvp&#10;7uJmEpKxu/57Iwje5vE+Z70dXa8uFFPn2cB8VoAirr3tuDHw/vZ4swKVBNli75kMfFOC7WZytcbK&#10;+oFf6XKURuUQThUaaEVCpXWqW3KYZj4QZ+7so0PJMDbaRhxyuOv1oiiW2mHHuaHFQPuW6s/jlzPw&#10;MhzC893y9hw+YrnQ6cHKaS/GTK/H3T0ooVH+xX/uJ5vnz8ui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lPi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yGXcUA&#10;AADeAAAADwAAAGRycy9kb3ducmV2LnhtbERP32vCMBB+H+x/CDfwZWjqpjKqUeYgTFAQdeDr0Zxt&#10;WXMpSbTdf78Ig73dx/fzFqveNuJGPtSOFYxHGQjiwpmaSwVfJz18AxEissHGMSn4oQCr5ePDAnPj&#10;Oj7Q7RhLkUI45KigirHNpQxFRRbDyLXEibs4bzEm6EtpPHYp3DbyJctm0mLNqaHClj4qKr6PV6tg&#10;ve/KV/9crHu3vXyep1obvdNKDZ769zmISH38F/+5NybNH0+yKdzf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bIZd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5S1cEA&#10;AADeAAAADwAAAGRycy9kb3ducmV2LnhtbERPzYrCMBC+L/gOYQRva6qoSDWKuBQW2YvuPsDQjE21&#10;mZQk1vr2ZkHwNh/f76y3vW1ERz7UjhVMxhkI4tLpmisFf7/F5xJEiMgaG8ek4EEBtpvBxxpz7e58&#10;pO4UK5FCOOSowMTY5lKG0pDFMHYtceLOzluMCfpKao/3FG4bOc2yhbRYc2ow2NLeUHk93ayC4jD9&#10;6a437Qu362eW5uay/DJKjYb9bgUiUh/f4pf7W6f5k1m2gP930g1y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OUtXBAAAA3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K9scUA&#10;AADeAAAADwAAAGRycy9kb3ducmV2LnhtbERP32vCMBB+H/g/hBN8GZq6zU2qUeYgbKAg04GvR3O2&#10;xeZSkmi7/34ZDPZ2H9/PW65724gb+VA7VjCdZCCIC2dqLhV8HfV4DiJEZIONY1LwTQHWq8HdEnPj&#10;Ov6k2yGWIoVwyFFBFWObSxmKiiyGiWuJE3d23mJM0JfSeOxSuG3kQ5Y9S4s1p4YKW3qrqLgcrlbB&#10;Zt+Vj/6+2PRue34/zbQ2eqeVGg371wWISH38F/+5P0yaP33KXuD3nXSD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8r2x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1jPMUA&#10;AADeAAAADwAAAGRycy9kb3ducmV2LnhtbESPQWvDMAyF74X9B6PBbo3T0o6S1S1lJVBGL+v2A0Ss&#10;xVljOdhumv376TDYTeI9vfdpu598r0aKqQtsYFGUoIibYDtuDXx+1PMNqJSRLfaBycAPJdjvHmZb&#10;rGy48zuNl9wqCeFUoQGX81BpnRpHHlMRBmLRvkL0mGWNrbYR7xLue70sy2ftsWNpcDjQq6Pmerl5&#10;A/Xb8jxebzbW4TCtPK3d9+bojHl6nA4voDJN+d/8d32ygr9YlcIr78gMe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XWM8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9YT8IA&#10;AADeAAAADwAAAGRycy9kb3ducmV2LnhtbERP3WrCMBS+H/gO4Qi7W5NuKtoZRQaOebnqAxyas6a0&#10;OalNZuvbL4PB7s7H93u2+8l14kZDaDxryDMFgrjypuFaw+V8fFqDCBHZYOeZNNwpwH43e9hiYfzI&#10;n3QrYy1SCIcCNdgY+0LKUFlyGDLfEyfuyw8OY4JDLc2AYwp3nXxWaiUdNpwaLPb0Zqlqy2+nYXEf&#10;36/lslVH4yg/vfQnjtVS68f5dHgFEWmK/+I/94dJ8/OF2sDvO+kGu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31hP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5xoMUA&#10;AADeAAAADwAAAGRycy9kb3ducmV2LnhtbESPQWvCQBCF7wX/wzKCt7qJiLSpq4iiFE82Vc9DdkxC&#10;s7Mhu2r8952D4G2GefPe++bL3jXqRl2oPRtIxwko4sLbmksDx9/t+weoEJEtNp7JwIMCLBeDtzlm&#10;1t/5h255LJWYcMjQQBVjm2kdioochrFvieV28Z3DKGtXatvhXcxdoydJMtMOa5aECltaV1T85Vdn&#10;4Do7T4582dtDvnnsPjfbVdCn0pjRsF99gYrUx5f4+f1tpX46TQVAcGQGv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nGg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1kJsYA&#10;AADeAAAADwAAAGRycy9kb3ducmV2LnhtbERPTWvCQBC9C/6HZQrezCYqQVNXUUGwPVRq7aG3aXaa&#10;RLOzMbvV9N+7hUJv83ifM192phZXal1lWUESxSCIc6srLhQc37bDKQjnkTXWlknBDzlYLvq9OWba&#10;3viVrgdfiBDCLkMFpfdNJqXLSzLoItsQB+7LtgZ9gG0hdYu3EG5qOYrjVBqsODSU2NCmpPx8+DYK&#10;3vfTdLZfP01Ozy+fODb68qGrVKnBQ7d6BOGp8//iP/dOh/nJJEng951wg1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1kJ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ZtxcMA&#10;AADeAAAADwAAAGRycy9kb3ducmV2LnhtbERPS4vCMBC+C/6HMMLeNG0VkWoUddFd9uQLvA7N2Bab&#10;SWmyWv31ZmHB23x8z5ktWlOJGzWutKwgHkQgiDOrS84VnI6b/gSE88gaK8uk4EEOFvNuZ4aptnfe&#10;0+3gcxFC2KWooPC+TqV0WUEG3cDWxIG72MagD7DJpW7wHsJNJZMoGkuDJYeGAmtaF5RdD79GwXN8&#10;xp37SlafQ+3pMZps7c9uq9RHr11OQXhq/Vv87/7WYX48ihP4eyfc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Ztx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Oh8MQA&#10;AADeAAAADwAAAGRycy9kb3ducmV2LnhtbERPzWrCQBC+F3yHZQq91U1slJq6ERELvVVjH2DIjpuQ&#10;7GzMrpr26buFgrf5+H5ntR5tJ640+MaxgnSagCCunG7YKPg6vj+/gvABWWPnmBR8k4d1MXlYYa7d&#10;jQ90LYMRMYR9jgrqEPpcSl/VZNFPXU8cuZMbLIYIByP1gLcYbjs5S5KFtNhwbKixp21NVVterIKz&#10;m831WO7ws90t940x2fnnkCn19Dhu3kAEGsNd/O/+0HF+mqUv8PdOvEE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Dof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Zfb8QA&#10;AADeAAAADwAAAGRycy9kb3ducmV2LnhtbERPS08CMRC+k/AfmiHhBt0FRFy3EDUx4Qp48Di2sw/Y&#10;TpdthdVfb01IuM2X7zn5preNuFDna8cK0mkCglg7U3Op4OPwPlmB8AHZYOOYFPyQh816OMgxM+7K&#10;O7rsQyliCPsMFVQhtJmUXldk0U9dSxy5wnUWQ4RdKU2H1xhuGzlLkqW0WHNsqLClt4r0af9tFWzr&#10;L3pY6uLJrl717vP3HOaPR6PUeNS/PIMI1Ie7+Obemjg/XaQL+H8n3i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WX2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sDI8YA&#10;AADeAAAADwAAAGRycy9kb3ducmV2LnhtbERPXWvCQBB8F/ofji30TS+RttToKVUQLFbBD/R1ya25&#10;0NxeyJ0x/nuvUOjb7M7OzM5k1tlKtNT40rGCdJCAIM6dLrlQcDws+x8gfEDWWDkmBXfyMJs+9SaY&#10;aXfjHbX7UIhowj5DBSaEOpPS54Ys+oGriSN3cY3FEMemkLrBWzS3lRwmybu0WHJMMFjTwlD+s79a&#10;BS1u78nZzDejr/I7H27np7WOe/Xy3H2OQQTqwv/xn3ql4/vpa/oGv3UiBj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sDI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RCzsMA&#10;AADeAAAADwAAAGRycy9kb3ducmV2LnhtbERPTUvDQBC9C/0PyxS82U2CFIndFhEqHjV68Dhmp9nU&#10;7EzYXZu0v94VBG/zeJ+z2c1+UCcKsRc2UK4KUMSt2J47A+9v+5s7UDEhWxyEycCZIuy2i6sN1lYm&#10;fqVTkzqVQzjWaMClNNZax9aRx7iSkThzBwkeU4ah0zbglMP9oKuiWGuPPecGhyM9Omq/mm9vYHpq&#10;P4/V4cO6Sxhl37zIsRrEmOvl/HAPKtGc/sV/7meb55e35Rp+38k36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RCz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D3QsQA&#10;AADeAAAADwAAAGRycy9kb3ducmV2LnhtbERP22oCMRB9L/QfwhT6VrMrRWU1ilcoYhFv7+Nm3N02&#10;mSybVLd/bwoF3+ZwrjOatNaIKzW+cqwg7SQgiHOnKy4UHA+rtwEIH5A1Gsek4Jc8TMbPTyPMtLvx&#10;jq77UIgYwj5DBWUIdSalz0uy6DuuJo7cxTUWQ4RNIXWDtxhujewmSU9arDg2lFjTvKT8e/9jFay2&#10;C/PV/dxNTzLMl/2zGaxni41Sry/tdAgiUBse4n/3h47z0/e0D3/vxBvk+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Q90L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m+pMgA&#10;AADeAAAADwAAAGRycy9kb3ducmV2LnhtbESPQWvCQBCF70L/wzKFXkrdpFWR6CoiFC0oqC30OmbH&#10;JJidDdltTP9951DwNsN7894382XvatVRGyrPBtJhAoo497biwsDX5/vLFFSIyBZrz2TglwIsFw+D&#10;OWbW3/hI3SkWSkI4ZGigjLHJtA55SQ7D0DfEol186zDK2hbatniTcFfr1ySZaIcVS0OJDa1Lyq+n&#10;H2egO+zOxbYLzcd1+hzGb+fNZm+/jXl67FczUJH6eDf/X2+t4KejVHjlHZlBL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eb6k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llIsUA&#10;AADeAAAADwAAAGRycy9kb3ducmV2LnhtbERPTWsCMRC9C/0PYQRvml2xRVej1ILgpaC2B72Nm3F3&#10;cTPZJlFXf30jFHqbx/uc2aI1tbiS85VlBekgAUGcW11xoeD7a9Ufg/ABWWNtmRTcycNi/tKZYabt&#10;jbd03YVCxBD2GSooQ2gyKX1ekkE/sA1x5E7WGQwRukJqh7cYbmo5TJI3abDi2FBiQx8l5efdxShY&#10;TsbLn82IPx/b44EO++P5degSpXrd9n0KIlAb/sV/7rWO89NROoHn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WUixQAAAN4AAAAPAAAAAAAAAAAAAAAAAJgCAABkcnMv&#10;ZG93bnJldi54bWxQSwUGAAAAAAQABAD1AAAAigMAAAAA&#10;" fillcolor="black" stroked="f"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wIAskA&#10;AADeAAAADwAAAGRycy9kb3ducmV2LnhtbESPQU/CQBCF7yb8h82QeJMtjRJSWIiAJibiAfTgceiO&#10;7abd2aa7QvXXOwcTbjOZN++9b7kefKvO1EcX2MB0koEiLoN1XBn4eH++m4OKCdliG5gM/FCE9Wp0&#10;s8TChgsf6HxMlRITjgUaqFPqCq1jWZPHOAkdsdy+Qu8xydpX2vZ4EXPf6jzLZtqjY0mosaNtTWVz&#10;/PYGPl9nbn5wlJ/2v5snu39oNm+7xpjb8fC4AJVoSFfx//eLlfrT+1wABEdm0K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swIA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LAq8QA&#10;AADeAAAADwAAAGRycy9kb3ducmV2LnhtbERPTWsCMRC9F/wPYQq91exKEVmNIpWilx5qFa/DZrrZ&#10;7mayTaKu/nojCL3N433ObNHbVpzIh9qxgnyYgSAuna65UrD7/nidgAgRWWPrmBRcKMBiPniaYaHd&#10;mb/otI2VSCEcClRgYuwKKUNpyGIYuo44cT/OW4wJ+kpqj+cUbls5yrKxtFhzajDY0buhstkerQK/&#10;PKyaKx/3TXb9vIT1b/83QaPUy3O/nIKI1Md/8cO90Wl+/jbK4f5OukH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SwK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Hol8QA&#10;AADeAAAADwAAAGRycy9kb3ducmV2LnhtbERP22rCQBB9L/gPywh9KXVjEG1TVxFBKFQErR8wzU6T&#10;0N3ZkB019uvdQsG3OZzrzJe9d+pMXWwCGxiPMlDEZbANVwaOn5vnF1BRkC26wGTgShGWi8HDHAsb&#10;Lryn80EqlUI4FmigFmkLrWNZk8c4Ci1x4r5D51ES7CptO7ykcO90nmVT7bHh1FBjS+uayp/DyRtw&#10;+Zd7/ZjFrVyPepv9etk/7awxj8N+9QZKqJe7+N/9btP88STP4e+ddIN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x6J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0MVsUA&#10;AADeAAAADwAAAGRycy9kb3ducmV2LnhtbERPTWsCMRC9F/ofwhR6q1m3pZTVKG1F2EsPbhWv42bc&#10;LCaTZZPq6q83gtDbPN7nTOeDs+JIfWg9KxiPMhDEtdctNwrWv8uXDxAhImu0nknBmQLMZ48PUyy0&#10;P/GKjlVsRArhUKACE2NXSBlqQw7DyHfEidv73mFMsG+k7vGUwp2VeZa9S4ctpwaDHX0bqg/Vn1Ow&#10;qDqbr0vzFbabn93OlpclbRdKPT8NnxMQkYb4L767S53mj9/yV7i9k26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7QxW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EmFMIA&#10;AADeAAAADwAAAGRycy9kb3ducmV2LnhtbERPS4vCMBC+C/sfwizsTRNFVKpRlkVB2JOvg7chGdtq&#10;MylNtN1/vxEEb/PxPWex6lwlHtSE0rOG4UCBIDbelpxrOB42/RmIEJEtVp5Jwx8FWC0/egvMrG95&#10;R499zEUK4ZChhiLGOpMymIIchoGviRN38Y3DmGCTS9tgm8JdJUdKTaTDklNDgTX9FGRu+7vTcN3I&#10;X28UmtPx1G7t9LyeUKW0/vrsvucgInXxLX65tzbNH45HY3i+k26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ASYU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Vw6MQA&#10;AADeAAAADwAAAGRycy9kb3ducmV2LnhtbERPS2vCQBC+F/wPywi91Y2xFYmuooJQKj34QDyO2TEJ&#10;yc6G3VXTf98VCr3Nx/ec2aIzjbiT85VlBcNBAoI4t7riQsHxsHmbgPABWWNjmRT8kIfFvPcyw0zb&#10;B+/ovg+FiCHsM1RQhtBmUvq8JIN+YFviyF2tMxgidIXUDh8x3DQyTZKxNFhxbCixpXVJeb2/GQXn&#10;25av36OvpVuFk+0Ovk4vk1qp1363nIII1IV/8Z/7U8f5w/f0A57vxBv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lcO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o77cUA&#10;AADeAAAADwAAAGRycy9kb3ducmV2LnhtbERPTWsCMRC9F/ofwhS81ayLFV2NooLQS0FtD3obN+Pu&#10;4mayJlG3/nojFHqbx/ucyaw1tbiS85VlBb1uAoI4t7riQsHP9+p9CMIHZI21ZVLwSx5m09eXCWba&#10;3nhD120oRAxhn6GCMoQmk9LnJRn0XdsQR+5oncEQoSukdniL4aaWaZIMpMGKY0OJDS1Lyk/bi1Gw&#10;GA0X53Wfv+6bw572u8PpI3WJUp23dj4GEagN/+I/96eO83v9dADPd+IN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qjvtxQAAAN4AAAAPAAAAAAAAAAAAAAAAAJgCAABkcnMv&#10;ZG93bnJldi54bWxQSwUGAAAAAAQABAD1AAAAigMAAAAA&#10;" fillcolor="black" stroked="f"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CV3MQA&#10;AADeAAAADwAAAGRycy9kb3ducmV2LnhtbERPTUsDMRC9C/6HMII3m20VW9amZSmIxdO2VXqdbsbN&#10;4mayJDHd/nsjCL3N433Ocj3aXiTyoXOsYDopQBA3TnfcKvg4vD4sQISIrLF3TAouFGC9ur1ZYqnd&#10;mXeU9rEVOYRDiQpMjEMpZWgMWQwTNxBn7st5izFD30rt8ZzDbS9nRfEsLXacGwwOtDHUfO9/rIJ0&#10;2tTVYzoms3v3Vetd/fZ5qpW6vxurFxCRxngV/7u3Os+fPs3m8PdOvk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Qld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NFp8cA&#10;AADeAAAADwAAAGRycy9kb3ducmV2LnhtbESPQUvDQBCF74L/YRnBm92klKKx2yKlLW0v1ijocciO&#10;2WB2NmTXNPrrOwfB2wzvzXvfLFajb9VAfWwCG8gnGSjiKtiGawNvr9u7e1AxIVtsA5OBH4qwWl5f&#10;LbCw4cwvNJSpVhLCsUADLqWu0DpWjjzGSeiIRfsMvccka19r2+NZwn2rp1k21x4blgaHHa0dVV/l&#10;tzcQ8/Xm/eh/H4aPnePn8uDmp9oZc3szPj2CSjSmf/Pf9d4Kfj6bCq+8IzPo5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jRaf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27AE1" w:rsidRDefault="00D27AE1" w:rsidP="00D27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27AE1" w:rsidRPr="0066767B" w:rsidRDefault="00D27AE1" w:rsidP="00D27AE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66767B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D27AE1" w:rsidRPr="0066767B" w:rsidRDefault="00D27AE1" w:rsidP="00D27AE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D27AE1" w:rsidRPr="0066767B" w:rsidRDefault="00D27AE1" w:rsidP="00D27AE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D27AE1" w:rsidRPr="0066767B" w:rsidRDefault="00D27AE1" w:rsidP="00D27AE1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D27AE1" w:rsidRDefault="00D27AE1" w:rsidP="00D27A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.01.2021р.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     Крупець                                        №_____</w:t>
      </w:r>
    </w:p>
    <w:p w:rsidR="00D27AE1" w:rsidRDefault="00D27AE1" w:rsidP="00D27AE1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27AE1" w:rsidRPr="001C55EE" w:rsidRDefault="00D27AE1" w:rsidP="00D27A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D27AE1" w:rsidRPr="001C55EE" w:rsidRDefault="00D27AE1" w:rsidP="00D27A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із землеустрою щодо поділу та об’єднання</w:t>
      </w:r>
    </w:p>
    <w:p w:rsidR="00D27AE1" w:rsidRPr="001C55EE" w:rsidRDefault="00D27AE1" w:rsidP="00D27A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земельних ділянок </w:t>
      </w:r>
      <w:proofErr w:type="spellStart"/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Крупецької</w:t>
      </w:r>
      <w:proofErr w:type="spellEnd"/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сільської ради</w:t>
      </w:r>
    </w:p>
    <w:p w:rsidR="00D27AE1" w:rsidRPr="001C55EE" w:rsidRDefault="00D27AE1" w:rsidP="00D27A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27AE1" w:rsidRPr="001C55EE" w:rsidRDefault="00D27AE1" w:rsidP="00D27AE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сільського голови </w:t>
      </w:r>
      <w:proofErr w:type="spellStart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Михалюка</w:t>
      </w:r>
      <w:proofErr w:type="spellEnd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В.А. сільська  рада ВИРІШИЛА:</w:t>
      </w:r>
    </w:p>
    <w:p w:rsidR="00D27AE1" w:rsidRPr="001C55EE" w:rsidRDefault="00D27AE1" w:rsidP="00D27AE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27AE1" w:rsidRPr="001C55EE" w:rsidRDefault="00D27AE1" w:rsidP="00D27AE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proofErr w:type="spellStart"/>
      <w:r w:rsidRPr="001C55EE">
        <w:rPr>
          <w:rFonts w:ascii="Times New Roman" w:eastAsia="Calibri" w:hAnsi="Times New Roman" w:cs="Times New Roman"/>
          <w:sz w:val="24"/>
          <w:lang w:val="uk-UA"/>
        </w:rPr>
        <w:t>Крупецькій</w:t>
      </w:r>
      <w:proofErr w:type="spellEnd"/>
      <w:r w:rsidRPr="001C55EE">
        <w:rPr>
          <w:rFonts w:ascii="Times New Roman" w:eastAsia="Calibri" w:hAnsi="Times New Roman" w:cs="Times New Roman"/>
          <w:sz w:val="24"/>
          <w:lang w:val="uk-UA"/>
        </w:rPr>
        <w:t xml:space="preserve"> сільській раді, ідентифікаційний номер 04405030, т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ехнічну документацію із землеустрою щодо поділу</w:t>
      </w: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та об’єднання земельних ділянок комунальної власності, земельні ділянки кожної категорії земель, які не надані у власність або користування громадянам чи юридичним особам (16.00), землі сільськогосподарс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ького призначення, площею 1,3540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кад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астровий номер 6823984000:03:018:0349,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яка розташована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сільської ради,  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 межами   с.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Крупець.</w:t>
      </w:r>
    </w:p>
    <w:p w:rsidR="00D27AE1" w:rsidRPr="001C55EE" w:rsidRDefault="00D27AE1" w:rsidP="00D27AE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Крупецькій</w:t>
      </w:r>
      <w:proofErr w:type="spellEnd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сільській раді в особі сільського голови </w:t>
      </w:r>
      <w:proofErr w:type="spellStart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Михалюка</w:t>
      </w:r>
      <w:proofErr w:type="spellEnd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Валерія Анатолійовича</w:t>
      </w:r>
      <w:r w:rsidRPr="001C55E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D27AE1" w:rsidRPr="001C55EE" w:rsidRDefault="00D27AE1" w:rsidP="00D27AE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27AE1" w:rsidRPr="001C55EE" w:rsidRDefault="00D27AE1" w:rsidP="00D27AE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27AE1" w:rsidRPr="001C55EE" w:rsidRDefault="00D27AE1" w:rsidP="00D27AE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27AE1" w:rsidRPr="001C55EE" w:rsidRDefault="00D27AE1" w:rsidP="00D27AE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27AE1" w:rsidRPr="001C55EE" w:rsidRDefault="00D27AE1" w:rsidP="00D27AE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27AE1" w:rsidRPr="001C55EE" w:rsidRDefault="00D27AE1" w:rsidP="00D27AE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27AE1" w:rsidRPr="001C55EE" w:rsidRDefault="00D27AE1" w:rsidP="00D27A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p w:rsidR="008706D7" w:rsidRDefault="008706D7">
      <w:bookmarkStart w:id="0" w:name="_GoBack"/>
      <w:bookmarkEnd w:id="0"/>
    </w:p>
    <w:sectPr w:rsidR="008706D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33A" w:rsidRDefault="00FF733A">
      <w:pPr>
        <w:spacing w:after="0" w:line="240" w:lineRule="auto"/>
      </w:pPr>
      <w:r>
        <w:separator/>
      </w:r>
    </w:p>
  </w:endnote>
  <w:endnote w:type="continuationSeparator" w:id="0">
    <w:p w:rsidR="00FF733A" w:rsidRDefault="00FF7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33A" w:rsidRDefault="00FF733A">
      <w:pPr>
        <w:spacing w:after="0" w:line="240" w:lineRule="auto"/>
      </w:pPr>
      <w:r>
        <w:separator/>
      </w:r>
    </w:p>
  </w:footnote>
  <w:footnote w:type="continuationSeparator" w:id="0">
    <w:p w:rsidR="00FF733A" w:rsidRDefault="00FF7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AE1"/>
    <w:rsid w:val="008706D7"/>
    <w:rsid w:val="00D27AE1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E1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E1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2021-01-18T11:50:00Z</dcterms:created>
  <dcterms:modified xsi:type="dcterms:W3CDTF">2021-01-18T11:50:00Z</dcterms:modified>
</cp:coreProperties>
</file>