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476" w:rsidRDefault="00DC2F19" w:rsidP="00995476">
      <w:pPr>
        <w:jc w:val="both"/>
        <w:rPr>
          <w:rFonts w:ascii="Times New Roman" w:hAnsi="Times New Roman" w:cs="Times New Roman"/>
        </w:rPr>
      </w:pPr>
      <w:r w:rsidRPr="00DC2F1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95476" w:rsidRDefault="00995476" w:rsidP="009954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95476" w:rsidRDefault="00995476" w:rsidP="009954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95476" w:rsidRDefault="00995476" w:rsidP="0099547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95476" w:rsidRDefault="00995476" w:rsidP="009954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95476" w:rsidRDefault="00995476" w:rsidP="009954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95476" w:rsidRDefault="00995476" w:rsidP="0099547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95476" w:rsidRDefault="00995476" w:rsidP="009954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95476" w:rsidRDefault="00995476" w:rsidP="009954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95476" w:rsidRDefault="00995476" w:rsidP="009954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95476" w:rsidRDefault="00995476" w:rsidP="009954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95476" w:rsidRDefault="00995476" w:rsidP="009954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95476" w:rsidRDefault="00995476" w:rsidP="0099547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95476" w:rsidRPr="0005326B" w:rsidRDefault="00995476" w:rsidP="0099547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95476" w:rsidRPr="00867B7E" w:rsidRDefault="00995476" w:rsidP="0099547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№55</w:t>
      </w:r>
    </w:p>
    <w:p w:rsidR="00995476" w:rsidRDefault="00995476" w:rsidP="0099547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995476" w:rsidRPr="001D783B" w:rsidRDefault="00995476" w:rsidP="0099547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995476" w:rsidRPr="001D783B" w:rsidRDefault="00995476" w:rsidP="0099547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995476" w:rsidRPr="001D783B" w:rsidRDefault="00995476" w:rsidP="0099547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995476" w:rsidRPr="001D783B" w:rsidRDefault="00995476" w:rsidP="0099547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Войтюку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О.С.</w:t>
      </w:r>
    </w:p>
    <w:p w:rsidR="00995476" w:rsidRPr="001D783B" w:rsidRDefault="00995476" w:rsidP="0099547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995476" w:rsidRPr="001D783B" w:rsidRDefault="00995476" w:rsidP="009954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1D783B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Войтюка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О.С.</w:t>
      </w:r>
      <w:r w:rsidRPr="001D783B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995476" w:rsidRPr="001D783B" w:rsidRDefault="00995476" w:rsidP="009954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ВИРІШИЛА:</w:t>
      </w:r>
    </w:p>
    <w:p w:rsidR="00995476" w:rsidRPr="00855D05" w:rsidRDefault="00995476" w:rsidP="009954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Войтюку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Олександру Сергійовичу, який зареєстрований за адресою: </w:t>
      </w:r>
      <w:r w:rsidR="006A3688" w:rsidRPr="006A3688">
        <w:rPr>
          <w:rFonts w:ascii="Times New Roman" w:eastAsia="Calibri" w:hAnsi="Times New Roman" w:cs="Times New Roman"/>
          <w:sz w:val="24"/>
          <w:lang w:val="ru-RU"/>
        </w:rPr>
        <w:t>__________________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1D783B">
        <w:rPr>
          <w:rFonts w:ascii="Times New Roman" w:eastAsia="Calibri" w:hAnsi="Times New Roman" w:cs="Times New Roman"/>
          <w:sz w:val="24"/>
        </w:rPr>
        <w:t xml:space="preserve">дозвіл на розробку проекту із землеустрою щодо відведення земельної ділянки,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</w:rPr>
        <w:t xml:space="preserve">2,0 </w:t>
      </w:r>
      <w:r w:rsidRPr="001D783B">
        <w:rPr>
          <w:rFonts w:ascii="Times New Roman" w:eastAsia="Calibri" w:hAnsi="Times New Roman" w:cs="Times New Roman"/>
          <w:sz w:val="24"/>
        </w:rPr>
        <w:t>га, для ведення особистого селянського господарства, з</w:t>
      </w:r>
      <w:r>
        <w:rPr>
          <w:rFonts w:ascii="Times New Roman" w:eastAsia="Calibri" w:hAnsi="Times New Roman" w:cs="Times New Roman"/>
          <w:sz w:val="24"/>
        </w:rPr>
        <w:t>емельна ділянка розташована на території Крупецької сільської ради.</w:t>
      </w:r>
    </w:p>
    <w:p w:rsidR="00995476" w:rsidRPr="001D783B" w:rsidRDefault="00995476" w:rsidP="009954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2. </w:t>
      </w:r>
      <w:proofErr w:type="spellStart"/>
      <w:r>
        <w:rPr>
          <w:rFonts w:ascii="Times New Roman" w:eastAsia="Calibri" w:hAnsi="Times New Roman" w:cs="Times New Roman"/>
          <w:sz w:val="24"/>
        </w:rPr>
        <w:t>Войтюку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О.С.</w:t>
      </w:r>
      <w:r w:rsidRPr="001D783B">
        <w:rPr>
          <w:rFonts w:ascii="Times New Roman" w:eastAsia="Calibri" w:hAnsi="Times New Roman" w:cs="Times New Roman"/>
          <w:sz w:val="24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995476" w:rsidRPr="00855D05" w:rsidRDefault="00995476" w:rsidP="009954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</w:t>
      </w:r>
    </w:p>
    <w:p w:rsidR="00995476" w:rsidRPr="001D783B" w:rsidRDefault="00995476" w:rsidP="009954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5476" w:rsidRPr="001D783B" w:rsidRDefault="00995476" w:rsidP="009954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5476" w:rsidRPr="001D783B" w:rsidRDefault="00995476" w:rsidP="009954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5476" w:rsidRPr="001D783B" w:rsidRDefault="00995476" w:rsidP="009954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5476" w:rsidRPr="00995476" w:rsidRDefault="00995476" w:rsidP="009954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D81BF8" w:rsidRPr="00995476" w:rsidRDefault="00995476" w:rsidP="0099547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 w:rsidRPr="001D783B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 xml:space="preserve"> </w:t>
      </w:r>
    </w:p>
    <w:sectPr w:rsidR="00D81BF8" w:rsidRPr="00995476" w:rsidSect="00D81B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95476"/>
    <w:rsid w:val="00171A2E"/>
    <w:rsid w:val="0026693D"/>
    <w:rsid w:val="00304C90"/>
    <w:rsid w:val="004F3B99"/>
    <w:rsid w:val="00505B6D"/>
    <w:rsid w:val="006A3688"/>
    <w:rsid w:val="006D3977"/>
    <w:rsid w:val="007D6C18"/>
    <w:rsid w:val="00995476"/>
    <w:rsid w:val="00D1641A"/>
    <w:rsid w:val="00D81BF8"/>
    <w:rsid w:val="00DC2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47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229</Words>
  <Characters>1306</Characters>
  <Application>Microsoft Office Word</Application>
  <DocSecurity>0</DocSecurity>
  <Lines>10</Lines>
  <Paragraphs>3</Paragraphs>
  <ScaleCrop>false</ScaleCrop>
  <Company>Microsoft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2020-01-21T07:01:00Z</dcterms:created>
  <dcterms:modified xsi:type="dcterms:W3CDTF">2020-01-21T07:48:00Z</dcterms:modified>
</cp:coreProperties>
</file>