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DA9" w:rsidRPr="0066767B" w:rsidRDefault="00034DA9" w:rsidP="00034DA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19E05F" wp14:editId="0EC1584F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181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1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tJqH7V13AABBWQQADgAA&#10;AAAAAAAAAAAAAAAuAgAAZHJzL2Uyb0RvYy54bWxQSwECLQAUAAYACAAAACEAntNkbd0AAAAGAQAA&#10;DwAAAAAAAAAAAAAAAAC3eQAAZHJzL2Rvd25yZXYueG1sUEsFBgAAAAAEAAQA8wAAAMF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ghsMA&#10;AADeAAAADwAAAGRycy9kb3ducmV2LnhtbERPS2vCQBC+F/wPywje6uYBbYiuIqKSQ6DE1vuQHZNg&#10;djZkV03/fbdQ6G0+vuest5PpxYNG11lWEC8jEMS11R03Cr4+j68ZCOeRNfaWScE3OdhuZi9rzLV9&#10;ckWPs29ECGGXo4LW+yGX0tUtGXRLOxAH7mpHgz7AsZF6xGcIN71MouhNGuw4NLQ40L6l+na+GwU2&#10;PRXlpUmq9MDvnncf2fUylUot5tNuBcLT5P/Ff+5Ch/lxnCXw+064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6gh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a3vscA&#10;AADeAAAADwAAAGRycy9kb3ducmV2LnhtbERPTWsCMRC9F/ofwhR6kZrdFtRujSLC2upB0BZ6HTbT&#10;zdbNZEmibv31TUHobR7vc6bz3rbiRD40jhXkwwwEceV0w7WCj/fyYQIiRGSNrWNS8EMB5rPbmykW&#10;2p15R6d9rEUK4VCgAhNjV0gZKkMWw9B1xIn7ct5iTNDXUns8p3DbyscsG0mLDacGgx0tDVWH/dEq&#10;+C635nM5vqz84HlHl0G5eW3XI6Xu7/rFC4hIffwXX91vOs3P88k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mt7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yLy8UA&#10;AADeAAAADwAAAGRycy9kb3ducmV2LnhtbESP0YrCMBBF3wX/IYywL7KmVRGpRpFFF/FFqvsBQzM2&#10;xWZSmqzt/v1GEHyb4d65585629taPKj1lWMF6SQBQVw4XXGp4Od6+FyC8AFZY+2YFPyRh+1mOFhj&#10;pl3HOT0uoRQxhH2GCkwITSalLwxZ9BPXEEft5lqLIa5tKXWLXQy3tZwmyUJarDgSDDb0Zai4X35t&#10;hJxneD7duuvhu8cO9yfD412u1Meo361ABOrD2/y6PupYP02Xc3i+E2e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Iv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7asQA&#10;AADeAAAADwAAAGRycy9kb3ducmV2LnhtbERPS0sDMRC+C/6HMII3m93SF2vTIrWCCB7aCuJt2Ex3&#10;FzeTkIzd9d8bQfA2H99z1tvR9epCMXWeDZSTAhRx7W3HjYG309PdClQSZIu9ZzLwTQm2m+urNVbW&#10;D3ygy1EalUM4VWigFQmV1qluyWGa+ECcubOPDiXD2GgbccjhrtfTolhohx3nhhYD7VqqP49fzsDr&#10;sA8vy8X8HD7ibKrTo5X3nRhzezM+3IMSGuVf/Od+tnl+Wa7m8PtOvkF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UO2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KwJ8UA&#10;AADeAAAADwAAAGRycy9kb3ducmV2LnhtbESP3YrCMBCF74V9hzCCN7KmXUGk2yiy6CLeiD8PMDTT&#10;pthMShNtfXsjLOzdDOfM+c7k68E24kGdrx0rSGcJCOLC6ZorBdfL7nMJwgdkjY1jUvAkD+vVxyjH&#10;TLueT/Q4h0rEEPYZKjAhtJmUvjBk0c9cSxy10nUWQ1y7SuoO+xhuG/mVJAtpseZIMNjSj6Hidr7b&#10;CDnO8Xgo+8vud8AetwfD081Jqcl42HyDCDSEf/Pf9V7H+mm6XMD7nTiDX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rA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oAhsQA&#10;AADeAAAADwAAAGRycy9kb3ducmV2LnhtbERPTUsDMRC9C/6HMII3m91S27I2LVIriOChrSDehs10&#10;d3EzCcnYXf+9EYTe5vE+Z7UZXa/OFFPn2UA5KUAR19523Bh4Pz7fLUElQbbYeyYDP5Rgs76+WmFl&#10;/cB7Oh+kUTmEU4UGWpFQaZ3qlhymiQ/EmTv56FAyjI22EYcc7no9LYq5dthxbmgx0Lal+uvw7Qy8&#10;Dbvwupjfn8JnnE11erLysRVjbm/GxwdQQqNcxP/uF5vnl+VyAX/v5Bv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AI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JHccA&#10;AADeAAAADwAAAGRycy9kb3ducmV2LnhtbESPQUvDQBCF70L/wzKCF7GbKJaSdltaYVFQEFuh1yE7&#10;TYLZ2bC7NvHfOwfB2wzvzXvfrLeT79WFYuoCGyjnBSjiOriOGwOfR3u3BJUyssM+MBn4oQTbzexq&#10;jZULI3/Q5ZAbJSGcKjTQ5jxUWqe6JY9pHgZi0c4hesyyxka7iKOE+17fF8VCe+xYGloc6Kml+uvw&#10;7Q3s38fmId7W+ym8np9Pj9Y6+2aNubmeditQmab8b/67fnGCX5Z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QiR3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mecMA&#10;AADeAAAADwAAAGRycy9kb3ducmV2LnhtbERP3WrCMBS+H+wdwhF2N9OKG11nFJkUZHgz3QMcmrOm&#10;2pyUJNbu7Y0geHc+vt+zWI22EwP50DpWkE8zEMS10y03Cn4P1WsBIkRkjZ1jUvBPAVbL56cFltpd&#10;+IeGfWxECuFQogITY19KGWpDFsPU9cSJ+3PeYkzQN1J7vKRw28lZlr1Liy2nBoM9fRmqT/uzVVB9&#10;z3bD6ax95dbj3NKbORYbo9TLZFx/gog0xof47t7qND/Piw+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xme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8TxscA&#10;AADeAAAADwAAAGRycy9kb3ducmV2LnhtbESPT0vDQBDF74LfYRnBi9hNFIum3RYrLAoK0j/gdchO&#10;k9DsbNhdm/jtnYPgbYZ58977LdeT79WZYuoCGyhnBSjiOriOGwOHvb19BJUyssM+MBn4oQTr1eXF&#10;EisXRt7SeZcbJSacKjTQ5jxUWqe6JY9pFgZiuR1D9JhljY12EUcx972+K4q59tixJLQ40EtL9Wn3&#10;7Q1sPsfmPt7Umym8H1+/Hqx19sMac301PS9AZZryv/jv+81J/bJ8Eg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/E8b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P8osMA&#10;AADeAAAADwAAAGRycy9kb3ducmV2LnhtbERPS2rDMBDdB3IHMYXuEtmhDYkbOYQUQynd5HOAwZpa&#10;rq2RkRTHvX1VKHQ3j/ed3X6yvRjJh9axgnyZgSCunW65UXC9VIsNiBCRNfaOScE3BdiX89kOC+3u&#10;fKLxHBuRQjgUqMDEOBRShtqQxbB0A3HiPp23GBP0jdQe7ync9nKVZWtpseXUYHCgo6G6O9+sgup9&#10;9TF2N+0rd5ieLD2br82rUerxYTq8gIg0xX/xn/tNp/l5vs3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P8o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/8PcIA&#10;AADeAAAADwAAAGRycy9kb3ducmV2LnhtbERPzWrCQBC+C32HZQq96SapSpu6hlJQzNHoAwzZaRLM&#10;zqbZrUne3hUEb/Px/c4mG00rrtS7xrKCeBGBIC6tbrhScD7t5h8gnEfW2FomBRM5yLYvsw2m2g58&#10;pGvhKxFC2KWooPa+S6V0ZU0G3cJ2xIH7tb1BH2BfSd3jEMJNK5MoWkuDDYeGGjv6qam8FP9GwXIa&#10;9n/F6hLttKE4f+9y9uVKqbfX8fsLhKfRP8UP90GH+XH8mcD9nXCD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H/w9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FPCcIA&#10;AADeAAAADwAAAGRycy9kb3ducmV2LnhtbERPS4vCMBC+C/sfwgh707QKol1TkRVl8bRW3fPQTB/Y&#10;TEoTtf57syB4m4/vOctVbxpxo87VlhXE4wgEcW51zaWC03E7moNwHlljY5kUPMjBKv0YLDHR9s4H&#10;umW+FCGEXYIKKu/bREqXV2TQjW1LHLjCdgZ9gF0pdYf3EG4aOYmimTRYc2iosKXvivJLdjUKrrO/&#10;yYmLvf7NNo/dYrNdO3kulfoc9usvEJ56/xa/3D86zI/jxRT+3wk3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UU8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nYMYA&#10;AADeAAAADwAAAGRycy9kb3ducmV2LnhtbERPS2vCQBC+C/0PyxS86SatBE1dxRYK6kHxdfA2zU6T&#10;1Oxsml01/vuuUPA2H99zxtPWVOJCjSstK4j7EQjizOqScwX73WdvCMJ5ZI2VZVJwIwfTyVNnjKm2&#10;V97QZetzEULYpaig8L5OpXRZQQZd39bEgfu2jUEfYJNL3eA1hJtKvkRRIg2WHBoKrOmjoOy0PRsF&#10;h/UwGa3fF4Of5eoLX43+PeoyUar73M7eQHhq/UP8757rMD+ORwO4vxNuk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dnY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JVb8UA&#10;AADeAAAADwAAAGRycy9kb3ducmV2LnhtbERPTWvCQBC9F/wPywje6ibaio1ZRS214immhV6H7JgE&#10;s7Mhu9XYX98tFLzN431OuupNIy7UudqygngcgSAurK65VPD58fY4B+E8ssbGMim4kYPVcvCQYqLt&#10;lY90yX0pQgi7BBVU3reJlK6oyKAb25Y4cCfbGfQBdqXUHV5DuGnkJIpm0mDNoaHClrYVFef82yj4&#10;mX1h5t4nm9ep9nR7mu/sIdspNRr26wUIT72/i//dex3mx/HLM/y9E2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Vv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mitsQA&#10;AADeAAAADwAAAGRycy9kb3ducmV2LnhtbERPzWrCQBC+F3yHZQre6iaioaauIiWCN5u0DzBkp5tg&#10;djZmtzH26buFQm/z8f3Odj/ZTow0+NaxgnSRgCCunW7ZKPh4Pz49g/ABWWPnmBTcycN+N3vYYq7d&#10;jUsaq2BEDGGfo4ImhD6X0tcNWfQL1xNH7tMNFkOEg5F6wFsMt51cJkkmLbYcGxrs6bWh+lJ9WQVX&#10;t1zrqSrwfCk2b60xq+t3uVJq/jgdXkAEmsK/+M990nF+mm4y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or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lhxsQA&#10;AADeAAAADwAAAGRycy9kb3ducmV2LnhtbERPPW/CMBDdK/U/WFepGzihgkAaBxWkSqxAh45X+0jS&#10;xuc0NpDy6zESUrd7ep9XLAfbihP1vnGsIB0nIIi1Mw1XCj7276M5CB+QDbaOScEfeViWjw8F5sad&#10;eUunXahEDGGfo4I6hC6X0uuaLPqx64gjd3C9xRBhX0nT4zmG21ZOkmQmLTYcG2rsaF2T/tkdrYJN&#10;80XTmT4s7Hylt5+X3/CSfRulnp+Gt1cQgYbwL767NybOT9NFBrd34g2y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5Yc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cMY8QA&#10;AADeAAAADwAAAGRycy9kb3ducmV2LnhtbERPTWvCQBC9F/oflin0VjfxIJq6ShWESq2gLfU6ZMds&#10;aHY2ZLcx/vvOQfA2877mzXw5+Eb11MU6sIF8lIEiLoOtuTLw/bV5mYKKCdliE5gMXCnCcvH4MMfC&#10;hgsfqD+mSkkIxwINuJTaQutYOvIYR6ElFu4cOo9J1q7StsOLhPtGj7Nsoj3WLBcctrR2VP4e/7yB&#10;HvfX7ORWn7NtvSvH+9XPhxXcPD8Nb6+gEg3pLr65363Uz/OZ9JV3ZAa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DGP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Z2YsMA&#10;AADeAAAADwAAAGRycy9kb3ducmV2LnhtbERPPU/DMBDdkfofrKvERp1kQDTUrRBSESMEBsYjvsYp&#10;8V1kmybtr8dISGz39D5vs5v9oE4UYi9soFwVoIhbsT13Bt7f9jd3oGJCtjgIk4EzRdhtF1cbrK1M&#10;/EqnJnUqh3Cs0YBLaay1jq0jj3ElI3HmDhI8pgxDp23AKYf7QVdFcas99pwbHI706Kj9ar69gemp&#10;/TxWhw/rLmGUffMix2oQY66X88M9qERz+hf/uZ9tnl+W6z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Z2Y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s7E8cA&#10;AADeAAAADwAAAGRycy9kb3ducmV2LnhtbESPT2sCMRDF74V+hzAFbzWrB5WtUfxToYhF1up93Iy7&#10;a5PJskl1/fZGKHib4b33mzfjaWuNuFDjK8cKet0EBHHudMWFgv3P6n0EwgdkjcYxKbiRh+nk9WWM&#10;qXZXzuiyC4WIEPYpKihDqFMpfV6SRd91NXHUTq6xGOLaFFI3eI1wa2Q/SQbSYsXxQok1LUrKf3d/&#10;VsFquzTn/nc2O8iw+BwezWg9X26U6ry1sw8QgdrwNP+nv3Ss34tMeLwTZ5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rOxP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FDHMUA&#10;AADeAAAADwAAAGRycy9kb3ducmV2LnhtbERPTWvCQBC9C/0Pywi9lLqJRQmpqxRBTKGCxkKvY3ZM&#10;gtnZkN0m6b/vFgre5vE+Z7UZTSN66lxtWUE8i0AQF1bXXCr4PO+eExDOI2tsLJOCH3KwWT9MVphq&#10;O/CJ+tyXIoSwS1FB5X2bSumKigy6mW2JA3e1nUEfYFdK3eEQwk0j51G0lAZrDg0VtrStqLjl30ZB&#10;f/y4lFnv2vdb8uQWL5f9/qC/lHqcjm+vIDyN/i7+d2c6zI/nUQx/74Qb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0UM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jdsUA&#10;AADeAAAADwAAAGRycy9kb3ducmV2LnhtbERPTWsCMRC9F/ofwhS81cRFi90aRQsFL4LaHupt3Ex3&#10;FzeTNYm6+usbodDbPN7nTGadbcSZfKgdaxj0FQjiwpmaSw1fnx/PYxAhIhtsHJOGKwWYTR8fJpgb&#10;d+ENnbexFCmEQ44aqhjbXMpQVGQx9F1LnLgf5y3GBH0pjcdLCreNzJR6kRZrTg0VtvReUXHYnqyG&#10;xet4cVwPeXXb7He0+94fRplXWveeuvkbiEhd/Bf/uZcmzR9kKoP7O+kG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b6N2xQAAAN4AAAAPAAAAAAAAAAAAAAAAAJgCAABkcnMv&#10;ZG93bnJldi54bWxQSwUGAAAAAAQABAD1AAAAigMAAAAA&#10;" fillcolor="black" stroked="f"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AI7cYA&#10;AADeAAAADwAAAGRycy9kb3ducmV2LnhtbERPS2vCQBC+C/6HZYTedGNKRaKrqG2hUHvwcfA4Zsdk&#10;SXY2ZLea9te7BaG3+fieM192thZXar1xrGA8SkAQ504bLhQcD+/DKQgfkDXWjknBD3lYLvq9OWba&#10;3XhH130oRAxhn6GCMoQmk9LnJVn0I9cQR+7iWoshwraQusVbDLe1TJNkIi0ajg0lNrQpKa/231bB&#10;6XNipjtD6Xn7u37T25dq/fVaKfU06FYzEIG68C9+uD90nD9Ok2f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AI7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9q8QA&#10;AADeAAAADwAAAGRycy9kb3ducmV2LnhtbERPTWsCMRC9C/0PYYTeaqKUIqtRxFLaSw+1itdhM27W&#10;3Uy2SdTVX98UCt7m8T5nvuxdK84UYu1Zw3ikQBCX3tRcadh+vz1NQcSEbLD1TBquFGG5eBjMsTD+&#10;wl903qRK5BCOBWqwKXWFlLG05DCOfEecuYMPDlOGoZIm4CWHu1ZOlHqRDmvODRY7Wlsqm83JaQir&#10;/Wtz49OuUbfPa3w/9j9TtFo/DvvVDESiPt3F/+4Pk+ePJ+oZ/t7JN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b/a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bue8QA&#10;AADeAAAADwAAAGRycy9kb3ducmV2LnhtbERPbUsCQRD+HvQflgn6ErnrQVmXq0QgBEqg+QOm2+nu&#10;aHf2uB319Ne3guC3eXheZzofgld76lMb2cJ4ZEARV9G1XFvYfi8eX0AlQXboI5OFIyWYz25vpli6&#10;eOA17TdSqxzCqUQLjUhXap2qhgKmUeyIM/cb+4CSYV9r1+MhhwevC2OedcCWc0ODHX00VP1tdsGC&#10;L37863KSVnLc6pU5BVk/fDlr7++G9zdQQoNcxRf3p8vzx4V5gvM7+QY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m7n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xVsQA&#10;AADeAAAADwAAAGRycy9kb3ducmV2LnhtbERPTWsCMRC9F/ofwhS81ax7kLI1SlWEvfTgqngdN9PN&#10;0mSybFJd/fWNIHibx/uc2WJwVpypD61nBZNxBoK49rrlRsF+t3n/ABEiskbrmRRcKcBi/voyw0L7&#10;C2/pXMVGpBAOBSowMXaFlKE25DCMfUecuB/fO4wJ9o3UPV5SuLMyz7KpdNhyajDY0cpQ/Vv9OQXr&#10;qrP5vjTLcDx8n062vG3ouFZq9DZ8fYKINMSn+OEudZo/ybMp3N9JN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kMV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0m+8IA&#10;AADeAAAADwAAAGRycy9kb3ducmV2LnhtbERPS4vCMBC+C/sfwix400QPKl2jLIuC4MlHD96GZLat&#10;NpPSRFv/vREW9jYf33OW697V4kFtqDxrmIwVCGLjbcWFhvNpO1qACBHZYu2ZNDwpwHr1MVhiZn3H&#10;B3ocYyFSCIcMNZQxNpmUwZTkMIx9Q5y4X986jAm2hbQtdinc1XKq1Ew6rDg1lNjQT0nmdrw7Ddet&#10;3Huj0OTnvNvZ+WUzo1ppPfzsv79AROrjv/jPvbNp/mSq5vB+J90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LSb7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pB7scA&#10;AADeAAAADwAAAGRycy9kb3ducmV2LnhtbESPQWvCQBCF70L/wzKF3nRjCiKpq2ihUFp60JTS45gd&#10;k5DsbNhdNf33nYPgbYb35r1vVpvR9epCIbaeDcxnGSjiytuWawPf5dt0CSomZIu9ZzLwRxE264fJ&#10;Cgvrr7ynyyHVSkI4FmigSWkotI5VQw7jzA/Eop18cJhkDbW2Aa8S7nqdZ9lCO2xZGhoc6LWhqjuc&#10;nYHf8yefvp4/tmGXfvxYxi4/Ljtjnh7H7QuoRGO6m2/X71bw53kmvPKOzKD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aQe7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B8UA&#10;AADeAAAADwAAAGRycy9kb3ducmV2LnhtbERPTWsCMRC9C/0PYQreNHHRoqtRaqHQi6C2h3obN+Pu&#10;4mayTVLd9tc3gtDbPN7nLFadbcSFfKgdaxgNFQjiwpmaSw0f76+DKYgQkQ02jknDDwVYLR96C8yN&#10;u/KOLvtYihTCIUcNVYxtLmUoKrIYhq4lTtzJeYsxQV9K4/Gawm0jM6WepMWaU0OFLb1UVJz331bD&#10;ejZdf23HvPndHQ90+DyeJ5lXWvcfu+c5iEhd/Bff3W8mzR9laga3d9IN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zEHxQAAAN4AAAAPAAAAAAAAAAAAAAAAAJgCAABkcnMv&#10;ZG93bnJldi54bWxQSwUGAAAAAAQABAD1AAAAigMAAAAA&#10;" fillcolor="black" stroked="f"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F7cUA&#10;AADeAAAADwAAAGRycy9kb3ducmV2LnhtbESPQUvEMBCF74L/IYzgzU27gkjd7FIWRPHUXRWvs83Y&#10;FJtJSWK2/nvnIHibYd68977NbvGTKhTTGNhAvapAEffBjjwYeHt9vLkHlTKyxSkwGfihBLvt5cUG&#10;GxvOfKByzIMSE04NGnA5z43WqXfkMa3CTCy3zxA9ZlnjoG3Es5j7Sa+r6k57HFkSHM60d9R/Hb+9&#10;gXLad+1t+Sju8BLbIYbu6f3UGXN9tbQPoDIt+V/89/1spX69r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gXt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7kf8UA&#10;AADeAAAADwAAAGRycy9kb3ducmV2LnhtbERPTWsCMRC9F/wPYQRvNRsPolujFLGl9mK7LbTHYTPd&#10;LG4myyZdt/56UxC8zeN9zmozuEb01IXaswY1zUAQl97UXGn4/Hi6X4AIEdlg45k0/FGAzXp0t8Lc&#10;+BO/U1/ESqQQDjlqsDG2uZShtOQwTH1LnLgf3zmMCXaVNB2eUrhr5CzL5tJhzanBYktbS+Wx+HUa&#10;gtruvl7dedl/P1s+FHs7f6us1pPx8PgAItIQb+Kr+8Wk+WqmFPy/k26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uR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034DA9" w:rsidRPr="0066767B" w:rsidRDefault="00034DA9" w:rsidP="00034DA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65803A" wp14:editId="12F50D63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212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21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DA9" w:rsidRDefault="00034DA9" w:rsidP="00034D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F+xPC4oeAAAWVkEAA4AAAAAAAAAAAAAAAAALgIAAGRycy9l&#10;Mm9Eb2MueG1sUEsBAi0AFAAGAAgAAAAhAN/OkDDiAAAADQEAAA8AAAAAAAAAAAAAAAAAgnoAAGRy&#10;cy9kb3ducmV2LnhtbFBLBQYAAAAABAAEAPMAAACR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3x5sMA&#10;AADeAAAADwAAAGRycy9kb3ducmV2LnhtbERPS2vCQBC+F/wPywje6uYBrURXCWLFQ0Bi633Ijkkw&#10;Oxuy25j++25B6G0+vudsdpPpxEiDay0riJcRCOLK6pZrBV+fH68rEM4ja+wsk4IfcrDbzl42mGn7&#10;4JLGi69FCGGXoYLG+z6T0lUNGXRL2xMH7mYHgz7AoZZ6wEcIN51MouhNGmw5NDTY076h6n75Ngps&#10;ejwV1zop0wO/e87Pq9t1KpRazKd8DcLT5P/FT/dJh/lxEqfw906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3x5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bMccA&#10;AADeAAAADwAAAGRycy9kb3ducmV2LnhtbERPTWsCMRC9F/ofwgi9SM2uiLZboxRha+tB0BZ6HTbT&#10;zdrNZElS3frrjVDobR7vc+bL3rbiSD40jhXkowwEceV0w7WCj/fy/gFEiMgaW8ek4JcCLBe3N3Ms&#10;tDvxjo77WIsUwqFABSbGrpAyVIYshpHriBP35bzFmKCvpfZ4SuG2leMsm0qLDacGgx2tDFXf+x+r&#10;4FBuzedqdn7xw8cdnYflZt2+TZW6G/TPTyAi9fFf/Od+1Wl+Ps4ncH0n3S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g2z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/aq8YA&#10;AADeAAAADwAAAGRycy9kb3ducmV2LnhtbESPzWrDMBCE74W8g9hCLiWRndIQnCjGhLoUX0J+HmCx&#10;NpaptTKWGjtvXxUKve0ys/PN7vLJduJOg28dK0iXCQji2umWGwXXS7nYgPABWWPnmBQ8yEO+nz3t&#10;MNNu5BPdz6ERMYR9hgpMCH0mpa8NWfRL1xNH7eYGiyGuQyP1gGMMt51cJclaWmw5Egz2dDBUf52/&#10;bYQcX/FY3cZL+THhiO+V4ZfipNT8eSq2IAJN4d/8d/2pY/10lb7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/aq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R5sQA&#10;AADeAAAADwAAAGRycy9kb3ducmV2LnhtbERPTUvDQBC9C/6HZQRvdpOgUWK3RaqCCB5ahdLbkJ0m&#10;wezssjs28d+7guBtHu9zluvZjepEMQ2eDZSLAhRx6+3AnYGP9+erO1BJkC2OnsnANyVYr87PlthY&#10;P/GWTjvpVA7h1KCBXiQ0Wqe2J4dp4QNx5o4+OpQMY6dtxCmHu1FXRVFrhwPnhh4DbXpqP3dfzsDb&#10;9BReb+ubYzjE60qnRyv7jRhzeTE/3IMSmuVf/Od+sXl+WZU1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pUe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HhR8YA&#10;AADeAAAADwAAAGRycy9kb3ducmV2LnhtbESPzWrDMBCE74W8g9hCLiWRnUITnCjGhLoUX0J+HmCx&#10;NpaptTKWGjtvXxUKve0ys/PN7vLJduJOg28dK0iXCQji2umWGwXXS7nYgPABWWPnmBQ8yEO+nz3t&#10;MNNu5BPdz6ERMYR9hgpMCH0mpa8NWfRL1xNH7eYGiyGuQyP1gGMMt51cJcmbtNhyJBjs6WCo/jp/&#10;2wg5vuKxuo2X8mPCEd8rwy/FSan581RsQQSawr/57/pTx/rpKl3D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HhR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pgD8cA&#10;AADeAAAADwAAAGRycy9kb3ducmV2LnhtbESPQUvDQBCF74L/YRmhN7tJqLXEbovUFkTwYBWKtyU7&#10;TYLZ2WV3bOK/dw6Ctxnem/e+WW8nP6gLptwHMlDOC1BITXA9tQY+3g+3K1CZLTk7BEIDP5hhu7m+&#10;WtvahZHe8HLkVkkI5doa6JhjrXVuOvQ2z0NEEu0ckrcsa2q1S3aUcD/oqiiW2tuepKGzEXcdNl/H&#10;b2/gddzHl/vl3Tl+pkWl85Pj046Nmd1Mjw+gGCf+N/9dPzvBL6tSeOUdm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6YA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PYfcUA&#10;AADeAAAADwAAAGRycy9kb3ducmV2LnhtbERP32vCMBB+H+x/CDfwRWZaZbJ1RpmD4GCC6AZ7PZqz&#10;LWsuJYm2/vdmIOztPr6ft1gNthVn8qFxrCCfZCCIS2carhR8f+nHZxAhIhtsHZOCCwVYLe/vFlgY&#10;1/OezodYiRTCoUAFdYxdIWUoa7IYJq4jTtzReYsxQV9J47FP4baV0yybS4sNp4YaO3qvqfw9nKyC&#10;9a6vZn5crgf3edz8PGlt9FYrNXoY3l5BRBriv/jm/jBpfj7NX+D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9h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xosUA&#10;AADeAAAADwAAAGRycy9kb3ducmV2LnhtbESPQWvDMAyF74P9B6NBb6vTsI2S1i1lIzDGLmv7A0Ss&#10;xmljOdhumv776TDYTUJP771vvZ18r0aKqQtsYDEvQBE3wXbcGjge6uclqJSRLfaBycCdEmw3jw9r&#10;rGy48Q+N+9wqMeFUoQGX81BpnRpHHtM8DMRyO4XoMcsaW20j3sTc97osijftsWNJcDjQu6Pmsr96&#10;A/VX+T1erjbWYTe9eHp15+WHM2b2NO1WoDJN+V/89/1ppf6iLA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fG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kexsUA&#10;AADeAAAADwAAAGRycy9kb3ducmV2LnhtbERP32vCMBB+H+x/CDfYi2jaimN0RpmDMMGBzAl7PZqz&#10;LWsuJcls/e+NMNjbfXw/b7kebSfO5EPrWEE+y0AQV860XCs4funpM4gQkQ12jknBhQKsV/d3SyyN&#10;G/iTzodYixTCoUQFTYx9KWWoGrIYZq4nTtzJeYsxQV9L43FI4baTRZY9SYstp4YGe3prqPo5/FoF&#10;m/1Qz/2k2oxud3r/Xmht9IdW6vFhfH0BEWmM/+I/99ak+XlR5H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qR7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KTsIA&#10;AADeAAAADwAAAGRycy9kb3ducmV2LnhtbERP22oCMRB9L/Qfwgh9q1lDFdkaRVoWSvHFywcMm+lm&#10;dTNZkrhu/74pCL7N4VxntRldJwYKsfWsYTYtQBDX3rTcaDgdq9cliJiQDXaeScMvRdisn59WWBp/&#10;4z0Nh9SIHMKxRA02pb6UMtaWHMap74kz9+ODw5RhaKQJeMvhrpOqKBbSYcu5wWJPH5bqy+HqNFTf&#10;ajdcriZUfju+OZrb8/LTav0yGbfvIBKN6SG+u79Mnj9TSsH/O/kG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S8pO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nxPcAA&#10;AADeAAAADwAAAGRycy9kb3ducmV2LnhtbERPy6rCMBDdC/5DGMGdpq0PpBrlckHR5a1+wNCMbbGZ&#10;1Cba+vdGEO5uDuc5m11vavGk1lWWFcTTCARxbnXFhYLLeT9ZgXAeWWNtmRS8yMFuOxxsMNW24z96&#10;Zr4QIYRdigpK75tUSpeXZNBNbUMcuKttDfoA20LqFrsQbmqZRNFSGqw4NJTY0G9J+S17GAXzV3e4&#10;Z4tbtNeG4tOsObHPF0qNR/3PGoSn3v+Lv+6jDvPjJJnB551wg9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MnxP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/5sQA&#10;AADeAAAADwAAAGRycy9kb3ducmV2LnhtbERPS2vCQBC+C/0Pywi96SahiE2zSqhYSk812p6H7OSB&#10;2dmQ3cT477uFQm/z8T0n28+mExMNrrWsIF5HIIhLq1uuFVzOx9UWhPPIGjvLpOBODva7h0WGqbY3&#10;PtFU+FqEEHYpKmi871MpXdmQQbe2PXHgKjsY9AEOtdQD3kK46WQSRRtpsOXQ0GBPrw2V12I0CsbN&#10;d3Lh6kN/Fof72/PhmDv5VSv1uJzzFxCeZv8v/nO/6zA/TpIn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if+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FqYMYA&#10;AADeAAAADwAAAGRycy9kb3ducmV2LnhtbERPTWvCQBC9C/0PyxS86caowaau0hYE9aCo7aG3aXaa&#10;pM3Oxuyq8d+7QqG3ebzPmc5bU4kzNa60rGDQj0AQZ1aXnCt4Pyx6ExDOI2usLJOCKzmYzx46U0y1&#10;vfCOznufixDCLkUFhfd1KqXLCjLo+rYmDty3bQz6AJtc6gYvIdxUMo6iRBosOTQUWNNbQdnv/mQU&#10;fGwnydP2dTX6WW++cGj08VOXiVLdx/blGYSn1v+L/9xLHeYP4ngM93fC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FqY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jg8QA&#10;AADeAAAADwAAAGRycy9kb3ducmV2LnhtbERPTWvCQBC9F/oflhG8NRujBIlZxbY0lp6sCl6H7JgE&#10;s7MhuzWxv75bKPQ2j/c5+WY0rbhR7xrLCmZRDIK4tLrhSsHp+Pa0BOE8ssbWMim4k4PN+vEhx0zb&#10;gT/pdvCVCCHsMlRQe99lUrqyJoMush1x4C62N+gD7CupexxCuGllEsepNNhwaKixo5eayuvhyyj4&#10;Ts+4d7vk+XWuPd0Xy8J+7AulppNxuwLhafT/4j/3uw7zZ0mSwu874Qa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qY4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+vtsMA&#10;AADeAAAADwAAAGRycy9kb3ducmV2LnhtbERPzYrCMBC+L/gOYRa8ralFV7drFBEFb67VBxia2bTY&#10;TGoTtfr0ZmHB23x8vzNbdLYWV2p95VjBcJCAIC6crtgoOB42H1MQPiBrrB2Tgjt5WMx7bzPMtLvx&#10;nq55MCKGsM9QQRlCk0npi5Is+oFriCP361qLIcLWSN3iLYbbWqZJ8iktVhwbSmxoVVJxyi9Wwdml&#10;Y93la9yd1l8/lTGj82M/Uqr/3i2/QQTqwkv8797qOH+YphP4eyfe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+vt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xdL8YA&#10;AADeAAAADwAAAGRycy9kb3ducmV2LnhtbESPS2/CMBCE75X6H6yt1Bs4BPEKGNQiVeLK49Dj1l6S&#10;tPE6jV0I/fXdA1Jvu5rZmW9Xm9436kJdrAMbGA0zUMQ2uJpLA6fj22AOKiZkh01gMnCjCJv148MK&#10;CxeuvKfLIZVKQjgWaKBKqS20jrYij3EYWmLRzqHzmGTtSu06vEq4b3SeZVPtsWZpqLClbUX26/Dj&#10;DezqD5pM7Xnh5692//77ncazT2fM81P/sgSVqE//5vv1zgn+KM+FV96RG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xdL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BY8UA&#10;AADeAAAADwAAAGRycy9kb3ducmV2LnhtbERP0WrCQBB8L/gPxwq+1UvyUDR6SlMoWLRCVezrktvm&#10;QnN7IXfG+Pc9Qejb7M7OzM5yPdhG9NT52rGCdJqAIC6drrlScDq+P89A+ICssXFMCm7kYb0aPS0x&#10;1+7KX9QfQiWiCfscFZgQ2lxKXxqy6KeuJY7cj+sshjh2ldQdXqO5bWSWJC/SYs0xwWBLb4bK38PF&#10;Kuhxf0u+TfE5/6h3ZbYvzlsd92oyHl4XIAIN4f/4od7o+H6aZXO414kY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QFj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/hucQA&#10;AADeAAAADwAAAGRycy9kb3ducmV2LnhtbESPQU/DMAyF70j8h8hI3Fi6IiFUlk0IaYgjFA4cTeM1&#10;HY1dJWEt/Hp8QOJmy8/vvW+zW+JoTpTyIOxgvarAEHfiB+4dvL3ur27B5ILscRQmB9+UYbc9P9tg&#10;42XmFzq1pTdqwrlBB6GUqbE2d4Ei5pVMxHo7SIpYdE299QlnNY+jravqxkYcWBMCTvQQqPtsv6KD&#10;+bH7ONaHdx9+0iT79lmO9SjOXV4s93dgCi3lX/z3/eS1/rq+VgD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/4b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UNcUA&#10;AADeAAAADwAAAGRycy9kb3ducmV2LnhtbERP22rCQBB9L/gPyxT6VjdJwUp0FasVRCripe/T7DSJ&#10;3Z0N2a3Gv3eFQt/mcK4znnbWiDO1vnasIO0nIIgLp2suFRwPy+chCB+QNRrHpOBKHqaT3sMYc+0u&#10;vKPzPpQihrDPUUEVQpNL6YuKLPq+a4gj9+1aiyHCtpS6xUsMt0ZmSTKQFmuODRU2NK+o+Nn/WgXL&#10;7cKcss1u9inD/P31ywzXb4sPpZ4eu9kIRKAu/Iv/3Csd56fZSwr3d+IN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1Q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8X1sYA&#10;AADeAAAADwAAAGRycy9kb3ducmV2LnhtbERPTWvCQBC9C/6HZYReSt0YsUjqGkqhmIKCtYLXMTtN&#10;QrKzIbtN0n/fFQre5vE+Z5OOphE9da6yrGAxj0AQ51ZXXCg4f70/rUE4j6yxsUwKfslBup1ONpho&#10;O/An9SdfiBDCLkEFpfdtIqXLSzLo5rYlDty37Qz6ALtC6g6HEG4aGUfRszRYcWgosaW3kvL69GMU&#10;9Mf9tch6137U60e3Wl53u4O+KPUwG19fQHga/V387850mL+IlzHc3gk3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8X1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MUMYA&#10;AADeAAAADwAAAGRycy9kb3ducmV2LnhtbERPTWvCQBC9F/wPywi9NRtjWzS6igqFXoRqe6i3MTsm&#10;wexs3N1q6q/vCgVv83ifM513phFncr62rGCQpCCIC6trLhV8fb49jUD4gKyxsUwKfsnDfNZ7mGKu&#10;7YU3dN6GUsQQ9jkqqEJocyl9UZFBn9iWOHIH6wyGCF0ptcNLDDeNzNL0VRqsOTZU2NKqouK4/TEK&#10;luPR8vTxzOvrZr+j3ff++JK5VKnHfreYgAjUhbv43/2u4/xBNhzC7Z14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/MUMYAAADeAAAADwAAAAAAAAAAAAAAAACYAgAAZHJz&#10;L2Rvd25yZXYueG1sUEsFBgAAAAAEAAQA9QAAAIsDAAAAAA==&#10;" fillcolor="black" stroked="f"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aJMYA&#10;AADeAAAADwAAAGRycy9kb3ducmV2LnhtbERPS2vCQBC+F/wPyxR6qxvTKpK6ivYBgnrwcfA4zU6T&#10;JdnZkN1q7K/vCoK3+fieM5l1thYnar1xrGDQT0AQ504bLhQc9l/PYxA+IGusHZOCC3mYTXsPE8y0&#10;O/OWTrtQiBjCPkMFZQhNJqXPS7Lo+64hjtyPay2GCNtC6hbPMdzWMk2SkbRoODaU2NB7SXm1+7UK&#10;jquRGW8Npd/rv8WnXg+rxeajUurpsZu/gQjUhbv45l7qOH+QvrzC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VaJ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uSjcQA&#10;AADeAAAADwAAAGRycy9kb3ducmV2LnhtbERPS2sCMRC+F/ofwhS8aVZLi2yNIorUSw++6HXYTDfb&#10;3UzWJOrqrzcFobf5+J4zmXW2EWfyoXKsYDjIQBAXTldcKtjvVv0xiBCRNTaOScGVAsymz08TzLW7&#10;8IbO21iKFMIhRwUmxjaXMhSGLIaBa4kT9+O8xZigL6X2eEnhtpGjLHuXFitODQZbWhgq6u3JKvDz&#10;72V949Ohzm5f1/D52x3HaJTqvXTzDxCRuvgvfrjXOs0fjl7f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7ko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6scQA&#10;AADeAAAADwAAAGRycy9kb3ducmV2LnhtbERP22rCQBB9L/QflhH6UnRjCl6iq5RCoVApePmAMTsm&#10;wd3ZkJ1q7Nd3CwXf5nCus1z33qkLdbEJbGA8ykARl8E2XBk47N+HM1BRkC26wGTgRhHWq8eHJRY2&#10;XHlLl51UKoVwLNBALdIWWseyJo9xFFrixJ1C51ES7CptO7ymcO90nmUT7bHh1FBjS281lefdtzfg&#10;8qObf07jRm4Hvcl+vGyfv6wxT4P+dQFKqJe7+N/9YdP8cf4ygb930g1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Yur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ecMUA&#10;AADeAAAADwAAAGRycy9kb3ducmV2LnhtbERPTWsCMRC9F/ofwhR6q1m30JbVKG1F2EsPbhWv42bc&#10;LCaTZZPq6q83gtDbPN7nTOeDs+JIfWg9KxiPMhDEtdctNwrWv8uXDxAhImu0nknBmQLMZ48PUyy0&#10;P/GKjlVsRArhUKACE2NXSBlqQw7DyHfEidv73mFMsG+k7vGUwp2VeZa9SYctpwaDHX0bqg/Vn1Ow&#10;qDqbr0vzFbabn93OlpclbRdKPT8NnxMQkYb4L767S53mj/PXd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F5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54NMYA&#10;AADeAAAADwAAAGRycy9kb3ducmV2LnhtbESPT2sCMRDF74V+hzCF3mqiBS1bo5SiIHiqfw69Dcl0&#10;d3UzWTbRXb995yB4m+G9ee838+UQGnWlLtWRLYxHBhSxi77m0sJhv377AJUysscmMlm4UYLl4vlp&#10;joWPPf/QdZdLJSGcCrRQ5dwWWidXUcA0ii2xaH+xC5hl7UrtO+wlPDR6YsxUB6xZGips6bsid95d&#10;goXTWm+jM+iOh2O/8bPf1ZQaY+3ry/D1CSrTkB/m+/XGC/548i688o7Mo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54N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ouyMQA&#10;AADeAAAADwAAAGRycy9kb3ducmV2LnhtbERPTYvCMBC9C/6HMMLeNLXCotUo7oIgKx5WZdnj2Ixt&#10;aTMpSdT67zfCgrd5vM9ZrDrTiBs5X1lWMB4lIIhzqysuFJyOm+EUhA/IGhvLpOBBHlbLfm+BmbZ3&#10;/qbbIRQihrDPUEEZQptJ6fOSDPqRbYkjd7HOYIjQFVI7vMdw08g0Sd6lwYpjQ4ktfZaU14erUfB7&#10;3fFlP/lau4/wY7ujr9PztFbqbdCt5yACdeEl/ndvdZw/TiczeL4Tb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6Ls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shWskA&#10;AADeAAAADwAAAGRycy9kb3ducmV2LnhtbESPT2/CMAzF75P2HSJP2m2kVAyxjoDGpElcJvFnh3Ez&#10;jddWNE6XBOj26fEBiZstP7/3ftN571p1ohAbzwaGgwwUceltw5WBr+3H0wRUTMgWW89k4I8izGf3&#10;d1MsrD/zmk6bVCkx4ViggTqlrtA6ljU5jAPfEcvtxweHSdZQaRvwLOau1XmWjbXDhiWhxo7eayoP&#10;m6MzsHiZLH5XI/78X+93tPveH57zkBnz+NC/vYJK1Keb+Pq9tFJ/mI8EQHB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JshWskAAADeAAAADwAAAAAAAAAAAAAAAACYAgAA&#10;ZHJzL2Rvd25yZXYueG1sUEsFBgAAAAAEAAQA9QAAAI4DAAAAAA==&#10;" fillcolor="black" stroked="f"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GPa8MA&#10;AADeAAAADwAAAGRycy9kb3ducmV2LnhtbERP30vDMBB+F/Y/hBv45tJOEanLRhmMiU/dVHy9Nbem&#10;rLmUJGb1vzeC4Nt9fD9vtZnsIBL50DtWUC4KEMSt0z13Ct7fdndPIEJE1jg4JgXfFGCznt2ssNLu&#10;ygdKx9iJHMKhQgUmxrGSMrSGLIaFG4kzd3beYszQd1J7vOZwO8hlUTxKiz3nBoMjbQ21l+OXVZBO&#10;26a+T5/JHF593XnX7D9OjVK386l+BhFpiv/iP/eLzvPL5UM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GPa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9VFcUA&#10;AADeAAAADwAAAGRycy9kb3ducmV2LnhtbERPTWvCQBC9C/6HZQq91U1CkRpdpYgt1YttLNTjkJ1m&#10;Q7OzIbuN0V/vFgre5vE+Z7EabCN66nztWEE6SUAQl07XXCn4PLw8PIHwAVlj45gUnMnDajkeLTDX&#10;7sQf1BehEjGEfY4KTAhtLqUvDVn0E9cSR+7bdRZDhF0ldYenGG4bmSXJVFqsOTYYbGltqPwpfq0C&#10;n643Xzt7mfXHV8P7Ymum75VR6v5ueJ6DCDSEm/jf/abj/DR7zODvnXi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H1UV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4DA9" w:rsidRDefault="00034DA9" w:rsidP="00034D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34DA9" w:rsidRPr="0066767B" w:rsidRDefault="00034DA9" w:rsidP="00034DA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034DA9" w:rsidRPr="0066767B" w:rsidRDefault="00034DA9" w:rsidP="00034DA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034DA9" w:rsidRPr="0066767B" w:rsidRDefault="00034DA9" w:rsidP="00034D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034DA9" w:rsidRPr="0066767B" w:rsidRDefault="00034DA9" w:rsidP="00034DA9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034DA9" w:rsidRPr="0066767B" w:rsidRDefault="00034DA9" w:rsidP="00034DA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С.М.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С.М.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сільська  рада 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Станіславу Миколайовичу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ий  зареєстрований за адресою: </w:t>
      </w:r>
      <w:r w:rsidR="00F805B4">
        <w:rPr>
          <w:rFonts w:ascii="Times New Roman" w:eastAsia="Calibri" w:hAnsi="Times New Roman" w:cs="Times New Roman"/>
          <w:sz w:val="24"/>
          <w:lang w:val="en-US"/>
        </w:rPr>
        <w:t>____________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ідентифікаційний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номер </w:t>
      </w:r>
      <w:r w:rsidR="00F805B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риватну власність, площею 0,0756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 кадастровий номер: 6823984000:01:010:0042,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для</w:t>
      </w:r>
      <w:r w:rsidRPr="00F67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вулиця  Б.Хмельницького, 110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С.М.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034DA9" w:rsidRPr="0066767B" w:rsidRDefault="00034DA9" w:rsidP="00034DA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34DA9" w:rsidRPr="00034DA9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</w:p>
    <w:p w:rsidR="00034DA9" w:rsidRPr="0066767B" w:rsidRDefault="00034DA9" w:rsidP="00034DA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120AFB" w:rsidRPr="00034DA9" w:rsidRDefault="00034DA9" w:rsidP="00034DA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120AFB" w:rsidRPr="00034DA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64" w:rsidRDefault="00C32064">
      <w:pPr>
        <w:spacing w:after="0" w:line="240" w:lineRule="auto"/>
      </w:pPr>
      <w:r>
        <w:separator/>
      </w:r>
    </w:p>
  </w:endnote>
  <w:endnote w:type="continuationSeparator" w:id="0">
    <w:p w:rsidR="00C32064" w:rsidRDefault="00C3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64" w:rsidRDefault="00C32064">
      <w:pPr>
        <w:spacing w:after="0" w:line="240" w:lineRule="auto"/>
      </w:pPr>
      <w:r>
        <w:separator/>
      </w:r>
    </w:p>
  </w:footnote>
  <w:footnote w:type="continuationSeparator" w:id="0">
    <w:p w:rsidR="00C32064" w:rsidRDefault="00C32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A9"/>
    <w:rsid w:val="00034DA9"/>
    <w:rsid w:val="00120AFB"/>
    <w:rsid w:val="00C32064"/>
    <w:rsid w:val="00E97781"/>
    <w:rsid w:val="00F8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DA9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DA9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2021-01-18T11:52:00Z</dcterms:created>
  <dcterms:modified xsi:type="dcterms:W3CDTF">2021-01-18T12:19:00Z</dcterms:modified>
</cp:coreProperties>
</file>