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A63" w:rsidRDefault="00A23A63" w:rsidP="00A23A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23A63" w:rsidRDefault="00A23A63" w:rsidP="00A23A63"/>
    <w:p w:rsidR="00A23A63" w:rsidRDefault="00A23A63" w:rsidP="00A23A63"/>
    <w:p w:rsidR="00A23A63" w:rsidRDefault="00A23A63" w:rsidP="00A23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23A63" w:rsidRDefault="00A23A63" w:rsidP="00A23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23A63" w:rsidRDefault="00A23A63" w:rsidP="00A23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23A63" w:rsidRDefault="00A23A63" w:rsidP="00A23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23A63" w:rsidRDefault="00A23A63" w:rsidP="00A23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A63" w:rsidRDefault="00A23A63" w:rsidP="00A23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23A63" w:rsidRDefault="00A23A63" w:rsidP="00A23A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23A63" w:rsidRDefault="00A23A63" w:rsidP="00A23A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23A63" w:rsidRDefault="00A23A63" w:rsidP="00A23A6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A23A63" w:rsidRDefault="00A23A63" w:rsidP="00A23A63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23A63" w:rsidRDefault="00A23A63" w:rsidP="00A23A6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23A63" w:rsidRDefault="00A23A63" w:rsidP="00A23A6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A23A63" w:rsidRDefault="00A23A63" w:rsidP="00A23A6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A23A63" w:rsidRDefault="00A23A63" w:rsidP="00A23A6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A23A63" w:rsidRDefault="00A23A63" w:rsidP="00A23A6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Ковалінській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С.А.</w:t>
      </w:r>
    </w:p>
    <w:p w:rsidR="00A23A63" w:rsidRDefault="00A23A63" w:rsidP="00A23A6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23A63" w:rsidRDefault="00A23A63" w:rsidP="00A23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аяву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овалінської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С.А.,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A23A63" w:rsidRPr="002D3482" w:rsidRDefault="00A23A63" w:rsidP="00A23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3482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</w:t>
      </w:r>
    </w:p>
    <w:p w:rsidR="00A23A63" w:rsidRDefault="00A23A63" w:rsidP="00A23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D34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Ковалінській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Світлані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Андріївні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A22B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0,1000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езалежності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170,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 6823984000:01:018:0022.</w:t>
      </w:r>
    </w:p>
    <w:p w:rsidR="00A23A63" w:rsidRDefault="00A23A63" w:rsidP="00A23A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2.Ковалінській С.А.,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A23A63" w:rsidRDefault="00A23A63" w:rsidP="00A23A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23A63" w:rsidRDefault="00A23A63" w:rsidP="00A23A63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2993" w:rsidRPr="00A23A63" w:rsidRDefault="00A23A63" w:rsidP="00A23A63">
      <w:pPr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0D2993" w:rsidRPr="00A23A6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A63"/>
    <w:rsid w:val="000D2993"/>
    <w:rsid w:val="00171A2E"/>
    <w:rsid w:val="00304C90"/>
    <w:rsid w:val="003A22B7"/>
    <w:rsid w:val="00505B6D"/>
    <w:rsid w:val="006D3977"/>
    <w:rsid w:val="007D6C18"/>
    <w:rsid w:val="00A23A6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17</TotalTime>
  <Pages>1</Pages>
  <Words>256</Words>
  <Characters>1464</Characters>
  <Application>Microsoft Office Word</Application>
  <DocSecurity>0</DocSecurity>
  <Lines>12</Lines>
  <Paragraphs>3</Paragraphs>
  <ScaleCrop>false</ScaleCrop>
  <Company>Microsoft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2020-07-21T14:05:00Z</dcterms:created>
  <dcterms:modified xsi:type="dcterms:W3CDTF">2020-07-21T14:47:00Z</dcterms:modified>
</cp:coreProperties>
</file>