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67B" w:rsidRPr="00062C82" w:rsidRDefault="0048667B" w:rsidP="0048667B">
      <w:pPr>
        <w:tabs>
          <w:tab w:val="left" w:pos="4424"/>
        </w:tabs>
        <w:ind w:firstLine="708"/>
        <w:jc w:val="right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  <w:color w:val="FF0000"/>
        </w:rPr>
        <w:t>ПРОЕКТ</w:t>
      </w:r>
    </w:p>
    <w:p w:rsidR="0048667B" w:rsidRPr="00062C82" w:rsidRDefault="0048667B" w:rsidP="0048667B">
      <w:pPr>
        <w:tabs>
          <w:tab w:val="left" w:pos="4424"/>
        </w:tabs>
        <w:ind w:firstLine="708"/>
        <w:jc w:val="both"/>
        <w:rPr>
          <w:rFonts w:ascii="Times New Roman" w:hAnsi="Times New Roman" w:cs="Times New Roman"/>
        </w:rPr>
      </w:pPr>
    </w:p>
    <w:p w:rsidR="0048667B" w:rsidRPr="00062C82" w:rsidRDefault="00F62516" w:rsidP="0048667B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  <w:r w:rsidRPr="00F62516">
        <w:rPr>
          <w:noProof/>
          <w:lang w:val="ru-RU" w:eastAsia="ru-RU"/>
        </w:rPr>
        <w:pict>
          <v:group 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akQMEA&#10;AADdAAAADwAAAGRycy9kb3ducmV2LnhtbESPSwvCMBCE74L/IazgTVMVH1SjiKh4EMTXfWnWtths&#10;ShO1/nsjCB6HmfmGmS1qU4gnVS63rKDXjUAQJ1bnnCq4nDedCQjnkTUWlknBmxws5s3GDGNtX3yk&#10;58mnIkDYxagg876MpXRJRgZd15bEwbvZyqAPskqlrvAV4KaQ/SgaSYM5h4UMS1pllNxPD6PADra7&#10;/TXtHwdrHnteHia3a71Xqt2ql1MQnmr/D//aO61gFA2H8H0TnoCc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2pED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L+OcgA&#10;AADdAAAADwAAAGRycy9kb3ducmV2LnhtbESPT0sDMRTE74LfITzBS7HZCl11bVpKYVvbg9A/4PWx&#10;eW5WNy9LkrZrP70RCh6HmfkNM5n1thUn8qFxrGA0zEAQV043XCs47MuHZxAhImtsHZOCHwowm97e&#10;TLDQ7sxbOu1iLRKEQ4EKTIxdIWWoDFkMQ9cRJ+/TeYsxSV9L7fGc4LaVj1mWS4sNpwWDHS0MVd+7&#10;o1XwVb6bj8XTZekHL1u6DMrNql3nSt3f9fNXEJH6+B++tt+0gjwb5/D3Jj0BOf0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cv45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Y53cUA&#10;AADdAAAADwAAAGRycy9kb3ducmV2LnhtbESP3WrCQBCF7wu+wzJCb4putFQluoZQTCneiD8PMGTH&#10;bDA7G7LbJH37bqHQy8P5+Ti7bLSN6KnztWMFi3kCgrh0uuZKwe1azDYgfEDW2DgmBd/kIdtPnnaY&#10;ajfwmfpLqEQcYZ+iAhNCm0rpS0MW/dy1xNG7u85iiLKrpO5wiOO2kcskWUmLNUeCwZbeDZWPy5eN&#10;kNMrno734Vp8jDjg4Wj4JT8r9Twd8y2IQGP4D/+1P7WCVfK2ht838Qn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5jnd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J4D8MA&#10;AADdAAAADwAAAGRycy9kb3ducmV2LnhtbERPTUsDMRC9C/6HMEJvNmtpV1mbFqktFMGDVRBvw2a6&#10;u7iZhGTa3f775iB4fLzv5Xp0vTpTTJ1nAw/TAhRx7W3HjYGvz939E6gkyBZ7z2TgQgnWq9ubJVbW&#10;D/xB54M0KodwqtBAKxIqrVPdksM09YE4c0cfHUqGsdE24pDDXa9nRVFqhx3nhhYDbVqqfw8nZ+B9&#10;2Ia3x3JxDD9xPtPp1cr3RoyZ3I0vz6CERvkX/7n31kBZLPLc/CY/Ab2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8J4D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UINMUA&#10;AADdAAAADwAAAGRycy9kb3ducmV2LnhtbESP3WrCQBCF7wu+wzJCb4putFQ0uoZQTCneiD8PMGTH&#10;bDA7G7LbJH37bqHQy8P5+Ti7bLSN6KnztWMFi3kCgrh0uuZKwe1azNYgfEDW2DgmBd/kIdtPnnaY&#10;ajfwmfpLqEQcYZ+iAhNCm0rpS0MW/dy1xNG7u85iiLKrpO5wiOO2kcskWUmLNUeCwZbeDZWPy5eN&#10;kNMrno734Vp8jDjg4Wj4JT8r9Twd8y2IQGP4D/+1P7WCVfK2gd838Qn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NQg0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i+tMMA&#10;AADdAAAADwAAAGRycy9kb3ducmV2LnhtbERPTUsDMRC9C/6HMEJvNmtpV1mbFqktFMFDqyDehs10&#10;d3EzCcnY3f775iB4fLzv5Xp0vTpTTJ1nAw/TAhRx7W3HjYHPj939E6gkyBZ7z2TgQgnWq9ubJVbW&#10;D3yg81EalUM4VWigFQmV1qluyWGa+kCcuZOPDiXD2Ggbccjhrtezoii1w45zQ4uBNi3VP8dfZ+B9&#10;2Ia3x3JxCt9xPtPp1crXRoyZ3I0vz6CERvkX/7n31kBZlHl/fpOfgF5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9i+t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S7UcYA&#10;AADdAAAADwAAAGRycy9kb3ducmV2LnhtbESPUWvCMBSF3wf7D+EOfJGZOrGMzigqBAcORB3s9dJc&#10;27LmpiSZ7f69EQZ7PJxzvsNZrAbbiiv50DhWMJ1kIIhLZxquFHye9fMriBCRDbaOScEvBVgtHx8W&#10;WBjX85Gup1iJBOFQoII6xq6QMpQ1WQwT1xEn7+K8xZikr6Tx2Ce4beVLluXSYsNpocaOtjWV36cf&#10;q2Bz6KuZH5ebwe0vu6+51kZ/aKVGT8P6DUSkIf6H/9rvRkGe5VO4v0lP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S7U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5/Y8QA&#10;AADdAAAADwAAAGRycy9kb3ducmV2LnhtbESPwWrDMBBE74H8g9hAb4lc05rgRjEhwVBKLk37AYu1&#10;tVxbKyMpjvv3VaDQ4zAzb5hdNdtBTORD51jB4yYDQdw43XGr4POjXm9BhIiscXBMCn4oQLVfLnZY&#10;anfjd5ousRUJwqFEBSbGsZQyNIYsho0biZP35bzFmKRvpfZ4S3A7yDzLCmmx47RgcKSjoaa/XK2C&#10;+i0/T/1V+9od5idLz+Z7ezJKPazmwwuISHP8D/+1X7WCIityuL9JT0D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+f2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qAvcYA&#10;AADdAAAADwAAAGRycy9kb3ducmV2LnhtbESPUWvCMBSF3wf7D+EO9iIzdWIZnVF0EBQciDrY66W5&#10;tmXNTUkyW/+9EQZ7PJxzvsOZLwfbigv50DhWMBlnIIhLZxquFHyd9MsbiBCRDbaOScGVAiwXjw9z&#10;LIzr+UCXY6xEgnAoUEEdY1dIGcqaLIax64iTd3beYkzSV9J47BPctvI1y3JpseG0UGNHHzWVP8df&#10;q2C976upH5Xrwe3Om++Z1kZ/aqWen4bVO4hIQ/wP/7W3RkGe5VO4v0lP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qAv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tCjMQA&#10;AADdAAAADwAAAGRycy9kb3ducmV2LnhtbESPUWvCMBSF3wX/Q7iDvWk6cUWqqYijMIYvU3/Apblr&#10;ujY3JYm1+/eLMNjj4ZzzHc5uP9lejORD61jByzIDQVw73XKj4HqpFhsQISJr7B2Tgh8KsC/nsx0W&#10;2t35k8ZzbESCcChQgYlxKKQMtSGLYekG4uR9OW8xJukbqT3eE9z2cpVlubTYclowONDRUN2db1ZB&#10;9bE6jd1N+8odprWlV/O9eTNKPT9Nhy2ISFP8D/+137WCPMvX8HiTnoAs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bQoz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L9McIA&#10;AADdAAAADwAAAGRycy9kb3ducmV2LnhtbESP0YrCMBRE34X9h3AF3zTRtUWqUURwWR+3+gGX5toW&#10;m5tuE239e7Mg7OMwM2eYzW6wjXhQ52vHGuYzBYK4cKbmUsPlfJyuQPiAbLBxTBqe5GG3/RhtMDOu&#10;5x965KEUEcI+Qw1VCG0mpS8qsuhnriWO3tV1FkOUXSlNh32E20YulEqlxZrjQoUtHSoqbvndalg+&#10;+6/fPLmpo7E0P322Jw5FovVkPOzXIAIN4T/8bn8bDalKE/h7E5+A3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0v0x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J6WsUA&#10;AADdAAAADwAAAGRycy9kb3ducmV2LnhtbESPS2vDMBCE74X+B7GF3Bq5PojUiRJCQ0rJqXUe58Xa&#10;2CbWyljyI/++ChR6HGbmG2a1mWwjBup87VjD2zwBQVw4U3Op4XTcvy5A+IBssHFMGu7kYbN+flph&#10;ZtzIPzTkoRQRwj5DDVUIbSalLyqy6OeuJY7e1XUWQ5RdKU2HY4TbRqZJoqTFmuNChS19VFTc8t5q&#10;6NUlPfH1YL7z3f3zfbffenkutZ69TNsliEBT+A//tb+MBpUoBY838Qn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knpa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2gxsgA&#10;AADdAAAADwAAAGRycy9kb3ducmV2LnhtbESPQUvDQBSE70L/w/IK3uymKmsbsykqCOqhpWl78PbM&#10;PpPU7NuYXdv4792C0OMwM98w2WKwrThQ7xvHGqaTBARx6UzDlYbt5vlqBsIHZIOtY9LwSx4W+egi&#10;w9S4I6/pUIRKRAj7FDXUIXSplL6syaKfuI44ep+utxii7CtpejxGuG3ldZIoabHhuFBjR081lV/F&#10;j9WwW83UfPX4ert/W37gjTXf76ZRWl+Oh4d7EIGGcA7/t1+MBpWoOzi9iU9A5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hfaDG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r2R8MA&#10;AADdAAAADwAAAGRycy9kb3ducmV2LnhtbERPTWvCQBC9C/0PyxR60021hJC6CW1FK55iWuh1yE6T&#10;0OxsyK4m9te7B8Hj432v88l04kyDay0reF5EIIgrq1uuFXx/becJCOeRNXaWScGFHOTZw2yNqbYj&#10;H+lc+lqEEHYpKmi871MpXdWQQbewPXHgfu1g0Ac41FIPOIZw08llFMXSYMuhocGePhqq/sqTUfAf&#10;/2DhPpfvm5X2dHlJdvZQ7JR6epzeXkF4mvxdfHPvtYI4isPc8CY8AZl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r2R8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4AZMUA&#10;AADdAAAADwAAAGRycy9kb3ducmV2LnhtbESPwWrDMBBE74X8g9hCbo3ckJrEjWxCcSC3Nk4+YLG2&#10;som1cizVcfr1VaHQ4zAzb5htMdlOjDT41rGC50UCgrh2umWj4HzaP61B+ICssXNMCu7kochnD1vM&#10;tLvxkcYqGBEh7DNU0ITQZ1L6uiGLfuF64uh9usFiiHIwUg94i3DbyWWSpNJiy3GhwZ7eGqov1ZdV&#10;cHXLFz1VJb5fys1Ha8zq+n1cKTV/nHavIAJN4T/81z5oBWmSbuD3TXwCM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DgBk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1TMIA&#10;AADdAAAADwAAAGRycy9kb3ducmV2LnhtbERPPW/CMBDdkfgP1lXqVpxSNQkBJ4JKlVihHRgP+0jS&#10;xucQG0j76+uhEuPT+15Vo+3ElQbfOlbwPEtAEGtnWq4VfH68P+UgfEA22DkmBT/koSqnkxUWxt14&#10;R9d9qEUMYV+ggiaEvpDS64Ys+pnriSN3coPFEOFQSzPgLYbbTs6TJJUWW44NDfb01pD+3l+sgm17&#10;pNdUnxY23+jd4fccXrIvo9Tjw7heggg0hrv43701CtIki/vjm/gEZP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zLVM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njI8IA&#10;AADdAAAADwAAAGRycy9kb3ducmV2LnhtbERPy2oCMRTdF/oP4Ra6q4kurI5GUUGotBV8YLeXye1k&#10;cHIzTOI4/n1TEFyeN2c671wlWmpC6VlDv6dAEOfelFxoOB7WbyMQISIbrDyThhsFmM+en6aYGX/l&#10;HbX7WIhUwiFDDTbGOpMy5JYchp6viZP26xuHMcGmkKbBayp3lRwoNZQOS04LFmtaWcrP+4vT0OL2&#10;pn7s8nu8Kb/ywXZ5+jSJ168v3WICIlIXH+Z7+sNoGKr3Pvy/SU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ieMj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DDNMQA&#10;AADdAAAADwAAAGRycy9kb3ducmV2LnhtbESPwU7DMBBE70j9B2srcaMOORQU6lYVUlGPJXDocYm3&#10;cdp4N7JNE/h6jITEcTQzbzSrzeR7daUQO2ED94sCFHEjtuPWwPvb7u4RVEzIFnthMvBFETbr2c0K&#10;Kysjv9K1Tq3KEI4VGnApDZXWsXHkMS5kIM7eSYLHlGVotQ04ZrjvdVkUS+2x47zgcKBnR82l/vQG&#10;xpfm41yejtZ9h0F29UHOZS/G3M6n7ROoRFP6D/+199bAsngo4fdNfgJ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gwzT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cgCMYA&#10;AADdAAAADwAAAGRycy9kb3ducmV2LnhtbESPQWvCQBSE70L/w/KE3nSjBZXUNUStUIoi2vb+mn1N&#10;UnffhuxW03/vFgSPw8x8w8yzzhpxptbXjhWMhgkI4sLpmksFH++bwQyED8gajWNS8EcessVDb46p&#10;dhc+0PkYShEh7FNUUIXQpFL6oiKLfuga4uh9u9ZiiLItpW7xEuHWyHGSTKTFmuNChQ2tKipOx1+r&#10;YLNfm5/x7pB/yrB6mX6Z2dtyvVXqsd/lzyACdeEevrVftYJJMn2C/zfxCcjF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UcgC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l1xccA&#10;AADdAAAADwAAAGRycy9kb3ducmV2LnhtbESPQWvCQBSE7wX/w/IKvYhurG0M0VVEKFqw0Krg9SX7&#10;mgSzb0N2G+O/7xaEHoeZ+YZZrHpTi45aV1lWMBlHIIhzqysuFJyOb6MEhPPIGmvLpOBGDlbLwcMC&#10;U22v/EXdwRciQNilqKD0vkmldHlJBt3YNsTB+7atQR9kW0jd4jXATS2foyiWBisOCyU2tCkpvxx+&#10;jILuc58Vu84175dk6F6n2Xb7oc9KPT326zkIT73/D9/bO60gjmYv8PcmPAG5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Jdc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Ssl8cA&#10;AADdAAAADwAAAGRycy9kb3ducmV2LnhtbESPQWsCMRSE7wX/Q3hCbzWpqLVbo1Sh0Iugtod6e25e&#10;dxc3L9sk1dVfbwTB4zAz3zCTWWtrcSAfKscannsKBHHuTMWFhu+vj6cxiBCRDdaOScOJAsymnYcJ&#10;ZsYdeU2HTSxEgnDIUEMZY5NJGfKSLIaea4iT9+u8xZikL6TxeExwW8u+UiNpseK0UGJDi5Ly/ebf&#10;api/jud/qwEvz+vdlrY/u/2w75XWj932/Q1EpDbew7f2p9EwUi9DuL5JT0BO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jkrJfHAAAA3QAAAA8AAAAAAAAAAAAAAAAAmAIAAGRy&#10;cy9kb3ducmV2LnhtbFBLBQYAAAAABAAEAPUAAACMAwAAAAA=&#10;" fillcolor="black" stroked="f"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/x7scA&#10;AADdAAAADwAAAGRycy9kb3ducmV2LnhtbESPQWvCQBSE7wX/w/IEb3WjYCrRVdRWKFQPWg8en9ln&#10;siT7NmRXTfvru4VCj8PMfMPMl52txZ1abxwrGA0TEMS504YLBafP7fMUhA/IGmvHpOCLPCwXvac5&#10;Zto9+ED3YyhEhLDPUEEZQpNJ6fOSLPqha4ijd3WtxRBlW0jd4iPCbS3HSZJKi4bjQokNbUrKq+PN&#10;Kjh/pGZ6MDS+7L7Xb3o3qdb710qpQb9bzUAE6sJ/+K/9rhWkyUsKv2/iE5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f8e7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ZqwMUA&#10;AADdAAAADwAAAGRycy9kb3ducmV2LnhtbESPQWsCMRSE70L/Q3iF3mqiB5WtUcQi7aWHWqXXx+a5&#10;WXfzsk2irv76plDwOMzMN8x82btWnCnE2rOG0VCBIC69qbnSsPvaPM9AxIRssPVMGq4UYbl4GMyx&#10;MP7Cn3TepkpkCMcCNdiUukLKWFpyGIe+I87ewQeHKctQSRPwkuGulWOlJtJhzXnBYkdrS2WzPTkN&#10;YfX92tz4tG/U7eMa3479zwyt1k+P/eoFRKI+3cP/7XejYaKmU/h7k5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tmrA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1bAMIA&#10;AADdAAAADwAAAGRycy9kb3ducmV2LnhtbERPy2oCMRTdF/yHcIVuiiZ14WM0ihQKhUrBxwdcJ9eZ&#10;weRmmNzq2K9vFoUuD+e92vTBqxt1qYls4XVsQBGX0TVcWTgd30dzUEmQHfrIZOFBCTbrwdMKCxfv&#10;vKfbQSqVQzgVaKEWaQutU1lTwDSOLXHmLrELKBl2lXYd3nN48HpizFQHbDg31NjSW03l9fAdLPjJ&#10;2S8+Z2knj5PemZ8g+5cvZ+3zsN8uQQn18i/+c384C1Mzy3Pzm/wE9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fVsAwgAAAN0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3x38YA&#10;AADdAAAADwAAAGRycy9kb3ducmV2LnhtbESPwW7CMBBE70j8g7VIvYFTDkBTDCogpFw4NE3FdYm3&#10;cVR7HcUupP36ulIljqOZeaNZbwdnxZX60HpW8DjLQBDXXrfcKKjejtMViBCRNVrPpOCbAmw349Ea&#10;c+1v/ErXMjYiQTjkqMDE2OVShtqQwzDzHXHyPnzvMCbZN1L3eEtwZ+U8yxbSYctpwWBHe0P1Z/nl&#10;FBzKzs6rwuzC+f10udji50jng1IPk+HlGUSkId7D/+1CK1hkyyf4e5Oe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r3x3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Vn1MAA&#10;AADdAAAADwAAAGRycy9kb3ducmV2LnhtbERPTYvCMBC9C/sfwix402T3UKUaRZYVBE+r9uBtSMa2&#10;2kxKE23995uD4PHxvpfrwTXiQV2oPWv4mioQxMbbmksNp+N2MgcRIrLFxjNpeFKA9epjtMTc+p7/&#10;6HGIpUghHHLUUMXY5lIGU5HDMPUtceIuvnMYE+xKaTvsU7hr5LdSmXRYc2qosKWfisztcHcarlu5&#10;90ahKU5Fv7Oz829GjdJ6/DlsFiAiDfEtfrl3VkOm5ml/epOe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MVn1M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BgYcYA&#10;AADdAAAADwAAAGRycy9kb3ducmV2LnhtbESPQWvCQBSE74X+h+UVvDUbFUKIrmIFoVR6aFKKx9fs&#10;MwnJvg27q8Z/3y0Uehxm5htmvZ3MIK7kfGdZwTxJQRDXVnfcKPisDs85CB+QNQ6WScGdPGw3jw9r&#10;LLS98Qddy9CICGFfoII2hLGQ0tctGfSJHYmjd7bOYIjSNVI7vEW4GeQiTTNpsOO40OJI+5bqvrwY&#10;BafLkc/vy7edewlfdqp8v/jOe6VmT9NuBSLQFP7Df+1XrSBL8zn8volP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JBgY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hExMcA&#10;AADdAAAADwAAAGRycy9kb3ducmV2LnhtbESPQWsCMRSE74X+h/AEbzVxsbKuRqkFoZdCtT3o7bl5&#10;7i5uXrZJ1G1/fVMo9DjMzDfMYtXbVlzJh8axhvFIgSAunWm40vDxvnnIQYSIbLB1TBq+KMBqeX+3&#10;wMK4G2/puouVSBAOBWqoY+wKKUNZk8Uwch1x8k7OW4xJ+koaj7cEt63MlJpKiw2nhRo7eq6pPO8u&#10;VsN6lq8/3yb8+r09HuiwP54fM6+0Hg76pzmISH38D/+1X4yGqcoz+H2TnoBc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LYRMTHAAAA3QAAAA8AAAAAAAAAAAAAAAAAmAIAAGRy&#10;cy9kb3ducmV2LnhtbFBLBQYAAAAABAAEAPUAAACMAwAAAAA=&#10;" fillcolor="black" stroked="f"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gbXsQA&#10;AADdAAAADwAAAGRycy9kb3ducmV2LnhtbESPQWsCMRSE70L/Q3iF3jRbBZGtURahWHpataXX5+Z1&#10;s3TzsiRpXP+9KRQ8DjPzDbPejrYXiXzoHCt4nhUgiBunO24VfJxepysQISJr7B2TgisF2G4eJmss&#10;tbvwgdIxtiJDOJSowMQ4lFKGxpDFMHMDcfa+nbcYs/St1B4vGW57OS+KpbTYcV4wONDOUPNz/LUK&#10;0nlXV4v0lczh3Vetd/X+81wr9fQ4Vi8gIo3xHv5vv2kFy2K1gL83+Qn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oG17EAAAA3Q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Zj2MYA&#10;AADdAAAADwAAAGRycy9kb3ducmV2LnhtbESPQWvCQBSE74L/YXlCb3WjlKCpq4hoaXtRY6E9PrLP&#10;bDD7NmS3Me2v7woFj8PMfMMsVr2tRUetrxwrmIwTEMSF0xWXCj5Ou8cZCB+QNdaOScEPeVgth4MF&#10;Ztpd+UhdHkoRIewzVGBCaDIpfWHIoh+7hjh6Z9daDFG2pdQtXiPc1nKaJKm0WHFcMNjQxlBxyb+t&#10;Aj/ZbD/f7e+8+3oxvM/fTHoojVIPo379DCJQH+7h//arVpAmsye4vYlP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IZj2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48667B" w:rsidRPr="00062C82" w:rsidRDefault="0048667B" w:rsidP="0048667B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48667B" w:rsidRPr="00062C82" w:rsidRDefault="0048667B" w:rsidP="0048667B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48667B" w:rsidRPr="00062C82" w:rsidRDefault="0048667B" w:rsidP="0048667B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48667B" w:rsidRPr="00062C82" w:rsidRDefault="0048667B" w:rsidP="0048667B">
      <w:pPr>
        <w:tabs>
          <w:tab w:val="left" w:pos="4424"/>
        </w:tabs>
        <w:rPr>
          <w:rFonts w:ascii="Times New Roman" w:hAnsi="Times New Roman" w:cs="Times New Roman"/>
        </w:rPr>
      </w:pPr>
    </w:p>
    <w:p w:rsidR="0048667B" w:rsidRPr="00062C82" w:rsidRDefault="0048667B" w:rsidP="0048667B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УКРАЇНА</w:t>
      </w:r>
    </w:p>
    <w:p w:rsidR="0048667B" w:rsidRPr="00062C82" w:rsidRDefault="0048667B" w:rsidP="0048667B">
      <w:pPr>
        <w:keepNext/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КРУПЕЦЬКА СІЛЬСЬКА РАДА</w:t>
      </w:r>
    </w:p>
    <w:p w:rsidR="0048667B" w:rsidRPr="00062C82" w:rsidRDefault="0048667B" w:rsidP="0048667B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СЛАВУТСЬКОГО РАЙОНУ</w:t>
      </w:r>
    </w:p>
    <w:p w:rsidR="0048667B" w:rsidRPr="00062C82" w:rsidRDefault="0048667B" w:rsidP="0048667B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ХМЕЛЬНИЦЬКОЇ ОБЛАСТІ</w:t>
      </w:r>
    </w:p>
    <w:p w:rsidR="0048667B" w:rsidRPr="00062C82" w:rsidRDefault="0048667B" w:rsidP="0048667B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</w:t>
      </w:r>
      <w:r w:rsidR="00F62516" w:rsidRPr="00F62516">
        <w:rPr>
          <w:noProof/>
          <w:lang w:val="ru-RU" w:eastAsia="ru-RU"/>
        </w:rPr>
        <w:pict>
          <v:group 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QWcMQA&#10;AADdAAAADwAAAGRycy9kb3ducmV2LnhtbESPS2vDMBCE74H8B7GF3BK5DrjGtRJMaEsOgZLXfbHW&#10;D2qtjKXazr+vCoUeh5n5hsn3s+nESINrLSt43kQgiEurW64V3K7v6xSE88gaO8uk4EEO9rvlIsdM&#10;24nPNF58LQKEXYYKGu/7TEpXNmTQbWxPHLzKDgZ9kEMt9YBTgJtOxlGUSIMth4UGezo0VH5dvo0C&#10;u/04nu51fN6+8Yvn4jOt7vNJqdXTXLyC8DT7//Bf+6gVJFGawO+b8AT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EFnD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535ccA&#10;AADdAAAADwAAAGRycy9kb3ducmV2LnhtbESPT2sCMRTE7wW/Q3gFL6LZeljtahQRtv8OBa3g9bF5&#10;3Wy7eVmSVLd+elMQehxm5jfMct3bVpzIh8axgodJBoK4crrhWsHhoxzPQYSIrLF1TAp+KcB6Nbhb&#10;YqHdmXd02sdaJAiHAhWYGLtCylAZshgmriNO3qfzFmOSvpba4znBbSunWZZLiw2nBYMdbQ1V3/sf&#10;q+CrfDfH7ezy5EePO7qMyrfn9jVXanjfbxYgIvXxP3xrv2gFeTafwd+b9ATk6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Bed+XHAAAA3Q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mB6MAA&#10;AADdAAAADwAAAGRycy9kb3ducmV2LnhtbERPzYrCMBC+L/gOYRa8LJrqgkg1ioiKeBF/HmBoxqZs&#10;MylNtN233zkIe/z4/pfr3tfqRW2sAhuYjDNQxEWwFZcG7rf9aA4qJmSLdWAy8EsR1qvBxxJzGzq+&#10;0OuaSiUhHHM04FJqcq1j4chjHIeGWLhHaD0mgW2pbYudhPtaT7Nspj1WLA0OG9o6Kn6uTy8l5288&#10;nx7dbX/oscPdyfHX5mLM8LPfLEAl6tO/+O0+WgOzbC5z5Y08Ab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BmB6MAAAADd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7x08YA&#10;AADdAAAADwAAAGRycy9kb3ducmV2LnhtbESPQUsDMRSE74L/ITyhN5u16NquTYtUBRF6aBWkt8fm&#10;dXdx8xKS1+76740geBxm5htmuR5dr84UU+fZwM20AEVce9txY+Dj/eV6DioJssXeMxn4pgTr1eXF&#10;EivrB97ReS+NyhBOFRpoRUKldapbcpimPhBn7+ijQ8kyNtpGHDLc9XpWFKV22HFeaDHQpqX6a39y&#10;BrbDc3i7L++O4RBvZzo9WfnciDGTq/HxAZTQKP/hv/arNVAW8wX8vslPQK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u7x0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YbM8EA&#10;AADdAAAADwAAAGRycy9kb3ducmV2LnhtbERPzWrCQBC+C77DMoVepG6qIJq6ioiKeBF/HmDIjtnQ&#10;7GzIbk369s6h0OPH979c975WT2pjFdjA5zgDRVwEW3Fp4H7bf8xBxYRssQ5MBn4pwno1HCwxt6Hj&#10;Cz2vqVQSwjFHAy6lJtc6Fo48xnFoiIV7hNZjEtiW2rbYSbiv9STLZtpjxdLgsKGto+L7+uOl5DzF&#10;8+nR3faHHjvcnRyPNhdj3t/6zReoRH36F/+5j9bALFvIfnkjT0Cv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2GzP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FrCMYA&#10;AADdAAAADwAAAGRycy9kb3ducmV2LnhtbESPQUsDMRSE70L/Q3iCN5tt0dWuTUupCkXwYBWKt8fm&#10;dXdx8xKSZ3f9940geBxm5htmuR5dr04UU+fZwGxagCKuve24MfDx/nx9DyoJssXeMxn4oQTr1eRi&#10;iZX1A7/RaS+NyhBOFRpoRUKldapbcpimPhBn7+ijQ8kyNtpGHDLc9XpeFKV22HFeaDHQtqX6a//t&#10;DLwOT+Hlrrw9hs94M9fp0cphK8ZcXY6bB1BCo/yH/9o7a6AsFjP4fZOfgF6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UFrC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NVAcYA&#10;AADdAAAADwAAAGRycy9kb3ducmV2LnhtbESPQWsCMRSE74X+h/AKXopmqyh2NUotBAULRS14fWye&#10;u0s3L0sS3e2/b4RCj8PMfMMs171txI18qB0reBllIIgLZ2ouFXyd9HAOIkRkg41jUvBDAdarx4cl&#10;5sZ1fKDbMZYiQTjkqKCKsc2lDEVFFsPItcTJuzhvMSbpS2k8dgluGznOspm0WHNaqLCl94qK7+PV&#10;Kth8duXEPxeb3u0v2/NUa6M/tFKDp/5tASJSH//Df+2dUTDLXsdwf5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xNVA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eq38UA&#10;AADdAAAADwAAAGRycy9kb3ducmV2LnhtbESPUWvCMBSF34X9h3AHe9NUN8XVRhGlMIYvc/sBl+ba&#10;1DY3JYm1+/fLYLDHwznnO5xiN9pODORD41jBfJaBIK6cbrhW8PVZTtcgQkTW2DkmBd8UYLd9mBSY&#10;a3fnDxrOsRYJwiFHBSbGPpcyVIYshpnriZN3cd5iTNLXUnu8J7jt5CLLVtJiw2nBYE8HQ1V7vlkF&#10;5fviNLQ37Uu3H18sLc11fTRKPT2O+w2ISGP8D/+137SCVfb6DL9v0hO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56rf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Zo7scA&#10;AADdAAAADwAAAGRycy9kb3ducmV2LnhtbESPQWsCMRSE74X+h/AKvZSarVbR1SgqBIUWpFro9bF5&#10;7i7dvCxJ6q7/3hQKPQ4z8w2zWPW2ERfyoXas4GWQgSAunKm5VPB50s9TECEiG2wck4IrBVgt7+8W&#10;mBvX8QddjrEUCcIhRwVVjG0uZSgqshgGriVO3tl5izFJX0rjsUtw28hhlk2kxZrTQoUtbSsqvo8/&#10;VsHm0JUj/1Rsevd23n2NtTb6XSv1+NCv5yAi9fE//NfeGwWTbPYKv2/SE5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O2aO7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KXMMMA&#10;AADdAAAADwAAAGRycy9kb3ducmV2LnhtbESP0WoCMRRE3wv+Q7iCbzWrqOhqFFEWivSlth9w2Vw3&#10;q5ubJYnr+veNUOjjMDNnmM2ut43oyIfasYLJOANBXDpdc6Xg57t4X4IIEVlj45gUPCnAbjt422Cu&#10;3YO/qDvHSiQIhxwVmBjbXMpQGrIYxq4lTt7FeYsxSV9J7fGR4LaR0yxbSIs1pwWDLR0Mlbfz3Soo&#10;TtPP7nbXvnD7fmZpbq7Lo1FqNOz3axCR+vgf/mt/aAWLbDWH15v0BO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UKXM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UTYcIA&#10;AADdAAAADwAAAGRycy9kb3ducmV2LnhtbESP0YrCMBRE3xf8h3AXfFsTVy1u1yiLoOij1Q+4NHfb&#10;YnNTm2jr3xtB8HGYmTPMYtXbWtyo9ZVjDeORAkGcO1NxoeF03HzNQfiAbLB2TBru5GG1HHwsMDWu&#10;4wPdslCICGGfooYyhCaV0uclWfQj1xBH79+1FkOUbSFNi12E21p+K5VIixXHhRIbWpeUn7Or1TC9&#10;d9tLNjurjbE03k+aPYd8pvXws//7BRGoD+/wq70zGhL1k8DzTXwC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1RNh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uv5sUA&#10;AADdAAAADwAAAGRycy9kb3ducmV2LnhtbESPzWrDMBCE74G+g9hCb4ncHNzYiRxCg0vpqXHcnhdr&#10;/UOslbHkxHn7qlDocZiZb5jdfja9uNLoOssKnlcRCOLK6o4bBeU5X25AOI+ssbdMCu7kYJ89LHaY&#10;anvjE10L34gAYZeigtb7IZXSVS0ZdCs7EAevtqNBH+TYSD3iLcBNL9dRFEuDHYeFFgd6bam6FJNR&#10;MMXf65LrD/1ZHO9vyTE/OPnVKPX0OB+2IDzN/j/8137XCuIoeYHfN+EJyO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C6/m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dEk8QA&#10;AADdAAAADwAAAGRycy9kb3ducmV2LnhtbERPu27CMBTdK/UfrFuJrTgUFEHAIKhUCRiKeA1sl/iS&#10;BOLrNDYQ/h4PlRiPzns0aUwpblS7wrKCTjsCQZxaXXCmYLf9+eyDcB5ZY2mZFDzIwWT8/jbCRNs7&#10;r+m28ZkIIewSVJB7XyVSujQng65tK+LAnWxt0AdYZ1LXeA/hppRfURRLgwWHhhwr+s4pvWyuRsF+&#10;1Y8Hq9mid17+HrFr9N9BF7FSrY9mOgThqfEv8b97rhXE0SDMDW/CE5Dj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3RJP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Mj+8UA&#10;AADdAAAADwAAAGRycy9kb3ducmV2LnhtbESPT4vCMBTE74LfITxhb5qqS9GuUfzDqnhSd2Gvj+bZ&#10;FpuX0mS1+umNIHgcZuY3zGTWmFJcqHaFZQX9XgSCOLW64EzB7893dwTCeWSNpWVScCMHs2m7NcFE&#10;2ysf6HL0mQgQdgkqyL2vEildmpNB17MVcfBOtjbog6wzqWu8Brgp5SCKYmmw4LCQY0XLnNLz8d8o&#10;uMd/uHebwWI11J5un6O13e3XSn10mvkXCE+Nf4df7a1WEEfjMTzfhCcgp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AyP7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pDxMIA&#10;AADdAAAADwAAAGRycy9kb3ducmV2LnhtbERP3WrCMBS+H/gO4QjezdRSZXZGEVHY3WbnAxyas7TY&#10;nLRNtHVPv1wIu/z4/je70TbiTr2vHStYzBMQxKXTNRsFl+/T6xsIH5A1No5JwYM87LaTlw3m2g18&#10;pnsRjIgh7HNUUIXQ5lL6siKLfu5a4sj9uN5iiLA3Uvc4xHDbyDRJVtJizbGhwpYOFZXX4mYVdC5d&#10;6rE44uf1uP6qjcm633Om1Gw67t9BBBrDv/jp/tAKVosk7o9v4hO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CkPE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dsN8UA&#10;AADdAAAADwAAAGRycy9kb3ducmV2LnhtbESPzW7CMBCE75V4B2uRuBUnRaQQYlBbqRJXoAeOi735&#10;gXidxi6kPH1dqVKPo5n5RlNsBtuKK/W+cawgnSYgiLUzDVcKPg7vjwsQPiAbbB2Tgm/ysFmPHgrM&#10;jbvxjq77UIkIYZ+jgjqELpfS65os+qnriKNXut5iiLKvpOnxFuG2lU9JkkmLDceFGjt6q0lf9l9W&#10;wbY50TzT5dIuXvXueP8Ms+ezUWoyHl5WIAIN4T/8194aBVmapPD7Jj4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Z2w3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wBtMIA&#10;AADdAAAADwAAAGRycy9kb3ducmV2LnhtbERPXWvCMBR9H/gfwhX2NhP7IK4aZQ4GG5uCVdzrpblr&#10;ypqb0mS1/nsjDHw835zlenCN6KkLtWcN04kCQVx6U3Ol4Xh4e5qDCBHZYOOZNFwowHo1elhibvyZ&#10;99QXsRKphEOOGmyMbS5lKC05DBPfEiftx3cOY4JdJU2H51TuGpkpNZMOa04LFlt6tVT+Fn9OQ4+7&#10;i/q2m+3zR/1VZrvN6dMkXj+Oh5cFiEhDvJv/0+9Gw2yqMri9SU9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vAG0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saT8QA&#10;AADdAAAADwAAAGRycy9kb3ducmV2LnhtbESPQUvDQBSE74L/YXmCN7tphCKx21IKLR41evD4zL5m&#10;U7Pvhd1tk/bXu4LgcZiZb5jlevK9OlOInbCB+awARdyI7bg18PG+e3gCFROyxV6YDFwownp1e7PE&#10;ysrIb3SuU6syhGOFBlxKQ6V1bBx5jDMZiLN3kOAxZRlabQOOGe57XRbFQnvsOC84HGjrqPmuT97A&#10;uG++juXh07prGGRXv8qx7MWY+7tp8wwq0ZT+w3/tF2tgMS8e4fdNfgJ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LGk/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nEnMYA&#10;AADdAAAADwAAAGRycy9kb3ducmV2LnhtbESPS2vDMBCE74H+B7GF3hLZoaTBiWLyhBJaSl73rbW1&#10;nUgrY6mJ8++rQqHHYWa+YaZ5Z424UutrxwrSQQKCuHC65lLB8bDpj0H4gKzROCYFd/KQzx56U8y0&#10;u/GOrvtQighhn6GCKoQmk9IXFVn0A9cQR+/LtRZDlG0pdYu3CLdGDpNkJC3WHBcqbGhZUXHZf1sF&#10;m4+VOQ/fd/OTDMv1y6cZbxerN6WeHrv5BESgLvyH/9qvWsEoTZ7h9018AnL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EnEn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KsvscA&#10;AADdAAAADwAAAGRycy9kb3ducmV2LnhtbESPzWrDMBCE74W8g9hCLyWR0xATnCgmFEpcaCF/kOvG&#10;2trG1spYqu28fVUo9DjMzDfMJh1NI3rqXGVZwXwWgSDOra64UHA5v01XIJxH1thYJgV3cpBuJw8b&#10;TLQd+Ej9yRciQNglqKD0vk2kdHlJBt3MtsTB+7KdQR9kV0jd4RDgppEvURRLgxWHhRJbei0pr0/f&#10;RkF/+LgVWe/a93r17JaL237/qa9KPT2OuzUIT6P/D/+1M60gnkdL+H0TnoDc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irL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FOAMcA&#10;AADdAAAADwAAAGRycy9kb3ducmV2LnhtbESPQWsCMRSE74X+h/AEbzVR7KKrUWpB6KVQbQ/19tw8&#10;dxc3L9sk6tZf3whCj8PMfMPMl51txJl8qB1rGA4UCOLCmZpLDV+f66cJiBCRDTaOScMvBVguHh/m&#10;mBt34Q2dt7EUCcIhRw1VjG0uZSgqshgGriVO3sF5izFJX0rj8ZLgtpEjpTJpsea0UGFLrxUVx+3J&#10;alhNJ6ufjzG/Xzf7He2+98fnkVda93vdywxEpC7+h+/tN6MhG6oMbm/S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RTgDHAAAA3QAAAA8AAAAAAAAAAAAAAAAAmAIAAGRy&#10;cy9kb3ducmV2LnhtbFBLBQYAAAAABAAEAPUAAACMAwAAAAA=&#10;" fillcolor="black" stroked="f"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QolccA&#10;AADdAAAADwAAAGRycy9kb3ducmV2LnhtbESPT2vCQBTE74LfYXmF3nSj0FSiq1TbglA9+Ofg8TX7&#10;mizJvg3ZrcZ+elcoeBxm5jfMbNHZWpyp9caxgtEwAUGcO224UHA8fA4mIHxA1lg7JgVX8rCY93sz&#10;zLS78I7O+1CICGGfoYIyhCaT0uclWfRD1xBH78e1FkOUbSF1i5cIt7UcJ0kqLRqOCyU2tCopr/a/&#10;VsHpKzWTnaHx9+Zv+aE3L9Vy+14p9fzUvU1BBOrCI/zfXmsF6Sh5hfub+ATk/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m0KJX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6CUsIA&#10;AADdAAAADwAAAGRycy9kb3ducmV2LnhtbERPPW/CMBDdK/EfrKvEVmw6IBQwCFFV7cIALWI9xUcc&#10;Ep+DbSDw6/FQqePT+54ve9eKK4VYe9YwHikQxKU3NVcafn8+36YgYkI22HomDXeKsFwMXuZYGH/j&#10;LV13qRI5hGOBGmxKXSFlLC05jCPfEWfu6IPDlGGopAl4y+Gule9KTaTDmnODxY7Wlspmd3Eawurw&#10;0Tz4sm/UY3OPX6f+PEWr9fC1X81AJOrTv/jP/W00TMYqz81v8hO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zoJS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aCe8YA&#10;AADdAAAADwAAAGRycy9kb3ducmV2LnhtbESP3WoCMRSE7wt9h3AK3pSa6IXWrVFKoSBUBH8e4HRz&#10;urs0OVk2p7r26Y0geDnMzDfMfNkHr47UpSayhdHQgCIuo2u4snDYf768gkqC7NBHJgtnSrBcPD7M&#10;sXDxxFs67qRSGcKpQAu1SFtoncqaAqZhbImz9xO7gJJlV2nX4SnDg9djYyY6YMN5ocaWPmoqf3d/&#10;wYIff/vZ1zSt5XzQa/MfZPu8cdYOnvr3N1BCvdzDt/bKWZiMzAyub/IT0I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taCe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myf8IA&#10;AADdAAAADwAAAGRycy9kb3ducmV2LnhtbERPPW/CMBDdK/EfrEPqVpwwIBQwqAUhZenQAGI94msc&#10;1T5HsYHAr68HJMan971cD86KK/Wh9awgn2QgiGuvW24UHPa7jzmIEJE1Ws+k4E4B1qvR2xIL7W/8&#10;Q9cqNiKFcChQgYmxK6QMtSGHYeI74sT9+t5hTLBvpO7xlsKdldMsm0mHLacGgx1tDNV/1cUp2Fad&#10;nR5K8xVOx+/z2ZaPHZ22Sr2Ph88FiEhDfImf7lIrmOV52p/epCc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ubJ/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JYVcQA&#10;AADdAAAADwAAAGRycy9kb3ducmV2LnhtbESPQWvCQBSE74L/YXlCb7obD7FEVylFQeip1hy8PXaf&#10;STT7NmS3Jv33XaHQ4zAz3zCb3eha8aA+NJ41ZAsFgth423Cl4fx1mL+CCBHZYuuZNPxQgN12Otlg&#10;Yf3An/Q4xUokCIcCNdQxdoWUwdTkMCx8R5y8q+8dxiT7StoehwR3rVwqlUuHDaeFGjt6r8ncT99O&#10;w+0gP7xRaMpzORzt6rLPqVVav8zGtzWISGP8D/+1j1ZDnmUZPN+kJy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iWFX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lkDMUA&#10;AADdAAAADwAAAGRycy9kb3ducmV2LnhtbESPQWvCQBSE70L/w/IK3nSTCCKpq6gglBYPmlJ6fGaf&#10;SUj2bdhdNf33rlDocZiZb5jlejCduJHzjWUF6TQBQVxa3XCl4KvYTxYgfEDW2FkmBb/kYb16GS0x&#10;1/bOR7qdQiUihH2OCuoQ+lxKX9Zk0E9tTxy9i3UGQ5SuktrhPcJNJ7MkmUuDDceFGnva1VS2p6tR&#10;8HP95Mth9rFx2/Bth8K32XnRKjV+HTZvIAIN4T/8137XCuZpmsHzTXwC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qWQM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97RccA&#10;AADdAAAADwAAAGRycy9kb3ducmV2LnhtbESPQWvCQBSE74X+h+UJvTWb2FY0ukotCL0I1fZQb8/s&#10;Mwlm36a7q0Z/vSsIPQ4z8w0zmXWmEUdyvrasIEtSEMSF1TWXCn6+F89DED4ga2wsk4IzeZhNHx8m&#10;mGt74hUd16EUEcI+RwVVCG0upS8qMugT2xJHb2edwRClK6V2eIpw08h+mg6kwZrjQoUtfVRU7NcH&#10;o2A+Gs7/vl55eVltN7T53e7f+i5V6qnXvY9BBOrCf/je/tQKBln2Ar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N/e0XHAAAA3QAAAA8AAAAAAAAAAAAAAAAAmAIAAGRy&#10;cy9kb3ducmV2LnhtbFBLBQYAAAAABAAEAPUAAACMAwAAAAA=&#10;" fillcolor="black" stroked="f"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oZMMUA&#10;AADdAAAADwAAAGRycy9kb3ducmV2LnhtbESPQUsDMRSE70L/Q3gFbza7VYqsTctSKIqnbVW8vm5e&#10;N0s3L0sS0/XfG0HwOMzMN8x6O9lBJPKhd6ygXBQgiFune+4UvL/t7x5BhIiscXBMCr4pwHYzu1lj&#10;pd2VD5SOsRMZwqFCBSbGsZIytIYshoUbibN3dt5izNJ3Unu8Zrgd5LIoVtJiz3nB4Eg7Q+3l+GUV&#10;pNOuqe/TZzKHV1933jXPH6dGqdv5VD+BiDTF//Bf+0UrWJXlA/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6hkw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FcWcYA&#10;AADdAAAADwAAAGRycy9kb3ducmV2LnhtbESPQWvCQBSE7wX/w/IEb3WTgqGNrlKkSvVSmxb0+Mg+&#10;s6HZtyG7jdFf3y0Uehxm5htmsRpsI3rqfO1YQTpNQBCXTtdcKfj82Nw/gvABWWPjmBRcycNqObpb&#10;YK7dhd+pL0IlIoR9jgpMCG0upS8NWfRT1xJH7+w6iyHKrpK6w0uE20Y+JEkmLdYcFwy2tDZUfhXf&#10;VoFP1y/Hvb099aet4bdiZ7JDZZSajIfnOYhAQ/gP/7VftYIsTWfw+yY+Abn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SFcW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8667B" w:rsidRDefault="0048667B" w:rsidP="004866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48667B" w:rsidRPr="00062C82" w:rsidRDefault="0048667B" w:rsidP="0048667B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РІШЕННЯ</w:t>
      </w:r>
    </w:p>
    <w:p w:rsidR="0048667B" w:rsidRPr="00062C82" w:rsidRDefault="0048667B" w:rsidP="0048667B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ХХХІІІ</w:t>
      </w:r>
      <w:r w:rsidRPr="00062C82">
        <w:rPr>
          <w:rFonts w:ascii="Times New Roman" w:hAnsi="Times New Roman" w:cs="Times New Roman"/>
        </w:rPr>
        <w:t xml:space="preserve"> сесії сільської ради  </w:t>
      </w:r>
      <w:r w:rsidRPr="00062C82">
        <w:rPr>
          <w:rFonts w:ascii="Times New Roman" w:hAnsi="Times New Roman" w:cs="Times New Roman"/>
          <w:lang w:val="en-US"/>
        </w:rPr>
        <w:t>V</w:t>
      </w:r>
      <w:r w:rsidRPr="00062C82">
        <w:rPr>
          <w:rFonts w:ascii="Times New Roman" w:hAnsi="Times New Roman" w:cs="Times New Roman"/>
        </w:rPr>
        <w:t>ІІ скликання</w:t>
      </w:r>
    </w:p>
    <w:p w:rsidR="0048667B" w:rsidRPr="00062C82" w:rsidRDefault="0048667B" w:rsidP="0048667B">
      <w:pPr>
        <w:tabs>
          <w:tab w:val="left" w:pos="4424"/>
        </w:tabs>
        <w:rPr>
          <w:rFonts w:ascii="Times New Roman" w:hAnsi="Times New Roman" w:cs="Times New Roman"/>
        </w:rPr>
      </w:pPr>
    </w:p>
    <w:p w:rsidR="0048667B" w:rsidRPr="00062C82" w:rsidRDefault="0048667B" w:rsidP="0048667B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21.02.2020</w:t>
      </w:r>
      <w:r w:rsidRPr="00062C82">
        <w:rPr>
          <w:rFonts w:ascii="Times New Roman" w:hAnsi="Times New Roman" w:cs="Times New Roman"/>
        </w:rPr>
        <w:t>р.                                    Крупець                                        № _______</w:t>
      </w:r>
    </w:p>
    <w:p w:rsidR="0048667B" w:rsidRPr="00062C82" w:rsidRDefault="0048667B" w:rsidP="0048667B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                                </w:t>
      </w:r>
    </w:p>
    <w:p w:rsidR="0048667B" w:rsidRPr="00062C82" w:rsidRDefault="0048667B" w:rsidP="0048667B">
      <w:pPr>
        <w:tabs>
          <w:tab w:val="left" w:pos="4424"/>
        </w:tabs>
        <w:rPr>
          <w:rFonts w:ascii="Times New Roman" w:hAnsi="Times New Roman" w:cs="Times New Roman"/>
        </w:rPr>
      </w:pPr>
    </w:p>
    <w:p w:rsidR="0048667B" w:rsidRPr="00062C82" w:rsidRDefault="0048667B" w:rsidP="0048667B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Про затвердження технічної документації</w:t>
      </w:r>
    </w:p>
    <w:p w:rsidR="0048667B" w:rsidRPr="00062C82" w:rsidRDefault="0048667B" w:rsidP="0048667B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із землеустрою щодо встановлення </w:t>
      </w:r>
    </w:p>
    <w:p w:rsidR="0048667B" w:rsidRPr="00062C82" w:rsidRDefault="0048667B" w:rsidP="0048667B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(відновлення)  меж земельної ділянки</w:t>
      </w:r>
    </w:p>
    <w:p w:rsidR="0048667B" w:rsidRPr="00062C82" w:rsidRDefault="0048667B" w:rsidP="0048667B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в натурі (на місцевості) </w:t>
      </w:r>
      <w:proofErr w:type="spellStart"/>
      <w:r>
        <w:rPr>
          <w:rFonts w:ascii="Times New Roman" w:hAnsi="Times New Roman" w:cs="Times New Roman"/>
          <w:b/>
        </w:rPr>
        <w:t>Рощук</w:t>
      </w:r>
      <w:proofErr w:type="spellEnd"/>
      <w:r>
        <w:rPr>
          <w:rFonts w:ascii="Times New Roman" w:hAnsi="Times New Roman" w:cs="Times New Roman"/>
          <w:b/>
        </w:rPr>
        <w:t xml:space="preserve"> П.Т.</w:t>
      </w:r>
    </w:p>
    <w:p w:rsidR="0048667B" w:rsidRPr="00062C82" w:rsidRDefault="0048667B" w:rsidP="0048667B">
      <w:pPr>
        <w:tabs>
          <w:tab w:val="left" w:pos="4424"/>
        </w:tabs>
        <w:rPr>
          <w:rFonts w:ascii="Times New Roman" w:hAnsi="Times New Roman" w:cs="Times New Roman"/>
        </w:rPr>
      </w:pPr>
    </w:p>
    <w:p w:rsidR="0048667B" w:rsidRPr="00062C82" w:rsidRDefault="0048667B" w:rsidP="0048667B">
      <w:pPr>
        <w:tabs>
          <w:tab w:val="left" w:pos="4424"/>
        </w:tabs>
        <w:rPr>
          <w:rFonts w:ascii="Times New Roman" w:hAnsi="Times New Roman" w:cs="Times New Roman"/>
        </w:rPr>
      </w:pPr>
    </w:p>
    <w:p w:rsidR="0048667B" w:rsidRPr="00062C82" w:rsidRDefault="0048667B" w:rsidP="0048667B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>
        <w:rPr>
          <w:rFonts w:ascii="Times New Roman" w:hAnsi="Times New Roman" w:cs="Times New Roman"/>
        </w:rPr>
        <w:t>Рощука</w:t>
      </w:r>
      <w:proofErr w:type="spellEnd"/>
      <w:r>
        <w:rPr>
          <w:rFonts w:ascii="Times New Roman" w:hAnsi="Times New Roman" w:cs="Times New Roman"/>
        </w:rPr>
        <w:t xml:space="preserve"> П.Т.,</w:t>
      </w:r>
      <w:r w:rsidRPr="00062C82">
        <w:rPr>
          <w:rFonts w:ascii="Times New Roman" w:hAnsi="Times New Roman" w:cs="Times New Roman"/>
        </w:rPr>
        <w:t xml:space="preserve"> сільська  рада ВИРІШИЛА:</w:t>
      </w:r>
    </w:p>
    <w:p w:rsidR="0048667B" w:rsidRPr="00062C82" w:rsidRDefault="0048667B" w:rsidP="0048667B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48667B" w:rsidRDefault="0048667B" w:rsidP="0048667B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</w:rPr>
        <w:t xml:space="preserve">      1. Затвердити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Рощуку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Петру Тихоновичу</w:t>
      </w:r>
      <w:r w:rsidRPr="00E868AC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 як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ий</w:t>
      </w:r>
      <w:r w:rsidRPr="00E868AC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зареєстрован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ий</w:t>
      </w:r>
      <w:r w:rsidRPr="00E868AC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за адресою: </w:t>
      </w:r>
      <w:r w:rsidR="00EF7C8B" w:rsidRPr="00EF7C8B">
        <w:rPr>
          <w:rFonts w:ascii="Times New Roman" w:eastAsiaTheme="minorHAnsi" w:hAnsi="Times New Roman" w:cs="Times New Roman"/>
          <w:color w:val="auto"/>
          <w:szCs w:val="22"/>
          <w:lang w:eastAsia="en-US"/>
        </w:rPr>
        <w:t>___________</w:t>
      </w:r>
      <w:r w:rsidRPr="00062C82">
        <w:rPr>
          <w:rFonts w:ascii="Times New Roman" w:hAnsi="Times New Roman" w:cs="Times New Roman"/>
        </w:rPr>
        <w:t>,  ідентифікаційн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номер </w:t>
      </w:r>
      <w:r w:rsidR="00EF7C8B" w:rsidRPr="00EF7C8B">
        <w:rPr>
          <w:rFonts w:ascii="Times New Roman" w:hAnsi="Times New Roman" w:cs="Times New Roman"/>
        </w:rPr>
        <w:t>____________</w:t>
      </w:r>
      <w:r w:rsidRPr="00062C82">
        <w:rPr>
          <w:rFonts w:ascii="Times New Roman" w:hAnsi="Times New Roman" w:cs="Times New Roman"/>
        </w:rPr>
        <w:t>, технічну документацію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 w:cs="Times New Roman"/>
        </w:rPr>
        <w:t>,</w:t>
      </w:r>
      <w:r w:rsidRPr="00062C82">
        <w:rPr>
          <w:rFonts w:ascii="Times New Roman" w:hAnsi="Times New Roman" w:cs="Times New Roman"/>
        </w:rPr>
        <w:t xml:space="preserve"> та передати її у приватну власність, площею 0,</w:t>
      </w:r>
      <w:r>
        <w:rPr>
          <w:rFonts w:ascii="Times New Roman" w:hAnsi="Times New Roman" w:cs="Times New Roman"/>
        </w:rPr>
        <w:t>1920га, (кадастровий номер:</w:t>
      </w:r>
      <w:r w:rsidRPr="00062C82">
        <w:rPr>
          <w:rFonts w:ascii="Times New Roman" w:hAnsi="Times New Roman" w:cs="Times New Roman"/>
        </w:rPr>
        <w:t>6823986800:0</w:t>
      </w:r>
      <w:r>
        <w:rPr>
          <w:rFonts w:ascii="Times New Roman" w:hAnsi="Times New Roman" w:cs="Times New Roman"/>
        </w:rPr>
        <w:t>2:003</w:t>
      </w:r>
      <w:r w:rsidRPr="00062C82">
        <w:rPr>
          <w:rFonts w:ascii="Times New Roman" w:hAnsi="Times New Roman" w:cs="Times New Roman"/>
        </w:rPr>
        <w:t>:00</w:t>
      </w:r>
      <w:r>
        <w:rPr>
          <w:rFonts w:ascii="Times New Roman" w:hAnsi="Times New Roman" w:cs="Times New Roman"/>
        </w:rPr>
        <w:t>17</w:t>
      </w:r>
      <w:r w:rsidRPr="00062C82">
        <w:rPr>
          <w:rFonts w:ascii="Times New Roman" w:hAnsi="Times New Roman" w:cs="Times New Roman"/>
        </w:rPr>
        <w:t xml:space="preserve">), для </w:t>
      </w:r>
      <w:r>
        <w:rPr>
          <w:rFonts w:ascii="Times New Roman" w:hAnsi="Times New Roman" w:cs="Times New Roman"/>
        </w:rPr>
        <w:t>ведення особистого селянського господарства</w:t>
      </w:r>
      <w:r w:rsidRPr="00062C82">
        <w:rPr>
          <w:rFonts w:ascii="Times New Roman" w:hAnsi="Times New Roman" w:cs="Times New Roman"/>
        </w:rPr>
        <w:t xml:space="preserve">, яка розташована Хмельницька область, </w:t>
      </w:r>
      <w:proofErr w:type="spellStart"/>
      <w:r w:rsidRPr="00062C82">
        <w:rPr>
          <w:rFonts w:ascii="Times New Roman" w:hAnsi="Times New Roman" w:cs="Times New Roman"/>
        </w:rPr>
        <w:t>Славутський</w:t>
      </w:r>
      <w:proofErr w:type="spellEnd"/>
      <w:r w:rsidRPr="00062C82">
        <w:rPr>
          <w:rFonts w:ascii="Times New Roman" w:hAnsi="Times New Roman" w:cs="Times New Roman"/>
        </w:rPr>
        <w:t xml:space="preserve">  район, </w:t>
      </w:r>
      <w:proofErr w:type="spellStart"/>
      <w:r w:rsidRPr="00062C82">
        <w:rPr>
          <w:rFonts w:ascii="Times New Roman" w:hAnsi="Times New Roman" w:cs="Times New Roman"/>
        </w:rPr>
        <w:t>с.</w:t>
      </w:r>
      <w:r>
        <w:rPr>
          <w:rFonts w:ascii="Times New Roman" w:hAnsi="Times New Roman" w:cs="Times New Roman"/>
        </w:rPr>
        <w:t>Колом’є</w:t>
      </w:r>
      <w:proofErr w:type="spellEnd"/>
      <w:r>
        <w:rPr>
          <w:rFonts w:ascii="Times New Roman" w:hAnsi="Times New Roman" w:cs="Times New Roman"/>
        </w:rPr>
        <w:t>.</w:t>
      </w:r>
      <w:r w:rsidRPr="00062C82">
        <w:rPr>
          <w:rFonts w:ascii="Times New Roman" w:hAnsi="Times New Roman" w:cs="Times New Roman"/>
          <w:color w:val="FF0000"/>
        </w:rPr>
        <w:t xml:space="preserve">  </w:t>
      </w:r>
    </w:p>
    <w:p w:rsidR="0048667B" w:rsidRPr="00062C82" w:rsidRDefault="0048667B" w:rsidP="0048667B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      </w:t>
      </w:r>
      <w:r w:rsidRPr="00062C82">
        <w:rPr>
          <w:rFonts w:ascii="Times New Roman" w:hAnsi="Times New Roman" w:cs="Times New Roman"/>
        </w:rPr>
        <w:t xml:space="preserve">2. </w:t>
      </w:r>
      <w:proofErr w:type="spellStart"/>
      <w:r>
        <w:rPr>
          <w:rFonts w:ascii="Times New Roman" w:hAnsi="Times New Roman" w:cs="Times New Roman"/>
        </w:rPr>
        <w:t>Рощуку</w:t>
      </w:r>
      <w:proofErr w:type="spellEnd"/>
      <w:r>
        <w:rPr>
          <w:rFonts w:ascii="Times New Roman" w:hAnsi="Times New Roman" w:cs="Times New Roman"/>
        </w:rPr>
        <w:t xml:space="preserve"> П.Т.,</w:t>
      </w:r>
      <w:r w:rsidRPr="00062C82">
        <w:rPr>
          <w:rFonts w:ascii="Times New Roman" w:hAnsi="Times New Roman" w:cs="Times New Roman"/>
        </w:rPr>
        <w:t xml:space="preserve"> посвідчити своє право  в  установленому  законом  порядку.</w:t>
      </w:r>
    </w:p>
    <w:p w:rsidR="0048667B" w:rsidRPr="00062C82" w:rsidRDefault="0048667B" w:rsidP="0048667B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8667B" w:rsidRPr="00062C82" w:rsidRDefault="0048667B" w:rsidP="0048667B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48667B" w:rsidRPr="00062C82" w:rsidRDefault="0048667B" w:rsidP="0048667B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48667B" w:rsidRPr="0048667B" w:rsidRDefault="0048667B" w:rsidP="0048667B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</w:p>
    <w:p w:rsidR="0048667B" w:rsidRPr="00062C82" w:rsidRDefault="0048667B" w:rsidP="0048667B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AB7A38" w:rsidRPr="0048667B" w:rsidRDefault="0048667B" w:rsidP="0048667B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  <w:r w:rsidRPr="00062C82">
        <w:rPr>
          <w:rFonts w:ascii="Times New Roman" w:hAnsi="Times New Roman" w:cs="Times New Roman"/>
        </w:rPr>
        <w:t>Сільський  голова                                                                                             В.А.</w:t>
      </w:r>
      <w:proofErr w:type="spellStart"/>
      <w:r w:rsidRPr="00062C82">
        <w:rPr>
          <w:rFonts w:ascii="Times New Roman" w:hAnsi="Times New Roman" w:cs="Times New Roman"/>
        </w:rPr>
        <w:t>Михалюк</w:t>
      </w:r>
      <w:proofErr w:type="spellEnd"/>
      <w:r w:rsidRPr="00062C82">
        <w:rPr>
          <w:rFonts w:ascii="Times New Roman" w:hAnsi="Times New Roman" w:cs="Times New Roman"/>
        </w:rPr>
        <w:t xml:space="preserve"> </w:t>
      </w:r>
    </w:p>
    <w:sectPr w:rsidR="00AB7A38" w:rsidRPr="0048667B" w:rsidSect="00AB7A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48667B"/>
    <w:rsid w:val="00005E20"/>
    <w:rsid w:val="00171A2E"/>
    <w:rsid w:val="00304C90"/>
    <w:rsid w:val="0048667B"/>
    <w:rsid w:val="00505B6D"/>
    <w:rsid w:val="006D3977"/>
    <w:rsid w:val="00712DB9"/>
    <w:rsid w:val="007D6C18"/>
    <w:rsid w:val="00AB7A38"/>
    <w:rsid w:val="00D1641A"/>
    <w:rsid w:val="00EF7C8B"/>
    <w:rsid w:val="00F62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67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257</Words>
  <Characters>1468</Characters>
  <Application>Microsoft Office Word</Application>
  <DocSecurity>0</DocSecurity>
  <Lines>12</Lines>
  <Paragraphs>3</Paragraphs>
  <ScaleCrop>false</ScaleCrop>
  <Company>Microsoft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2020-02-13T11:21:00Z</dcterms:created>
  <dcterms:modified xsi:type="dcterms:W3CDTF">2020-02-13T12:08:00Z</dcterms:modified>
</cp:coreProperties>
</file>