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34B0" w:rsidRDefault="007334B0" w:rsidP="007334B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34B0" w:rsidRDefault="007334B0" w:rsidP="007334B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334B0" w:rsidRDefault="007334B0" w:rsidP="007334B0">
      <w:r w:rsidRPr="00B35B72">
        <w:rPr>
          <w:noProof/>
        </w:rPr>
        <w:pict>
          <v:group id="Group 126" o:spid="_x0000_s1026" style="position:absolute;margin-left:222.75pt;margin-top:-4.45pt;width:34.4pt;height:48.3pt;z-index:25166028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">
            <v:shape id="Freeform 127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JUHMQA&#10;AADbAAAADwAAAGRycy9kb3ducmV2LnhtbESPQWvCQBSE70L/w/IKvenGBFSimyCVSsFT1RaPj+xr&#10;Epp9G3bXmP77rlDwOMzMN8ymHE0nBnK+taxgPktAEFdWt1wrOJ/episQPiBr7CyTgl/yUBZPkw3m&#10;2t74g4ZjqEWEsM9RQRNCn0vpq4YM+pntiaP3bZ3BEKWrpXZ4i3DTyTRJFtJgy3GhwZ5eG6p+jlej&#10;4DCki6/LfmdOWZ0uXZV97tK2U+rledyuQQQawyP8337XCrIM7l/iD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CVBzEAAAA2w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128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9vD8UA&#10;AADbAAAADwAAAGRycy9kb3ducmV2LnhtbESPQWvCQBSE74L/YXmFXkqzSSsqqauIUGgqCCYFr4/s&#10;axKbfRuyWxP/vVsoeBxm5htmtRlNKy7Uu8aygiSKQRCXVjdcKfgq3p+XIJxH1thaJgVXcrBZTycr&#10;TLUd+EiX3FciQNilqKD2vkuldGVNBl1kO+LgfdveoA+yr6TucQhw08qXOJ5Lgw2HhRo72tVU/uS/&#10;RoEs8sxni8Y8JZ+nw5jY825fnpV6fBi3byA8jf4e/m9/aAWvM/j7En6AX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728PxQAAANs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129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j1fcYA&#10;AADbAAAADwAAAGRycy9kb3ducmV2LnhtbESPQWsCMRSE7wX/Q3hCL6JZay12NYotKOKhULX35+a5&#10;u7p52SZRt/31piD0OMzMN8xk1phKXMj50rKCfi8BQZxZXXKuYLdddEcgfEDWWFkmBT/kYTZtPUww&#10;1fbKn3TZhFxECPsUFRQh1KmUPivIoO/Zmjh6B+sMhihdLrXDa4SbSj4lyYs0WHJcKLCm94Ky0+Zs&#10;FCxWdHr9qr+Xz79umI+O+4/127aj1GO7mY9BBGrCf/jeXmkFgyH8fYk/QE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Lj1fcYAAADb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130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sNisMA&#10;AADbAAAADwAAAGRycy9kb3ducmV2LnhtbESPT4vCMBTE78J+h/AW9qapLopU0yKKy8Ke/INen82z&#10;rTYvpYm2++2NIHgcZuY3zDztTCXu1LjSsoLhIAJBnFldcq5gv1v3pyCcR9ZYWSYF/+QgTT56c4y1&#10;bXlD963PRYCwi1FB4X0dS+myggy6ga2Jg3e2jUEfZJNL3WAb4KaSoyiaSIMlh4UCa1oWlF23N6Mg&#10;+htXp/OBu+lx9ZNdL+2a23Ko1Ndnt5iB8NT5d/jV/tUKvifw/BJ+gE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sNisMAAADbAAAADwAAAAAAAAAAAAAAAACYAgAAZHJzL2Rv&#10;d25yZXYueG1sUEsFBgAAAAAEAAQA9QAAAIg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131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bOkcYA&#10;AADbAAAADwAAAGRycy9kb3ducmV2LnhtbESPQWsCMRSE74L/ITyhl1KztrXV1SgqKOKhUG3vr5vn&#10;7urmZZtE3frrm0LB4zAz3zDjaWMqcSbnS8sKet0EBHFmdcm5go/d8mEAwgdkjZVlUvBDHqaTdmuM&#10;qbYXfqfzNuQiQtinqKAIoU6l9FlBBn3X1sTR21tnMETpcqkdXiLcVPIxSV6kwZLjQoE1LQrKjtuT&#10;UbBc03H4WX+vnq+unw8OX2+b+e5eqbtOMxuBCNSEW/i/vdYKnl7h70v8AXLy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ybOkcYAAADbAAAADwAAAAAAAAAAAAAAAACYAgAAZHJz&#10;L2Rvd25yZXYueG1sUEsFBgAAAAAEAAQA9QAAAIs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132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g8Y78A&#10;AADbAAAADwAAAGRycy9kb3ducmV2LnhtbERPy4rCMBTdD/gP4QruxlTFoVSjiKIIrnyg22tzbavN&#10;TWmirX9vFsIsD+c9nbemFC+qXWFZwaAfgSBOrS44U3A6rn9jEM4jaywtk4I3OZjPOj9TTLRteE+v&#10;g89ECGGXoILc+yqR0qU5GXR9WxEH7mZrgz7AOpO6xiaEm1IOo+hPGiw4NORY0TKn9HF4GgXRblxe&#10;b2du48tqkz7uzZqbYqBUr9suJiA8tf5f/HVvtYJRGBu+hB8gZ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qDxjvwAAANsAAAAPAAAAAAAAAAAAAAAAAJgCAABkcnMvZG93bnJl&#10;di54bWxQSwUGAAAAAAQABAD1AAAAhA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133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8Tu8MA&#10;AADbAAAADwAAAGRycy9kb3ducmV2LnhtbESPQWvCQBSE74L/YXkFb7qpgWKiq0hU8FobD729Zp9J&#10;SPZtyK4x9td3C4Ueh5n5htnsRtOKgXpXW1bwuohAEBdW11wqyD9O8xUI55E1tpZJwZMc7LbTyQZT&#10;bR/8TsPFlyJA2KWooPK+S6V0RUUG3cJ2xMG72d6gD7Ivpe7xEeCmlcsoepMGaw4LFXaUVVQ0l7tR&#10;cD00TZxwFH9/DtnKZV95vrwdlZq9jPs1CE+j/w//tc9aQZzA75fwA+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8Tu8MAAADb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34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xVz8MA&#10;AADbAAAADwAAAGRycy9kb3ducmV2LnhtbERPTWvCQBC9C/6HZYReim4sUkp0FRELFfRQW6q9Ddkx&#10;Cc3OptltjP76zkHw+Hjfs0XnKtVSE0rPBsajBBRx5m3JuYHPj9fhC6gQkS1WnsnAhQIs5v3eDFPr&#10;z/xO7T7mSkI4pGigiLFOtQ5ZQQ7DyNfEwp184zAKbHJtGzxLuKv0U5I8a4clS0OBNa0Kyn72f87A&#10;hNrjcnv93n0df9fRnx4PmzA+GPMw6JZTUJG6eBff3G9WfLJevsgP0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xVz8MAAADb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35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9swMQA&#10;AADbAAAADwAAAGRycy9kb3ducmV2LnhtbESPT2vCQBTE74LfYXkFb7rxD8WmriKpQq9qPHh7zT6T&#10;kOzbkN3G2E/vCgWPw8z8hlltelOLjlpXWlYwnUQgiDOrS84VpKf9eAnCeWSNtWVScCcHm/VwsMJY&#10;2xsfqDv6XAQIuxgVFN43sZQuK8igm9iGOHhX2xr0Qba51C3eAtzUchZF79JgyWGhwIaSgrLq+GsU&#10;nL+qav7B0fzv0iVLl/yk6ey6U2r01m8/QXjq/Sv83/7WChZTeH4JP0C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fbMD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6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JuI8YA&#10;AADbAAAADwAAAGRycy9kb3ducmV2LnhtbESPT2vCQBTE7wW/w/IEL1I3ShFJ3QQRCxbag39Qe3tk&#10;n0lo9m2a3cbUT+8KQo/DzG+GmaedqURLjSstKxiPIhDEmdUl5wr2u7fnGQjnkTVWlknBHzlIk97T&#10;HGNtL7yhdutzEUrYxaig8L6OpXRZQQbdyNbEwTvbxqAPssmlbvASyk0lJ1E0lQZLDgsF1rQsKPve&#10;/hoFL9SeFh/Xr8/D6Wfl7Xl4fHfjo1KDfrd4BeGp8//hB73WgZvA/Uv4ATK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XJuI8YAAADb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7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AvM8YA&#10;AADbAAAADwAAAGRycy9kb3ducmV2LnhtbESP3WrCQBSE7wt9h+UIvasbq7QSXaVY+gMFwSh6e8ge&#10;s9Hs2TS7mtSn7wpCL4eZ+YaZzjtbiTM1vnSsYNBPQBDnTpdcKNis3x/HIHxA1lg5JgW/5GE+u7+b&#10;Yqpdyys6Z6EQEcI+RQUmhDqV0ueGLPq+q4mjt3eNxRBlU0jdYBvhtpJPSfIsLZYcFwzWtDCUH7OT&#10;VbAbDZfOfGbu1L59XI6rn5fDdvGt1EOve52ACNSF//Ct/aUVjIZw/RJ/gJ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HAvM8YAAADb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38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7spsMA&#10;AADbAAAADwAAAGRycy9kb3ducmV2LnhtbESPT2sCMRTE7wW/Q3iCN81WbZF1o6ioSD3V1vtj8/YP&#10;3bysm3RNv31TEHocZuY3TLYOphE9da62rOB5koAgzq2uuVTw+XEYL0A4j6yxsUwKfsjBejV4yjDV&#10;9s7v1F98KSKEXYoKKu/bVEqXV2TQTWxLHL3CdgZ9lF0pdYf3CDeNnCbJqzRYc1yosKVdRfnX5dso&#10;mL293I56W+77ZnF051NxCHW4KjUahs0ShKfg/8OP9kkrmM/h70v8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7spsMAAADb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39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II58QA&#10;AADbAAAADwAAAGRycy9kb3ducmV2LnhtbESPQWvCQBSE70L/w/IKvekmxWpN3YhUCgHxYOyhx0f2&#10;NRvMvg3ZbZL++25B8DjMzDfMdjfZVgzU+8axgnSRgCCunG64VvB5+Zi/gvABWWPrmBT8kodd/jDb&#10;YqbdyGcaylCLCGGfoQITQpdJ6StDFv3CdcTR+3a9xRBlX0vd4xjhtpXPSbKSFhuOCwY7ejdUXcsf&#10;q+Brc9qkkzkkx2G9L0LFiNdhpdTT47R/AxFoCvfwrV1oBcsX+P8Sf4D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CCOfEAAAA2w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40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qn/cYA&#10;AADbAAAADwAAAGRycy9kb3ducmV2LnhtbESPQWvCQBSE7wX/w/IK3uomUYKmbkQKFi8eqrb2+Mi+&#10;Jmmzb2N21dhf7wqFHoeZ+YaZL3rTiDN1rrasIB5FIIgLq2suFex3q6cpCOeRNTaWScGVHCzywcMc&#10;M20v/EbnrS9FgLDLUEHlfZtJ6YqKDLqRbYmD92U7gz7IrpS6w0uAm0YmUZRKgzWHhQpbeqmo+Nme&#10;jIJDvPmdteP+Pfn0x/V38nosVh+pUsPHfvkMwlPv/8N/7bVWMEnh/iX8AJ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Iqn/cYAAADbAAAADwAAAAAAAAAAAAAAAACYAgAAZHJz&#10;L2Rvd25yZXYueG1sUEsFBgAAAAAEAAQA9QAAAIs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41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XoAsEA&#10;AADbAAAADwAAAGRycy9kb3ducmV2LnhtbESP0YrCMBRE3xf8h3AF39bURVSqUYrLgrJPdvcDLs21&#10;rTY3Icna+vdmQfBxmJkzzGY3mE7cyIfWsoLZNANBXFndcq3g9+frfQUiRGSNnWVScKcAu+3obYO5&#10;tj2f6FbGWiQIhxwVNDG6XMpQNWQwTK0jTt7ZeoMxSV9L7bFPcNPJjyxbSIMtp4UGHe0bqq7ln1GA&#10;3i0/XSn70+LyjYfLsaC5LZSajIdiDSLSEF/hZ/ugFcyX8P8l/QC5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V6ALBAAAA2wAAAA8AAAAAAAAAAAAAAAAAmAIAAGRycy9kb3du&#10;cmV2LnhtbFBLBQYAAAAABAAEAPUAAACG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42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5gRMIA&#10;AADbAAAADwAAAGRycy9kb3ducmV2LnhtbERPy2rCQBTdC/7DcIXudGJbVKKjWG1AbDa+Fu4umWsS&#10;zNwJmVHTfr2zELo8nPds0ZpK3KlxpWUFw0EEgjizuuRcwfGQ9CcgnEfWWFkmBb/kYDHvdmYYa/vg&#10;Hd33PhchhF2MCgrv61hKlxVk0A1sTRy4i20M+gCbXOoGHyHcVPI9ikbSYMmhocCaVgVl1/3NKEiT&#10;tE5/+HtyXt++Ps6bv9OYt4lSb712OQXhqfX/4pd7oxV8hrHhS/gBc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bmBE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43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KbcUA&#10;AADbAAAADwAAAGRycy9kb3ducmV2LnhtbESPQWvCQBSE74X+h+UVvNWNRaSmrkECUgVbqAp6fM0+&#10;k2D2bdxdY/z33UKhx2FmvmFmWW8a0ZHztWUFo2ECgriwuuZSwX63fH4F4QOyxsYyKbiTh2z++DDD&#10;VNsbf1G3DaWIEPYpKqhCaFMpfVGRQT+0LXH0TtYZDFG6UmqHtwg3jXxJkok0WHNcqLClvKLivL0a&#10;BZ+XyXXTHY7v365ftpdmnX/oaa3U4KlfvIEI1If/8F97pRWMp/D7Jf4A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ucpt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144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CpccAA&#10;AADbAAAADwAAAGRycy9kb3ducmV2LnhtbERP3WrCMBS+F/YO4Qx2p+mEztEZiwzqRASx8wEOzVlT&#10;bE5KE2316c3FwMuP73+Zj7YVV+p941jB+ywBQVw53XCt4PRbTD9B+ICssXVMCm7kIV+9TJaYaTfw&#10;ka5lqEUMYZ+hAhNCl0npK0MW/cx1xJH7c73FEGFfS93jEMNtK+dJ8iEtNhwbDHb0bag6lxergBNZ&#10;HPZVq+Xmflrsfky5Sy+lUm+v4/oLRKAxPMX/7q1WkMb18Uv8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2CpccAAAADbAAAADwAAAAAAAAAAAAAAAACYAgAAZHJzL2Rvd25y&#10;ZXYueG1sUEsFBgAAAAAEAAQA9QAAAIU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145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58fsYA&#10;AADbAAAADwAAAGRycy9kb3ducmV2LnhtbESPT2vCQBTE74LfYXmCN91YtcQ0q7RWoXozCsXbI/vy&#10;h2bfhuxW0376bqHQ4zAzv2HSTW8acaPO1ZYVzKYRCOLc6ppLBZfzfhKDcB5ZY2OZFHyRg816OEgx&#10;0fbOJ7plvhQBwi5BBZX3bSKlyysy6Ka2JQ5eYTuDPsiulLrDe4CbRj5E0aM0WHNYqLClbUX5R/Zp&#10;FGTF9apfeLc4xEu3PR7n36v3/atS41H//ATCU+//w3/tN61gOYPfL+EH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X58fsYAAADb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146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2IY8MA&#10;AADbAAAADwAAAGRycy9kb3ducmV2LnhtbESP3YrCMBSE74V9h3AW9k7TrSjSNRURBS+88O8BDs2x&#10;abc56TZRu29vBMHLYWa+YeaL3jbiRp2vHCv4HiUgiAunKy4VnE+b4QyED8gaG8ek4J88LPKPwRwz&#10;7e58oNsxlCJC2GeowITQZlL6wpBFP3ItcfQurrMYouxKqTu8R7htZJokU2mx4rhgsKWVoeL3eLUK&#10;0vOyXl324139N054bU2/vh6MUl+f/fIHRKA+vMOv9lYrmKTw/BJ/gMw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h2IY8MAAADb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147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cJ1c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sY9OH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FwnVxQAAANsAAAAPAAAAAAAAAAAAAAAAAJgCAABkcnMv&#10;ZG93bnJldi54bWxQSwUGAAAAAAQABAD1AAAAigMAAAAA&#10;" fillcolor="black" stroked="f"/>
            <v:shape id="Freeform 148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lHsUA&#10;AADbAAAADwAAAGRycy9kb3ducmV2LnhtbESPQWvCQBSE74L/YXlCL1I3KVZC6hqkVLC9iNFCj4/s&#10;Mwlm34bsmsR/3y0UPA4z8w2zzkbTiJ46V1tWEC8iEMSF1TWXCs6n3XMCwnlkjY1lUnAnB9lmOllj&#10;qu3AR+pzX4oAYZeigsr7NpXSFRUZdAvbEgfvYjuDPsiulLrDIcBNI1+iaCUN1hwWKmzpvaLimt+M&#10;gi9Z9PPPJcWHsv+5fhySb7M6xko9zcbtGwhPo3+E/9t7reB1CX9fwg+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NWUexQAAANsAAAAPAAAAAAAAAAAAAAAAAJgCAABkcnMv&#10;ZG93bnJldi54bWxQSwUGAAAAAAQABAD1AAAAigMAAAAA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149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EYxMMA&#10;AADbAAAADwAAAGRycy9kb3ducmV2LnhtbESPUWvCQBCE3wv+h2MF3+pFIUVTT5FSQaFQqv6A5W6b&#10;BHN7Ibea6K/vFQp9HGbmG2a1GXyjbtTFOrCB2TQDRWyDq7k0cD7tnhegoiA7bAKTgTtF2KxHTyss&#10;XOj5i25HKVWCcCzQQCXSFlpHW5HHOA0tcfK+Q+dRkuxK7TrsE9w3ep5lL9pjzWmhwpbeKrKX49Ub&#10;mF+tWL88PD7ez5J/nto+yxdbYybjYfsKSmiQ//Bfe+8M5Dn8fkk/QK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lEYxM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150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vDGcUA&#10;AADbAAAADwAAAGRycy9kb3ducmV2LnhtbESPT2sCMRTE7wW/Q3iCt5qtoshqlFKqtLBV/HPp7ZE8&#10;N0s3L8sm6vrtm0LB4zAzv2EWq87V4kptqDwreBlmIIi1NxWXCk7H9fMMRIjIBmvPpOBOAVbL3tMC&#10;c+NvvKfrIZYiQTjkqMDG2ORSBm3JYRj6hjh5Z986jEm2pTQt3hLc1XKUZVPpsOK0YLGhN0v653Bx&#10;CvRmXLx/Ft9WX0a7r7La7gq3Pys16HevcxCRuvgI/7c/jILJFP6+pB8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28MZ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151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zZtcMA&#10;AADbAAAADwAAAGRycy9kb3ducmV2LnhtbESPQWvCQBSE7wX/w/KE3pqNgaYSXUUEQS9CbUSPj+wz&#10;CWbfhuyaxP76bqHQ4zAz3zDL9Wga0VPnassKZlEMgriwuuZSQf61e5uDcB5ZY2OZFDzJwXo1eVli&#10;pu3An9SffCkChF2GCirv20xKV1Rk0EW2JQ7ezXYGfZBdKXWHQ4CbRiZxnEqDNYeFClvaVlTcTw+j&#10;oDXf5/x6OPbx7IKJHrY83FNW6nU6bhYgPI3+P/zX3msF7x/w+yX8AL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zZtcMAAADbAAAADwAAAAAAAAAAAAAAAACYAgAAZHJzL2Rv&#10;d25yZXYueG1sUEsFBgAAAAAEAAQA9QAAAIgDAAAAAA=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152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eYNsEA&#10;AADbAAAADwAAAGRycy9kb3ducmV2LnhtbERPTYvCMBC9C/sfwizsTdOVVbSaiiwongStUL0NzdiW&#10;NpPSRO3urzcHwePjfS9XvWnEnTpXWVbwPYpAEOdWV1woOKWb4QyE88gaG8uk4I8crJKPwRJjbR98&#10;oPvRFyKEsItRQel9G0vp8pIMupFtiQN3tZ1BH2BXSN3hI4SbRo6jaCoNVhwaSmzpt6S8Pt6Mgp/z&#10;fJ1mdPmvs63N5C7d2/3mptTXZ79egPDU+7f45d5pBZMwNnwJP0Am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7XmDbBAAAA2wAAAA8AAAAAAAAAAAAAAAAAmAIAAGRycy9kb3du&#10;cmV2LnhtbFBLBQYAAAAABAAEAPUAAACG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153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feIcUA&#10;AADbAAAADwAAAGRycy9kb3ducmV2LnhtbESP3WrCQBSE7wu+w3KE3tWNlgaNrlJaCpVCwR/w9pg9&#10;JjHZs3F3q/HtXaHg5TAz3zCzRWcacSbnK8sKhoMEBHFudcWFgu3m62UMwgdkjY1lUnAlD4t572mG&#10;mbYXXtF5HQoRIewzVFCG0GZS+rwkg35gW+LoHawzGKJ0hdQOLxFuGjlKklQarDgulNjSR0l5vf4z&#10;Ck6vn/Wv2++O+5/l+JrW+Wkkl6lSz/3ufQoiUBce4f/2t1bwNoH7l/gD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N94hxQAAANsAAAAPAAAAAAAAAAAAAAAAAJgCAABkcnMv&#10;ZG93bnJldi54bWxQSwUGAAAAAAQABAD1AAAAigMAAAAA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154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ldH8EA&#10;AADbAAAADwAAAGRycy9kb3ducmV2LnhtbERPTYvCMBC9C/sfwgjeNFVUtBplFQQvwuruQW9jM7bF&#10;ZlKTqHV//eaw4PHxvufLxlTiQc6XlhX0ewkI4szqknMFP9+b7gSED8gaK8uk4EUelouP1hxTbZ+8&#10;p8ch5CKGsE9RQRFCnUrps4IM+p6tiSN3sc5giNDlUjt8xnBTyUGSjKXBkmNDgTWtC8quh7tRsJpO&#10;VrevIe9+9+cTnY7n62jgEqU67eZzBiJQE97if/dWKxjH9fFL/A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pXR/BAAAA2wAAAA8AAAAAAAAAAAAAAAAAmAIAAGRycy9kb3du&#10;cmV2LnhtbFBLBQYAAAAABAAEAPUAAACGAwAAAAA=&#10;" fillcolor="black" stroked="f"/>
            <v:shape id="Freeform 155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VWs8QA&#10;AADbAAAADwAAAGRycy9kb3ducmV2LnhtbESP0WoCMRRE3wv+Q7hCX0rN6oPY1ShFFFpcWKr9gOvm&#10;urs0uVmSqNu/N4Lg4zAzZ5jFqrdGXMiH1rGC8SgDQVw53XKt4PewfZ+BCBFZo3FMCv4pwGo5eFlg&#10;rt2Vf+iyj7VIEA45Kmhi7HIpQ9WQxTByHXHyTs5bjEn6WmqP1wS3Rk6ybCottpwWGuxo3VD1tz9b&#10;BZvJ0ZdH3JkqO9Sm+C6Lt4+yUOp12H/OQUTq4zP8aH9pBdMx3L+k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FVrPEAAAA2wAAAA8AAAAAAAAAAAAAAAAAmAIAAGRycy9k&#10;b3ducmV2LnhtbFBLBQYAAAAABAAEAPUAAACJ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156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Osr8UA&#10;AADbAAAADwAAAGRycy9kb3ducmV2LnhtbESPQWvCQBSE74L/YXlCb3VTC8FG1xCFQEForXrw+Jp9&#10;zYZm36bZrcZ/7xYKHoeZ+YZZ5oNtxZl63zhW8DRNQBBXTjdcKzgeysc5CB+QNbaOScGVPOSr8WiJ&#10;mXYX/qDzPtQiQthnqMCE0GVS+sqQRT91HXH0vlxvMUTZ11L3eIlw28pZkqTSYsNxwWBHG0PV9/7X&#10;KrAST591WlZvxfP2ffvSrHc/pVHqYTIUCxCBhnAP/7dftYJ0Bn9f4g+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o6yvxQAAANsAAAAPAAAAAAAAAAAAAAAAAJgCAABkcnMv&#10;ZG93bnJldi54bWxQSwUGAAAAAAQABAD1AAAAigMAAAAA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7334B0" w:rsidRDefault="007334B0" w:rsidP="007334B0"/>
    <w:p w:rsidR="007334B0" w:rsidRDefault="007334B0" w:rsidP="007334B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7334B0" w:rsidRDefault="007334B0" w:rsidP="007334B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7334B0" w:rsidRDefault="007334B0" w:rsidP="007334B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7334B0" w:rsidRDefault="007334B0" w:rsidP="007334B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7334B0" w:rsidRDefault="007334B0" w:rsidP="007334B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334B0" w:rsidRDefault="007334B0" w:rsidP="007334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ПРОЕКТ 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7334B0" w:rsidRDefault="007334B0" w:rsidP="007334B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334B0" w:rsidRDefault="007334B0" w:rsidP="007334B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XХХ сесії сільської ради  VІІ  скликання</w:t>
      </w:r>
    </w:p>
    <w:p w:rsidR="007334B0" w:rsidRPr="00ED3E58" w:rsidRDefault="007334B0" w:rsidP="007334B0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  <w:lang w:val="ru-RU"/>
        </w:rPr>
      </w:pPr>
      <w:r w:rsidRPr="00CB2618">
        <w:rPr>
          <w:rFonts w:ascii="Times New Roman" w:hAnsi="Times New Roman" w:cs="Times New Roman"/>
          <w:sz w:val="24"/>
          <w:szCs w:val="24"/>
          <w:lang w:val="ru-RU"/>
        </w:rPr>
        <w:t>16</w:t>
      </w:r>
      <w:r>
        <w:rPr>
          <w:rFonts w:ascii="Times New Roman" w:hAnsi="Times New Roman" w:cs="Times New Roman"/>
          <w:sz w:val="24"/>
          <w:szCs w:val="24"/>
        </w:rPr>
        <w:t>.1</w:t>
      </w:r>
      <w:r w:rsidRPr="00CB2618">
        <w:rPr>
          <w:rFonts w:ascii="Times New Roman" w:hAnsi="Times New Roman" w:cs="Times New Roman"/>
          <w:sz w:val="24"/>
          <w:szCs w:val="24"/>
          <w:lang w:val="ru-RU"/>
        </w:rPr>
        <w:t>2</w:t>
      </w:r>
      <w:r>
        <w:rPr>
          <w:rFonts w:ascii="Times New Roman" w:hAnsi="Times New Roman" w:cs="Times New Roman"/>
          <w:sz w:val="24"/>
          <w:szCs w:val="24"/>
        </w:rPr>
        <w:t>.2019 року                                                Крупець                                                   №7</w:t>
      </w:r>
    </w:p>
    <w:p w:rsidR="007334B0" w:rsidRDefault="007334B0" w:rsidP="007334B0">
      <w:pPr>
        <w:rPr>
          <w:rFonts w:ascii="Times New Roman" w:hAnsi="Times New Roman" w:cs="Times New Roman"/>
          <w:sz w:val="24"/>
          <w:szCs w:val="24"/>
        </w:rPr>
      </w:pPr>
    </w:p>
    <w:p w:rsidR="007334B0" w:rsidRDefault="007334B0" w:rsidP="007334B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проектно-кошторисної документації на</w:t>
      </w:r>
    </w:p>
    <w:p w:rsidR="007334B0" w:rsidRDefault="007334B0" w:rsidP="007334B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«Капітальний ремонт (внутрішнє опорядження актової зали)</w:t>
      </w:r>
    </w:p>
    <w:p w:rsidR="007334B0" w:rsidRDefault="007334B0" w:rsidP="007334B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будівлі сільського будинку культури по вул. Б.Хмельницького, 98</w:t>
      </w:r>
    </w:p>
    <w:p w:rsidR="007334B0" w:rsidRDefault="007334B0" w:rsidP="007334B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 с. Крупець Славутського району Хмельницької області»</w:t>
      </w:r>
    </w:p>
    <w:p w:rsidR="007334B0" w:rsidRDefault="007334B0" w:rsidP="007334B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34B0" w:rsidRDefault="007334B0" w:rsidP="007334B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Відповідно до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вимог Закону України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«Про державне прогнозування та розроблення програм економічного і соціального розвитку України»,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статті 31 Закону України "Про регулювання містобудівної діяльності", Порядку затвердження проектів будівництва і проведення їх експертизи, затвердженого постановою КМУ від 11 травня 2011 року №560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 інших програмних та нормативно-правових документів щодо регулювання та розвитку ОТГ, керуючись статтею 25 Закону України «Про місцеве самоврядування в Україні» та з метою виконання Програми соціально-економічного розвитку Крупецької сільської ради на 2018-2020 рік, сільська рада </w:t>
      </w:r>
    </w:p>
    <w:p w:rsidR="007334B0" w:rsidRDefault="007334B0" w:rsidP="007334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ВИРІШИЛА:</w:t>
      </w:r>
    </w:p>
    <w:p w:rsidR="007334B0" w:rsidRDefault="007334B0" w:rsidP="007334B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1.Затвердити проектно-кошторисну документацію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>«Капітальний</w:t>
      </w:r>
      <w:proofErr w:type="spellEnd"/>
      <w:r w:rsidRPr="008F45A2">
        <w:rPr>
          <w:rFonts w:ascii="Times New Roman" w:hAnsi="Times New Roman" w:cs="Times New Roman"/>
          <w:sz w:val="24"/>
          <w:szCs w:val="24"/>
        </w:rPr>
        <w:t xml:space="preserve"> ремонт </w:t>
      </w:r>
      <w:r>
        <w:rPr>
          <w:rFonts w:ascii="Times New Roman" w:hAnsi="Times New Roman" w:cs="Times New Roman"/>
          <w:sz w:val="24"/>
          <w:szCs w:val="24"/>
        </w:rPr>
        <w:t>(внутрішнє опорядження актової зали) будівлі сільського будинку культури по вул.. Б.Хмельницького, 98 в с. Крупець Славутського району Хмельницької області» загальною кошторисною вартістю 1380,319 тис. грн.(один мільйон триста вісімдесят тисяч триста дев’ятнадцять гривень 00 коп.).</w:t>
      </w:r>
    </w:p>
    <w:p w:rsidR="007334B0" w:rsidRDefault="007334B0" w:rsidP="007334B0">
      <w:pPr>
        <w:pStyle w:val="92"/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2.</w:t>
      </w:r>
      <w:r w:rsidRPr="00B235E4">
        <w:rPr>
          <w:rFonts w:ascii="Times New Roman" w:hAnsi="Times New Roman" w:cs="Times New Roman"/>
          <w:color w:val="000000"/>
          <w:sz w:val="24"/>
          <w:szCs w:val="24"/>
          <w:lang w:val="uk-UA"/>
        </w:rPr>
        <w:t>Контроль за виконанням даного рішення покласти на постійну комісію з питань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комунальної власності,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житлово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B235E4">
        <w:rPr>
          <w:rFonts w:ascii="Times New Roman" w:hAnsi="Times New Roman" w:cs="Times New Roman"/>
          <w:color w:val="000000"/>
          <w:sz w:val="24"/>
          <w:szCs w:val="24"/>
          <w:lang w:val="uk-UA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B235E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комунального господарства, енергозбереження та транспорту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та інфраструктури (</w:t>
      </w:r>
      <w:r w:rsidRPr="00B235E4">
        <w:rPr>
          <w:rFonts w:ascii="Times New Roman" w:hAnsi="Times New Roman" w:cs="Times New Roman"/>
          <w:color w:val="000000"/>
          <w:sz w:val="24"/>
          <w:szCs w:val="24"/>
          <w:lang w:val="uk-UA"/>
        </w:rPr>
        <w:t>голова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комісії –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Немец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В.М.).</w:t>
      </w:r>
    </w:p>
    <w:p w:rsidR="007334B0" w:rsidRPr="007334B0" w:rsidRDefault="007334B0" w:rsidP="007334B0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2861DC" w:rsidRPr="007334B0" w:rsidRDefault="007334B0" w:rsidP="007334B0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sectPr w:rsidR="002861DC" w:rsidRPr="007334B0" w:rsidSect="007334B0">
      <w:pgSz w:w="12240" w:h="15840"/>
      <w:pgMar w:top="1440" w:right="1440" w:bottom="1135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7334B0"/>
    <w:rsid w:val="00171A2E"/>
    <w:rsid w:val="002861DC"/>
    <w:rsid w:val="00304C90"/>
    <w:rsid w:val="00505B6D"/>
    <w:rsid w:val="006D3977"/>
    <w:rsid w:val="007334B0"/>
    <w:rsid w:val="007D6C18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4B0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paragraph" w:customStyle="1" w:styleId="92">
    <w:name w:val="Абзац списка9"/>
    <w:basedOn w:val="a"/>
    <w:uiPriority w:val="99"/>
    <w:rsid w:val="007334B0"/>
    <w:pPr>
      <w:ind w:left="720"/>
    </w:pPr>
    <w:rPr>
      <w:rFonts w:ascii="Calibri" w:eastAsia="Times New Roman" w:hAnsi="Calibri" w:cs="Calibri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271</Words>
  <Characters>1551</Characters>
  <Application>Microsoft Office Word</Application>
  <DocSecurity>0</DocSecurity>
  <Lines>12</Lines>
  <Paragraphs>3</Paragraphs>
  <ScaleCrop>false</ScaleCrop>
  <Company>Microsoft</Company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2019-12-17T13:32:00Z</dcterms:created>
  <dcterms:modified xsi:type="dcterms:W3CDTF">2019-12-17T13:32:00Z</dcterms:modified>
</cp:coreProperties>
</file>