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509" w:rsidRDefault="00384509" w:rsidP="0038450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4509" w:rsidRDefault="00384509" w:rsidP="003845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84509" w:rsidRDefault="00384509" w:rsidP="003845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84509" w:rsidRDefault="00384509" w:rsidP="003845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4509" w:rsidRDefault="00384509" w:rsidP="003845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4509" w:rsidRDefault="00384509" w:rsidP="003845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4509" w:rsidRDefault="00384509" w:rsidP="003845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4509" w:rsidRDefault="00384509" w:rsidP="003845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84509" w:rsidRDefault="00384509" w:rsidP="0038450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84509" w:rsidRDefault="00384509" w:rsidP="003845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84509" w:rsidRDefault="00384509" w:rsidP="003845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84509" w:rsidRDefault="00384509" w:rsidP="003845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4509" w:rsidRDefault="00384509" w:rsidP="003845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84509" w:rsidRDefault="00384509" w:rsidP="003845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4509" w:rsidRDefault="00384509" w:rsidP="003845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84509" w:rsidRDefault="00384509" w:rsidP="0038450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84509" w:rsidRPr="00DA220F" w:rsidRDefault="00384509" w:rsidP="0038450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      №6</w:t>
      </w:r>
    </w:p>
    <w:p w:rsidR="00384509" w:rsidRDefault="00384509" w:rsidP="0038450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 Закону України «Про місцеве самоврядування в Україні» в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відповідно до рішення постійної комісії з питань фінансів, бюджету, планування, соціально - економічного розвитку, інвестицій та міжнародного співробітництва, рішення сесії сільської ради № 4 від 23.12.2020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рік», та рішення сесії сільської ради № 9 від 27.11.2020 року «Про затвердження  Програми  надання одноразової матеріальної допомоги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– 2023 роки »,  сільська рада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1.1.Букіній Тамарі Олексіївні в розмірі 2000.00 ( дві тисячі) грн;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1.2.Фролову Івану Олександровичу в розмірі 2000.00 ( дві тисячі) грн на лікування Фролової Катерини Федорівни;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1.3.Скринік Ользі Володимирівні в розмірі 500.00 (п’ятсот) грн;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Чичмар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Людмилі Йосипівні в розмірі 500.00 (п’ятсот) грн;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1.5 Коваль Марії Євгеніївні в розмірі 500.00 (п’ятсот) грн;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1.6 Коваль Марії Євгеніївні в розмірі 500.00 (п’ятсот) грн на лікування Бондаренко Віктора Яковича;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1.7 Ковальчук Надії Миколаївні в розмірі 1000.00 ( одна тисяча ) грн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Базан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Лідії Калениківни;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1.8 </w:t>
      </w:r>
      <w:proofErr w:type="spellStart"/>
      <w:r>
        <w:rPr>
          <w:rFonts w:ascii="Times New Roman" w:hAnsi="Times New Roman" w:cs="Times New Roman"/>
          <w:sz w:val="24"/>
          <w:szCs w:val="24"/>
        </w:rPr>
        <w:t>Уштик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Іванні Вікторівні в розмірі 1000.00 ( одна тисяча ) грн;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1.9 </w:t>
      </w:r>
      <w:proofErr w:type="spellStart"/>
      <w:r>
        <w:rPr>
          <w:rFonts w:ascii="Times New Roman" w:hAnsi="Times New Roman" w:cs="Times New Roman"/>
          <w:sz w:val="24"/>
          <w:szCs w:val="24"/>
        </w:rPr>
        <w:t>Уштик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Іванні Вікторівні  в розмірі 1000.00 ( одна тисяча ) грн на лікування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Уштик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Андрія Максимовича;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1.10.Войчук Тетяні Броніславівні в розмірі 2000.00 ( дві тисячі) грн на лікування Борецької Ольги Максимівни;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1.11 Шевчук Олександру Сергійовичу в розмірі 1000.00 ( одна тисяча ) грн на лікування Шевчука Сергія Григоровича;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1.12 Поліщук Олені Михайлівні в розмірі 500.00 ( п’ятсот) грн;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Ганні Дмитрівні в розмірі 1000.00 ( одна тисяча ) грн;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1.14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Гарбарук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Юрію Анатолійовичу в розмірі 2000.00 ( дві тисячі) грн;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1.15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Микульському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Борису Григоровичу в розмірі 2000.00 ( дві тисячі) грн;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1.16 Козелець Ніні Іванівні в розмірі 1000.00 ( одна тисяча) грн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Адамчука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Олександра Івановича;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1.17 Поліщук Галині Йосипівні  в розмірі  1000.00 ( одна тисяча ) грн;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1.18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Філонюк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Тамарі Миколаївні в розмірі  1000.00 ( одна тисяча ) грн;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1.19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Клімчуку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Михайлу Васильовичу в розмірі 500.00 ( п’ятсот) грн на лікування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Клімчук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Арисонівни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1.20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Клімчуку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Михайлу Васильовичу в розмірі 500.00 ( п’ятсот) грн.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2.Відмовити Пінчук Олені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Анатоліїївні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наданні матеріальної допомоги на лікування Пінчука Анатолія Омеляновича, так як Пінчук Анатолій Омелянович помер 23.08.2021 року , Актовий запис №56 від 26.08.2021 року.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3.Відділу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 громадянам .</w:t>
      </w:r>
    </w:p>
    <w:p w:rsidR="00384509" w:rsidRDefault="00384509" w:rsidP="00384509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509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4509" w:rsidRPr="00891323" w:rsidRDefault="00384509" w:rsidP="0038450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0114A3" w:rsidRDefault="000114A3">
      <w:bookmarkStart w:id="0" w:name="_GoBack"/>
      <w:bookmarkEnd w:id="0"/>
    </w:p>
    <w:sectPr w:rsidR="000114A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509"/>
    <w:rsid w:val="000114A3"/>
    <w:rsid w:val="0038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0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8450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8450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8450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0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8450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8450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8450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517</Words>
  <Characters>2948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2021-09-10T06:27:00Z</dcterms:created>
  <dcterms:modified xsi:type="dcterms:W3CDTF">2021-09-10T06:27:00Z</dcterms:modified>
</cp:coreProperties>
</file>