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07" w:rsidRDefault="00F75E07" w:rsidP="00F75E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E07" w:rsidRDefault="00F75E07" w:rsidP="00F75E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5E07" w:rsidRDefault="00F75E07" w:rsidP="00F75E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75E07" w:rsidRDefault="00F75E07" w:rsidP="00F75E0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75E07" w:rsidRDefault="00F75E07" w:rsidP="00F75E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5E07" w:rsidRDefault="00F75E07" w:rsidP="00F75E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FC619D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№100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75E07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внесення змін до рішення ХІІ  сесії сільської 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скликання №46 від 30.06.2021 року 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землеустрою  щодо  відведення земельної  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 зі зміною цільового призначення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Гладун М.Р.»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75E07" w:rsidRPr="00EB4539" w:rsidRDefault="00F75E07" w:rsidP="00F75E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20, 186 Земельного кодексу України, Закону України «Про землеустрій»,   розглянувши   заяву   Гладун М.Р.  сільська рада </w:t>
      </w:r>
    </w:p>
    <w:p w:rsidR="00F75E07" w:rsidRPr="00EB4539" w:rsidRDefault="00F75E07" w:rsidP="00F75E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зміни до рішення ХІІ  сесії сільської ради </w:t>
      </w:r>
      <w:r w:rsidRPr="00EB45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скликання №46 від 30.06.2021 року 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 щодо  відведення земельної  ділянки  зі зміною цільового призначення Гладун М.Р.» слова та цифри «кадастровий номер 6823986800:05:011:0212» замінити на слова та цифри «кадастровий номер 6823986800:05:011:0002».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Даний дозвіл дійсний на протязі року з дня прийняття даного рішення.</w:t>
      </w: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  3.</w:t>
      </w:r>
      <w:r w:rsidRPr="00EB4539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F75E07" w:rsidRPr="00EB4539" w:rsidRDefault="00F75E07" w:rsidP="00F75E07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5E07" w:rsidRPr="00EB4539" w:rsidRDefault="00F75E07" w:rsidP="00F75E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5E07" w:rsidRPr="00EB4539" w:rsidRDefault="00F75E07" w:rsidP="00F75E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75E07" w:rsidRPr="00EB4539" w:rsidRDefault="00F75E07" w:rsidP="00F75E07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A64E4" w:rsidRPr="00F75E07" w:rsidRDefault="00F75E07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5A64E4" w:rsidRPr="00F75E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07"/>
    <w:rsid w:val="005A64E4"/>
    <w:rsid w:val="00F7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0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5E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5E0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5E0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0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5E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5E0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5E0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2021-07-26T12:57:00Z</dcterms:created>
  <dcterms:modified xsi:type="dcterms:W3CDTF">2021-07-26T12:57:00Z</dcterms:modified>
</cp:coreProperties>
</file>