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605" w:rsidRPr="00E9508A" w:rsidRDefault="00D56605" w:rsidP="00D56605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0E8FE6" wp14:editId="15B34D9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4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6605" w:rsidRDefault="00D56605" w:rsidP="00D5660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BKr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Gvj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L7lSHJ3pBRniCrxuX9MySytlyZWyyB/PJdfJ3EzS&#10;/rrkOnFNL27YjnwoaYOlO7tgNq7JtTLRkhLm7JpcLZi0NEgILnu3c+Q3EHkWmlmcpBnXFKrBwVlU&#10;tmty5QxzI30KXJNrB76mTlyErskVNAzy1bspNNQuOOBLcy9u84MTzdyV9/lulI/azuU66rENSGov&#10;L/U9vBjyOHMdgVLUkSt0hD2tuLTAH/cxepgubqLT6fLrPXud8NPhgjzIjXcWfj49kruPXFBwbx29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SJJ5Fmo1ztwfulQb8+5vSgZ82khv1p9rxA3wYEpecX3VfcKjPL4y74wr8AI2Spp&#10;RG6epIqZjEpgVDr8pXKlPNAolLzCFNKI9lX1dkI91rcU9QoFVIA0W0clVnaRszKN3Ul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NK9sEqsdwAAQF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WKs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kE8Go7g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8WK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MU8kA&#10;AADdAAAADwAAAGRycy9kb3ducmV2LnhtbESPQUsDMRSE74L/ITzBS7HZal3r2rRIYWv1ILQKvT42&#10;z83azcuSxHbbX2+EgsdhZr5hpvPetmJPPjSOFYyGGQjiyumGawWfH+XNBESIyBpbx6TgSAHms8uL&#10;KRbaHXhN+02sRYJwKFCBibErpAyVIYth6Dri5H05bzEm6WupPR4S3LbyNstyabHhtGCwo4Wharf5&#10;sQq+y3ezXTycln7wuKbToHx7aV9zpa6v+ucnEJH6+B8+t1dawd39OIe/N+k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ntMU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+Lt8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Ba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+Lt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KZc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dc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Lym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6Xs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BaDi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y6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QvsMA&#10;AADdAAAADwAAAGRycy9kb3ducmV2LnhtbERPTUsDMRC9C/6HMEJvNmvr1rI2LVIriNCDVSjehs10&#10;d3EzCcm0u/57cxA8Pt73ajO6Xl0ops6zgbtpAYq49rbjxsDnx8vtElQSZIu9ZzLwQwk26+urFVbW&#10;D/xOl4M0KodwqtBAKxIqrVPdksM09YE4cycfHUqGsdE24pDDXa9nRbHQDjvODS0G2rZUfx/OzsB+&#10;2IW3h0V5Cl/xfqbTs5XjVoyZ3IxPj6CERvkX/7lfrYF5Web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RQ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VW8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2CW51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hV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Rac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3gtSh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kW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ut8YA&#10;AADdAAAADwAAAGRycy9kb3ducmV2LnhtbESPX0vDMBTF3wW/Q7iCL7KlrnRIXTqcEBQUxubA10tz&#10;+webm5Jka/32RhB8PJxzfoez2c52EBfyoXes4H6ZgSCunem5VXD60IsHECEiGxwck4JvCrCtrq82&#10;WBo38YEux9iKBOFQooIuxrGUMtQdWQxLNxInr3HeYkzSt9J4nBLcDnKVZWtpsee00OFIzx3VX8ez&#10;VbDbT23u7+rd7N6al89Ca6PftVK3N/PTI4hIc/wP/7VfjYK8KHL4fZOegK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Zut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eshsQA&#10;AADdAAAADwAAAGRycy9kb3ducmV2LnhtbESPUWvCMBSF3wf+h3AF32aqs0OqUcRRkLGXOX/Apbk2&#10;1eamJLHWf28Ggz0ezjnf4ay3g21FTz40jhXMphkI4srphmsFp5/ydQkiRGSNrWNS8KAA283oZY2F&#10;dnf+pv4Ya5EgHApUYGLsCilDZchimLqOOHln5y3GJH0ttcd7gttWzrPsXVpsOC0Y7GhvqLoeb1ZB&#10;+Tn/6q837Uu3GxaWcnNZfhilJuNhtwIRaYj/4b/2QSt4y/M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nrI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TO8IA&#10;AADdAAAADwAAAGRycy9kb3ducmV2LnhtbESP0YrCMBRE3xf2H8Jd8G2bqhuRrlFEUPTR6gdcmrtt&#10;sbmpTbT1742w4OMwM2eYxWqwjbhT52vHGsZJCoK4cKbmUsP5tP2eg/AB2WDjmDQ8yMNq+fmxwMy4&#10;no90z0MpIoR9hhqqENpMSl9UZNEnriWO3p/rLIYou1KaDvsIt42cpOlMWqw5LlTY0qai4pLfrIaf&#10;R7+75uqSbo2l8WHaHjgUSuvR17D+BRFoCO/wf3tvNEyVUvB6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hM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UUMQA&#10;AADdAAAADwAAAGRycy9kb3ducmV2LnhtbESPT4vCMBTE78J+h/AW9mbTdbFoNYqsKOJJ65/zo3m2&#10;xealNFHrtzcLCx6HmfkNM513phZ3al1lWcF3FIMgzq2uuFBwPKz6IxDOI2usLZOCJzmYzz56U0y1&#10;ffCe7pkvRICwS1FB6X2TSunykgy6yDbEwbvY1qAPsi2kbvER4KaWgzhOpMGKw0KJDf2WlF+zm1Fw&#10;S86DI1+2epctn+vxcrVw8lQo9fXZLSYgPHX+Hf5vb7SCn+Ewgb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lF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FOzMgA&#10;AADdAAAADwAAAGRycy9kb3ducmV2LnhtbESPzW7CMBCE70i8g7WVegOnBQINGNQiIbUcQPz00Ns2&#10;XpLQeB1iF9K3x5WQOI5m5hvNZNaYUpypdoVlBU/dCARxanXBmYL9btEZgXAeWWNpmRT8kYPZtN2a&#10;YKLthTd03vpMBAi7BBXk3leJlC7NyaDr2oo4eAdbG/RB1pnUNV4C3JTyOYpiabDgsJBjRfOc0p/t&#10;r1HwuR7FL+u3j/5xufrGntGnL13ESj0+NK9jEJ4afw/f2u9aQW8wGML/m/AE5P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wU7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YTcMA&#10;AADdAAAADwAAAGRycy9kb3ducmV2LnhtbERPy2rCQBTdC/2H4Qrd6UStQWIm0gfG0pW1BbeXzG0S&#10;mrkTMqNJ+vXOouDycN7pbjCNuFLnassKFvMIBHFhdc2lgu+v/WwDwnlkjY1lUjCSg132MEkx0bbn&#10;T7qefClCCLsEFVTet4mUrqjIoJvbljhwP7Yz6APsSqk77EO4aeQyimJpsObQUGFLrxUVv6eLUfAX&#10;n/HoDsuXt5X2ND5tcvtxzJV6nA7PWxCeBn8X/7vftYLVeh3mhjfhCc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YYT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ubsUA&#10;AADdAAAADwAAAGRycy9kb3ducmV2LnhtbESP0WrCQBRE3wX/YblC38xGa6RGVynFQt+q0Q+4ZG83&#10;wezdmN1q9Ou7BcHHYWbOMKtNbxtxoc7XjhVMkhQEcel0zUbB8fA5fgPhA7LGxjEpuJGHzXo4WGGu&#10;3ZX3dCmCERHCPkcFVQhtLqUvK7LoE9cSR+/HdRZDlJ2RusNrhNtGTtN0Li3WHBcqbOmjovJU/FoF&#10;ZzfNdF9s8fu0XexqY2bn+36m1Muof1+CCNSHZ/jR/tIKXrNsAf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su5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HJsIA&#10;AADdAAAADwAAAGRycy9kb3ducmV2LnhtbERPPW/CMBDdK/U/WIfUDRyKSCHgoLZSpaxAB8bDPpJA&#10;fE5jN0n76+sBqePT+97uRtuInjpfO1YwnyUgiLUzNZcKPo8f0xUIH5ANNo5JwQ952OWPD1vMjBt4&#10;T/0hlCKGsM9QQRVCm0npdUUW/cy1xJG7uM5iiLArpelwiOG2kc9JkkqLNceGClt6r0jfDt9WQVGf&#10;aZnqy9qu3vT+9PsVFi9Xo9TTZHzdgAg0hn/x3V0YBYtlGvfH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Qc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RScMA&#10;AADdAAAADwAAAGRycy9kb3ducmV2LnhtbERPW2vCMBR+H/gfwhH2NtM6JlqNZQ4GG3OCF/T10Byb&#10;YnNSmqzWf78MhD1+d75F3ttadNT6yrGCdJSAIC6crrhUcNi/P01B+ICssXZMCm7kIV8OHhaYaXfl&#10;LXW7UIpYwj5DBSaEJpPSF4Ys+pFriKN2dq3FEGFbSt3iNZbbWo6TZCItVhwXDDb0Zqi47H6sgg43&#10;t+RkVt+zz2pdjDer45eOvHoc9q9zEIH68G++pz+0gueXSQ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RS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xXs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9m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cV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YsYA&#10;AADdAAAADwAAAGRycy9kb3ducmV2LnhtbESPW2sCMRSE3wv+h3AKvtVslapsjeIVSlGKl74fN8fd&#10;1eRk2UTd/ntTKPRxmJlvmNGksUbcqPalYwWvnQQEceZ0ybmCw371MgThA7JG45gU/JCHybj1NMJU&#10;uztv6bYLuYgQ9ikqKEKoUil9VpBF33EVcfROrrYYoqxzqWu8R7g1spskfWmx5LhQYEXzgrLL7moV&#10;rL4W5tzdbKffMsyXg6MZfs4Wa6Xaz830HUSgJvyH/9ofWkHvrd+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6SY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Hr8YA&#10;AADdAAAADwAAAGRycy9kb3ducmV2LnhtbESPW4vCMBSE3xf8D+EIviyaekWqUUQQXVjBG/h6bI5t&#10;sTkpTbZ2//1mQfBxmJlvmPmyMYWoqXK5ZQX9XgSCOLE651TB5bzpTkE4j6yxsEwKfsnBctH6mGOs&#10;7ZOPVJ98KgKEXYwKMu/LWEqXZGTQ9WxJHLy7rQz6IKtU6gqfAW4KOYiiiTSYc1jIsKR1Rsnj9GMU&#10;1IfvW7qrXfn1mH668fC23e71ValOu1nNQHhq/Dv8au+0guF4Mo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Hr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0e/c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huk4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7R79yAAAAN0AAAAPAAAAAAAAAAAAAAAAAJgCAABk&#10;cnMvZG93bnJldi54bWxQSwUGAAAAAAQABAD1AAAAjQMAAAAA&#10;" fillcolor="black" stroked="f"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DhM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3Gawv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Q4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Yqs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ZPp7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/Y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pas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ZfXaZ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pa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DtcYA&#10;AADdAAAADwAAAGRycy9kb3ducmV2LnhtbESPQWsCMRSE70L/Q3iF3jSrRamrUdqKsJceulW8PjfP&#10;zWLysmxSXfvrm0LB4zAz3zDLde+suFAXGs8KxqMMBHHldcO1gt3XdvgCIkRkjdYzKbhRgPXqYbDE&#10;XPsrf9KljLVIEA45KjAxtrmUoTLkMIx8S5y8k+8cxiS7WuoOrwnurJxk2Uw6bDgtGGzp3VB1Lr+d&#10;gk3Z2smuMG/hsP84Hm3xs6XDRqmnx/51ASJSH+/h/3ahFTxPZ3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RD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AzRMIA&#10;AADdAAAADwAAAGRycy9kb3ducmV2LnhtbERPz2vCMBS+D/wfwhO8zcSNVanGMsYKwk7r9LDbI3m2&#10;1ealNJmt//1yGOz48f3eFZPrxI2G0HrWsFoqEMTG25ZrDcev8nEDIkRki51n0nCnAMV+9rDD3PqR&#10;P+lWxVqkEA45amhi7HMpg2nIYVj6njhxZz84jAkOtbQDjincdfJJqUw6bDk1NNjTW0PmWv04DZdS&#10;fnij0JyOp/Fg19/vGXVK68V8et2CiDTFf/Gf+2A1PL+s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DN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8cYA&#10;AADdAAAADwAAAGRycy9kb3ducmV2LnhtbESPQWvCQBSE70L/w/IKvdWNiq2krmIFoSg9NIp4fGaf&#10;SUj2bdhdNf57Vyh4HGbmG2Y670wjLuR8ZVnBoJ+AIM6trrhQsNuu3icgfEDW2FgmBTfyMJ+99KaY&#10;anvlP7pkoRARwj5FBWUIbSqlz0sy6Pu2JY7eyTqDIUpXSO3wGuGmkcMk+ZAGK44LJba0LCmvs7NR&#10;cDhv+PQ7Wi/cd9jbbuvr4XFSK/X22i2+QATqwjP83/7RCkbjzwE83s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U0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0QVM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58Fr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3RBUyAAAAN0AAAAPAAAAAAAAAAAAAAAAAJgCAABk&#10;cnMvZG93bnJldi54bWxQSwUGAAAAAAQABAD1AAAAjQMAAAAA&#10;" fillcolor="black" stroked="f"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PzsYA&#10;AADdAAAADwAAAGRycy9kb3ducmV2LnhtbESPzWrDMBCE74W8g9hCbo3cmP7gRAkmUFJ6ctKWXDfW&#10;1jK1VkZSFfftq0Khx2FmvmHW28kOIpEPvWMFt4sCBHHrdM+dgrfXp5tHECEiaxwck4JvCrDdzK7W&#10;WGl34QOlY+xEhnCoUIGJcaykDK0hi2HhRuLsfThvMWbpO6k9XjLcDnJZFPfSYs95weBIO0Pt5/HL&#10;KkjnXVOX6ZTM4cXXnXfN/v3cKDW/nuoViEhT/A//tZ+1gvLuoY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1Pzs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3SMcA&#10;AADdAAAADwAAAGRycy9kb3ducmV2LnhtbESPQUvDQBSE7wX/w/IEb3aTqm2N3ZRSrFgvtlHQ4yP7&#10;zAazb0N2TWN/vVsQehxm5htmsRxsI3rqfO1YQTpOQBCXTtdcKXh/21zPQfiArLFxTAp+ycMyvxgt&#10;MNPuwHvqi1CJCGGfoQITQptJ6UtDFv3YtcTR+3KdxRBlV0nd4SHCbSMnSTKVFmuOCwZbWhsqv4sf&#10;q8Cn68ePF3u87z+fDL8WWzPdVUapq8th9QAi0BDO4f/2s1Zwcze7hdOb+AR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DN0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56605" w:rsidRDefault="00D56605" w:rsidP="00D5660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56605" w:rsidRDefault="00D56605" w:rsidP="00D5660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6605" w:rsidRDefault="00D56605" w:rsidP="00D5660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56605" w:rsidRDefault="00D56605" w:rsidP="00D566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56605" w:rsidRPr="00B613B3" w:rsidRDefault="00D56605" w:rsidP="00D5660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№73</w:t>
      </w:r>
    </w:p>
    <w:p w:rsidR="00D56605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56605" w:rsidRPr="00A71AA4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D56605" w:rsidRPr="00A71AA4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D56605" w:rsidRPr="00A71AA4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D56605" w:rsidRPr="00A71AA4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D56605" w:rsidRPr="00A71AA4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сільській</w:t>
      </w:r>
      <w:proofErr w:type="spellEnd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раді</w:t>
      </w:r>
      <w:proofErr w:type="spellEnd"/>
    </w:p>
    <w:p w:rsidR="00D56605" w:rsidRPr="00A71AA4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56605" w:rsidRPr="00A71AA4" w:rsidRDefault="00D56605" w:rsidP="00D566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врахувавши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пропозицію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D56605" w:rsidRPr="00A71AA4" w:rsidRDefault="00D56605" w:rsidP="00D566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56605" w:rsidRPr="00A71AA4" w:rsidRDefault="00D56605" w:rsidP="00D566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0,1200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6823984000:03:012:0194,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призначення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рада за межами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населеного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пункту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proofErr w:type="gramEnd"/>
    </w:p>
    <w:p w:rsidR="00D56605" w:rsidRPr="00A71AA4" w:rsidRDefault="00D56605" w:rsidP="00D566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D56605" w:rsidRDefault="00D56605" w:rsidP="00D566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bookmarkStart w:id="0" w:name="_GoBack"/>
      <w:bookmarkEnd w:id="0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56605" w:rsidRPr="00D56605" w:rsidRDefault="00D56605" w:rsidP="00D5660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DA3353" w:rsidRPr="00D56605" w:rsidRDefault="00D56605" w:rsidP="00D5660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DA3353" w:rsidRPr="00D56605" w:rsidSect="00D56605">
      <w:pgSz w:w="12240" w:h="15840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5E2" w:rsidRDefault="001815E2">
      <w:pPr>
        <w:spacing w:after="0" w:line="240" w:lineRule="auto"/>
      </w:pPr>
      <w:r>
        <w:separator/>
      </w:r>
    </w:p>
  </w:endnote>
  <w:endnote w:type="continuationSeparator" w:id="0">
    <w:p w:rsidR="001815E2" w:rsidRDefault="00181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5E2" w:rsidRDefault="001815E2">
      <w:pPr>
        <w:spacing w:after="0" w:line="240" w:lineRule="auto"/>
      </w:pPr>
      <w:r>
        <w:separator/>
      </w:r>
    </w:p>
  </w:footnote>
  <w:footnote w:type="continuationSeparator" w:id="0">
    <w:p w:rsidR="001815E2" w:rsidRDefault="00181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605"/>
    <w:rsid w:val="001815E2"/>
    <w:rsid w:val="00D56605"/>
    <w:rsid w:val="00DA3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0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5660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5660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5660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60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5660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5660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5660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2021-02-01T07:17:00Z</dcterms:created>
  <dcterms:modified xsi:type="dcterms:W3CDTF">2021-02-01T07:17:00Z</dcterms:modified>
</cp:coreProperties>
</file>