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085" w:rsidRDefault="00CD2085" w:rsidP="00CD2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0" t="0" r="1270" b="0"/>
                <wp:wrapNone/>
                <wp:docPr id="1" name="Group 12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124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124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124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124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124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124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124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25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25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5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25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25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25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25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25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25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25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26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26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126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126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126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126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26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26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26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26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127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127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127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24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">
                <v:shape id="Freeform 124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24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124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24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124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24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124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25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25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5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5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25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25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25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25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25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25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26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126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126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126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126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126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126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126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126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126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127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127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127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CD2085" w:rsidRDefault="00CD2085" w:rsidP="00CD2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D2085" w:rsidRDefault="00CD2085" w:rsidP="00CD2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CD2085" w:rsidRDefault="00CD2085" w:rsidP="00CD20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CD2085" w:rsidRDefault="00CD2085" w:rsidP="00CD20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CD2085" w:rsidRDefault="00CD2085" w:rsidP="00CD20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CD2085" w:rsidRDefault="00CD2085" w:rsidP="00CD20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CD2085" w:rsidRDefault="00CD2085" w:rsidP="00CD208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D2085" w:rsidRDefault="00CD2085" w:rsidP="00CD2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proofErr w:type="gram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CD2085" w:rsidRDefault="00CD2085" w:rsidP="00CD2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D2085" w:rsidRDefault="00CD2085" w:rsidP="00CD20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скликання</w:t>
      </w:r>
      <w:proofErr w:type="spellEnd"/>
    </w:p>
    <w:p w:rsidR="00CD2085" w:rsidRDefault="00CD2085" w:rsidP="00CD208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24.07.2020  року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№</w:t>
      </w:r>
    </w:p>
    <w:p w:rsidR="00CD2085" w:rsidRDefault="00CD2085" w:rsidP="00CD208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CD2085" w:rsidRDefault="00CD2085" w:rsidP="00CD208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надання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дозволу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D2085" w:rsidRDefault="00CD2085" w:rsidP="00CD208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</w:p>
    <w:p w:rsidR="00CD2085" w:rsidRDefault="00CD2085" w:rsidP="00CD208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ділянки</w:t>
      </w:r>
      <w:proofErr w:type="spellEnd"/>
    </w:p>
    <w:p w:rsidR="00CD2085" w:rsidRDefault="00CD2085" w:rsidP="00CD2085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Шпак Н.О.</w:t>
      </w:r>
    </w:p>
    <w:p w:rsidR="00CD2085" w:rsidRDefault="00CD2085" w:rsidP="00CD2085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CD2085" w:rsidRDefault="00CD2085" w:rsidP="00CD208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»,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арх</w:t>
      </w:r>
      <w:proofErr w:type="gramEnd"/>
      <w:r>
        <w:rPr>
          <w:rFonts w:ascii="Times New Roman" w:hAnsi="Times New Roman" w:cs="Times New Roman"/>
          <w:sz w:val="24"/>
          <w:szCs w:val="24"/>
        </w:rPr>
        <w:t>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Шпак Н.О.,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рада </w:t>
      </w:r>
    </w:p>
    <w:p w:rsidR="00CD2085" w:rsidRDefault="00CD2085" w:rsidP="00CD2085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ВИРІШИЛА:</w:t>
      </w:r>
    </w:p>
    <w:p w:rsidR="00CD2085" w:rsidRDefault="00CD2085" w:rsidP="00CD20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1.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Шпак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Н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Олександрівні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зареєстрована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адресою</w:t>
      </w:r>
      <w:proofErr w:type="spellEnd"/>
      <w:r w:rsidR="00DC3AAD">
        <w:rPr>
          <w:rFonts w:ascii="Times New Roman" w:eastAsia="Calibri" w:hAnsi="Times New Roman" w:cs="Times New Roman"/>
          <w:sz w:val="24"/>
          <w:szCs w:val="24"/>
          <w:lang w:val="en-US" w:eastAsia="en-US"/>
        </w:rPr>
        <w:t>______________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дозвіл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орієнтовною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площею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0,25 га,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обслуговування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житлового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будинку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господарських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будівель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споруд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яка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розташована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території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ради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селі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D2085" w:rsidRDefault="00CD2085" w:rsidP="00CD208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2. Шпак Н.О.,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розробити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проект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ділянки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передачі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її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власність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та подати на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розгляд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сесії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ради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D2085" w:rsidRDefault="00CD2085" w:rsidP="00CD20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з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питань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земельних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відносин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природокористування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планування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території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будівництва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архітектури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охорони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пам’яток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історичного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середовища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благоустрою (Денисюк Т.В.).</w:t>
      </w:r>
    </w:p>
    <w:p w:rsidR="00CD2085" w:rsidRDefault="00CD2085" w:rsidP="00CD2085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D2085" w:rsidRPr="00CD2085" w:rsidRDefault="00CD2085" w:rsidP="00CD2085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</w:p>
    <w:p w:rsidR="007E3CCF" w:rsidRPr="00CD2085" w:rsidRDefault="00CD2085" w:rsidP="00CD2085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Секретар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ради                                                                        В.М.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Мазур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E3CCF" w:rsidRPr="00CD208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2085"/>
    <w:rsid w:val="00171A2E"/>
    <w:rsid w:val="00304C90"/>
    <w:rsid w:val="00505B6D"/>
    <w:rsid w:val="006D3977"/>
    <w:rsid w:val="007D6C18"/>
    <w:rsid w:val="007E3CCF"/>
    <w:rsid w:val="00CD2085"/>
    <w:rsid w:val="00D1641A"/>
    <w:rsid w:val="00DC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1</TotalTime>
  <Pages>1</Pages>
  <Words>260</Words>
  <Characters>1484</Characters>
  <Application>Microsoft Office Word</Application>
  <DocSecurity>0</DocSecurity>
  <Lines>12</Lines>
  <Paragraphs>3</Paragraphs>
  <ScaleCrop>false</ScaleCrop>
  <Company>Microsoft</Company>
  <LinksUpToDate>false</LinksUpToDate>
  <CharactersWithSpaces>1741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3</cp:revision>
  <dcterms:created xsi:type="dcterms:W3CDTF">2020-07-20T16:30:00Z</dcterms:created>
  <dcterms:modified xsi:type="dcterms:W3CDTF">2020-07-20T16:45:00Z</dcterms:modified>
</cp:coreProperties>
</file>