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CC" w:rsidRDefault="00744BCC" w:rsidP="00744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A444E9" wp14:editId="59F45C16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757" name="Группа 15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575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CC" w:rsidRDefault="00744BCC" w:rsidP="00744B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57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gFWcUA&#10;AADeAAAADwAAAGRycy9kb3ducmV2LnhtbESPT4vCQAzF7wt+hyGCt3Wq4irVUURc8SAs/ruHTmyL&#10;nUzpzGr99uYgeEt4L+/9Ml+2rlJ3akLp2cCgn4AizrwtOTdwPv1+T0GFiGyx8kwGnhRgueh8zTG1&#10;/sEHuh9jriSEQ4oGihjrVOuQFeQw9H1NLNrVNw6jrE2ubYMPCXeVHibJj3ZYsjQUWNO6oOx2/HcG&#10;/Gi721/y4WG04Unk1d/0emn3xvS67WoGKlIbP+b39c4K/ngyFl55R2b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yAVZ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ASYccA&#10;AADeAAAADwAAAGRycy9kb3ducmV2LnhtbERPS2sCMRC+F/ofwhR6Ec22oNatUYqwrfVQ8AFeh810&#10;s+1msiSpbv31RhC8zcf3nOm8s404kA+1YwVPgwwEcel0zZWC3bbov4AIEVlj45gU/FOA+ez+boq5&#10;dkde02ETK5FCOOSowMTY5lKG0pDFMHAtceK+nbcYE/SV1B6PKdw28jnLRtJizanBYEsLQ+Xv5s8q&#10;+Cm+zH4xPr373mRNp16x+mg+R0o9PnRvryAidfEmvrqXOs0fjocTuLyTbpCz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AEm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XVQMUA&#10;AADeAAAADwAAAGRycy9kb3ducmV2LnhtbESPQWvCQBCF7wX/wzKCl1I3WrQldRURLeJF1P6AITtm&#10;Q7OzIbua9N93DoK3Gea9981brHpfqzu1sQpsYDLOQBEXwVZcGvi57N4+QcWEbLEOTAb+KMJqOXhZ&#10;YG5Dxye6n1OpJIRjjgZcSk2udSwceYzj0BDL7Rpaj0nWttS2xU7Cfa2nWTbXHisWgsOGNo6K3/PN&#10;C+T4jsfDtbvsvnvscHtw/Lo+GTMa9usvUIn69BQ/3Hsr788+5lJA6sgM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BdVA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1l4cQA&#10;AADeAAAADwAAAGRycy9kb3ducmV2LnhtbERPTUsDMRC9C/6HMII3m22xW1mbltIqiOChrSDehs10&#10;d3EzCcnYXf+9EYTe5vE+Z7keXa/OFFPn2cB0UoAirr3tuDHwfny+ewCVBNli75kM/FCC9er6aomV&#10;9QPv6XyQRuUQThUaaEVCpXWqW3KYJj4QZ+7ko0PJMDbaRhxyuOv1rChK7bDj3NBioG1L9dfh2xl4&#10;G57C66Kcn8JnvJ/ptLPysRVjbm/GzSMooVEu4n/3i83z54tyC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NZe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vurMYA&#10;AADeAAAADwAAAGRycy9kb3ducmV2LnhtbESP0WrCQBBF3wv+wzJCX0rdaKkt0TUEMVLyImo/YMiO&#10;2WB2NmRXk/69Wyj0bYZ7554762y0rbhT7xvHCuazBARx5XTDtYLvc/H6CcIHZI2tY1LwQx6yzeRp&#10;jal2Ax/pfgq1iCHsU1RgQuhSKX1lyKKfuY44ahfXWwxx7WupexxiuG3lIkmW0mLDkWCwo62h6nq6&#10;2Qg5vOGhvAznYj/igLvS8Et+VOp5OuYrEIHG8G/+u/7Ssf77x3IB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vur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NeDcUA&#10;AADeAAAADwAAAGRycy9kb3ducmV2LnhtbERPTUsDMRC9C/0PYQRvNmu1W1mbllIVROihrSDehs10&#10;d3EzCcnYXf+9EQRv83ifs1yPrldniqnzbOBmWoAirr3tuDHwdny+vgeVBNli75kMfFOC9WpyscTK&#10;+oH3dD5Io3IIpwoNtCKh0jrVLTlMUx+IM3fy0aFkGBttIw453PV6VhSldthxbmgx0Lal+vPw5Qzs&#10;hqfwuijnp/AR72Y6PVp534oxV5fj5gGU0Cj/4j/3i83z54vyF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U14N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/bkMYA&#10;AADeAAAADwAAAGRycy9kb3ducmV2LnhtbERP22oCMRB9L/gPYQp9KZq1rRe2RtFCsGChVAVfh824&#10;u7iZLEnqbv/eFAp9m8O5zmLV20ZcyYfasYLxKANBXDhTc6ngeNDDOYgQkQ02jknBDwVYLQd3C8yN&#10;6/iLrvtYihTCIUcFVYxtLmUoKrIYRq4lTtzZeYsxQV9K47FL4baRT1k2lRZrTg0VtvRWUXHZf1sF&#10;m8+ufPaPxaZ3u/P2NNHa6A+t1MN9v34FEamP/+I/97tJ8yez6Qv8vpNu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/bk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M09MIA&#10;AADeAAAADwAAAGRycy9kb3ducmV2LnhtbERP3WrCMBS+H/gO4QjezVRZnVSjiKMgYzdzPsChOTbV&#10;5qQksda3N4PB7s7H93vW28G2oicfGscKZtMMBHHldMO1gtNP+boEESKyxtYxKXhQgO1m9LLGQrs7&#10;f1N/jLVIIRwKVGBi7AopQ2XIYpi6jjhxZ+ctxgR9LbXHewq3rZxn2UJabDg1GOxob6i6Hm9WQfk5&#10;/+qvN+1LtxveLOXmsvwwSk3Gw24FItIQ/8V/7oNO8/P3RQ6/76Qb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zT0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HgfMUA&#10;AADeAAAADwAAAGRycy9kb3ducmV2LnhtbERPW2vCMBR+H/gfwhnsRTTdhlU6o+ggTNhgeIG9Hppj&#10;W9aclCSz3b83A2Fv5+O7nuV6sK24kA+NYwWP0wwEcelMw5WC01FPFiBCRDbYOiYFvxRgvRrdLbEw&#10;ruc9XQ6xEimEQ4EK6hi7QspQ1mQxTF1HnLiz8xZjgr6SxmOfwm0rn7IslxYbTg01dvRaU/l9+LEK&#10;tp999ezH5XZw7+e3r5nWRn9opR7uh80LiEhD/Bff3DuT5s/meQ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eB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0PGMIA&#10;AADeAAAADwAAAGRycy9kb3ducmV2LnhtbERP24rCMBB9X/Afwiz4tqYr64WuUcSlIOLLqh8wNGPT&#10;tZmUJNb690YQ9m0O5zqLVW8b0ZEPtWMFn6MMBHHpdM2VgtOx+JiDCBFZY+OYFNwpwGo5eFtgrt2N&#10;f6k7xEqkEA45KjAxtrmUoTRkMYxcS5y4s/MWY4K+ktrjLYXbRo6zbCot1pwaDLa0MVReDleroNiN&#10;993lqn3h1v2XpYn5m/8YpYbv/fobRKQ+/otf7q1O8yez6Qye76Qb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XQ8Y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wFgsQA&#10;AADeAAAADwAAAGRycy9kb3ducmV2LnhtbESPwW7CQAxE75X4h5WReisbCgEUWBBCoipH0n6AlTVJ&#10;RNYbslsS/r4+IHGzNeOZ581ucI26UxdqzwamkwQUceFtzaWB35/jxwpUiMgWG89k4EEBdtvR2wYz&#10;63s+0z2PpZIQDhkaqGJsM61DUZHDMPEtsWgX3zmMsnalth32Eu4a/ZkkC+2wZmmosKVDRcU1/3MG&#10;5o/+65an1+RoHU1Ps/bEsUiNeR8P+zWoSEN8mZ/X31bw0+VCeOUdmUF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MBY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K2tsQA&#10;AADeAAAADwAAAGRycy9kb3ducmV2LnhtbERPTWvCQBC9F/wPywjemo2CaU1dRZSI9NSmac9DdkyC&#10;2dmQXWP8926h0Ns83uest6NpxUC9aywrmEcxCOLS6oYrBcVX9vwKwnlkja1lUnAnB9vN5GmNqbY3&#10;/qQh95UIIexSVFB736VSurImgy6yHXHgzrY36APsK6l7vIVw08pFHCfSYMOhocaO9jWVl/xqFFyT&#10;n0XB53f9kR/ux9Uh2zn5XSk1m467NxCeRv8v/nOfdJi/fElW8PtOuEF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Ctr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4568kA&#10;AADeAAAADwAAAGRycy9kb3ducmV2LnhtbESPQU/CQBCF7yb8h82QcJOtqAULC0ETE+QAEfXgbeiO&#10;bbU7W7oL1H/PHEy8zWTevPe+2aJztTpRGyrPBm6GCSji3NuKCwPvb8/XE1AhIlusPZOBXwqwmPeu&#10;ZphZf+ZXOu1iocSEQ4YGyhibTOuQl+QwDH1DLLcv3zqMsraFti2exdzVepQkqXZYsSSU2NBTSfnP&#10;7ugMfGwn6cP28eXue73Z462zh09bpcYM+t1yCipSF//Ff98rK/Xvx2MBEByZQc8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M456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sL5MQA&#10;AADeAAAADwAAAGRycy9kb3ducmV2LnhtbERPS4vCMBC+C/6HMII3TX2sSjWKD3TFk+su7HVoxrbY&#10;TEoTtfrrzcKCt/n4njNb1KYQN6pcbllBrxuBIE6szjlV8PO97UxAOI+ssbBMCh7kYDFvNmYYa3vn&#10;L7qdfCpCCLsYFWTel7GULsnIoOvakjhwZ1sZ9AFWqdQV3kO4KWQ/ikbSYM6hIcOS1hkll9PVKHiO&#10;fvHoPvurzUB7egwnO3s47pRqt+rlFISn2r/F/+69DvM/xuMe/L0Tbp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7C+T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D8PcQA&#10;AADeAAAADwAAAGRycy9kb3ducmV2LnhtbERP22rCQBB9F/yHZQTfdGPw0kY3UopC36ppP2DITjch&#10;2dmYXTX267uFQt/mcK6z2w+2FTfqfe1YwWKegCAuna7ZKPj8OM6eQPiArLF1TAoe5GGfj0c7zLS7&#10;85luRTAihrDPUEEVQpdJ6cuKLPq564gj9+V6iyHC3kjd4z2G21amSbKWFmuODRV29FpR2RRXq+Di&#10;0pUeigO+N4fnU23M8vJ9Xio1nQwvWxCBhvAv/nO/6Th/tdmk8PtOvEH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Q/D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A/TcQA&#10;AADeAAAADwAAAGRycy9kb3ducmV2LnhtbERPPW/CMBDdkfofrKvEVpyCICHEoFIJiRXo0PGwjyQ0&#10;PqexG9L++rpSJbZ7ep9XbAbbiJ46XztW8DxJQBBrZ2ouFbyddk8ZCB+QDTaOScE3edisH0YF5sbd&#10;+ED9MZQihrDPUUEVQptL6XVFFv3EtcSRu7jOYoiwK6Xp8BbDbSOnSbKQFmuODRW29FqR/jh+WQX7&#10;+kzzhb4sbbbVh/efzzBLr0ap8ePwsgIRaAh38b97b+L8eZrO4O+de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gP0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he7sYA&#10;AADeAAAADwAAAGRycy9kb3ducmV2LnhtbERPXWsCMRB8F/ofwhZ801zF+nEapRaEiq1QlfZ1uayX&#10;o5fNcYnn+e+NIPRtdmdnZme+bG0pGqp94VjBSz8BQZw5XXCu4HhY9yYgfEDWWDomBVfysFw8deaY&#10;anfhb2r2IRfRhH2KCkwIVSqlzwxZ9H1XEUfu5GqLIY51LnWNl2huSzlIkpG0WHBMMFjRu6Hsb3+2&#10;ChrcXZNfs/qaborPbLBb/Wx13Kvuc/s2AxGoDf/HD/WHju+/jsdDuNeJG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he7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kk78MA&#10;AADeAAAADwAAAGRycy9kb3ducmV2LnhtbERPTUvDQBC9C/0Pywje7MZAbYndFilUPGrsoccxO82m&#10;ZmfC7tpEf70rCN7m8T5nvZ18ry4UYids4G5egCJuxHbcGji87W9XoGJCttgLk4EvirDdzK7WWFkZ&#10;+ZUudWpVDuFYoQGX0lBpHRtHHuNcBuLMnSR4TBmGVtuAYw73vS6L4l577Dg3OBxo56j5qD+9gfGp&#10;eT+Xp6N132GQff0i57IXY26up8cHUImm9C/+cz/bPH+xXC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kk7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Oqj8UA&#10;AADeAAAADwAAAGRycy9kb3ducmV2LnhtbERP22oCMRB9L/QfwhR8q9kKurIaxXqBUlrE2/u4GXe3&#10;TSbLJur6941Q8G0O5zrjaWuNuFDjK8cK3roJCOLc6YoLBfvd6nUIwgdkjcYxKbiRh+nk+WmMmXZX&#10;3tBlGwoRQ9hnqKAMoc6k9HlJFn3X1cSRO7nGYoiwKaRu8BrDrZG9JBlIixXHhhJrmpeU/27PVsFq&#10;vTA/ve/N7CDDfJkezfDzffGlVOelnY1ABGrDQ/zv/tBxfj9NB3B/J94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w6q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nSgMUA&#10;AADeAAAADwAAAGRycy9kb3ducmV2LnhtbERP22rCQBB9F/yHZYS+FN3UopHoKlIQFSp4A1/H7JgE&#10;s7Mhu43p37uFgm9zONeZLVpTioZqV1hW8DGIQBCnVhecKTifVv0JCOeRNZaWScEvOVjMu50ZJto+&#10;+EDN0WcihLBLUEHufZVI6dKcDLqBrYgDd7O1QR9gnUld4yOEm1IOo2gsDRYcGnKs6Cun9H78MQqa&#10;/fc12zSu2t4n7270eV2vd/qi1FuvXU5BeGr9S/zv3ugwfxTHMfy9E26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edK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4BCC" w:rsidRDefault="00744BCC" w:rsidP="00744BC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o478kA&#10;AADeAAAADwAAAGRycy9kb3ducmV2LnhtbESPQW/CMAyF75P2HyJP4jbSoTFYR0AwCYnLpAE7jJtp&#10;vLaicUoSoNuvnw9I3Gy95/c+T2ada9SZQqw9G3jqZ6CIC29rLg18bZePY1AxIVtsPJOBX4owm97f&#10;TTC3/sJrOm9SqSSEY44GqpTaXOtYVOQw9n1LLNqPDw6TrKHUNuBFwl2jB1n2oh3WLA0VtvReUXHY&#10;nJyBxet4cfx85o+/9X5Hu+/9YTgImTG9h27+BipRl27m6/XKCv5wNBJeeUdm0N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oo478kAAADeAAAADwAAAAAAAAAAAAAAAACYAgAA&#10;ZHJzL2Rvd25yZXYueG1sUEsFBgAAAAAEAAQA9QAAAI4DAAAAAA==&#10;" fillcolor="black" stroked="f">
                  <v:textbox>
                    <w:txbxContent>
                      <w:p w:rsidR="00744BCC" w:rsidRDefault="00744BCC" w:rsidP="00744BC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WTdMYA&#10;AADeAAAADwAAAGRycy9kb3ducmV2LnhtbERPS2sCMRC+C/0PYQq9abaCr9UotQ8QqgcfB4/jZtwN&#10;u5ksm1RXf70pFHqbj+85s0VrK3GhxhvHCl57CQjizGnDuYLD/qs7BuEDssbKMSm4kYfF/Kkzw1S7&#10;K2/psgu5iCHsU1RQhFCnUvqsIIu+52riyJ1dYzFE2ORSN3iN4baS/SQZSouGY0OBNb0XlJW7H6vg&#10;+D00462h/ml9X37q9aBcbj5KpV6e27cpiEBt+Bf/uVc6zh+MRhP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WTd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gn/McA&#10;AADeAAAADwAAAGRycy9kb3ducmV2LnhtbESPQU/DMAyF70j7D5EncWMpSEDVLZumIQQXDgwQV6vx&#10;mtLG6ZJs6/br8QGJmy0/v/e+xWr0vTpSTG1gA7ezAhRxHWzLjYHPj+ebElTKyBb7wGTgTAlWy8nV&#10;AisbTvxOx21ulJhwqtCAy3motE61I49pFgZiue1C9JhljY22EU9i7nt9VxQP2mPLkuBwoI2jutse&#10;vIG4/n7qLnz46orL2zm9/Iz7Ep0x19NxPQeVacz/4r/vVyv17x9LARAcmUE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4J/z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U0LMQA&#10;AADeAAAADwAAAGRycy9kb3ducmV2LnhtbERP22oCMRB9L/gPYQRfSs0qWHVrFBEKQqXg5QOmm3F3&#10;aTJZNlNd+/WmUPBtDuc6i1XnnbpQG+vABkbDDBRxEWzNpYHT8f1lBioKskUXmAzcKMJq2XtaYG7D&#10;lfd0OUipUgjHHA1UIk2udSwq8hiHoSFO3Dm0HiXBttS2xWsK906Ps+xVe6w5NVTY0Kai4vvw4w24&#10;8Zebf0zjTm4nvct+veyfP60xg363fgMl1MlD/O/e2jR/Mp2N4O+ddIN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FNC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frAcUA&#10;AADeAAAADwAAAGRycy9kb3ducmV2LnhtbERPTWsCMRC9C/0PYQreNOtCW9kaxVaEvfTg1uJ13Iyb&#10;xWSybFJd++sbodDbPN7nLFaDs+JCfWg9K5hNMxDEtdctNwr2n9vJHESIyBqtZ1JwowCr5cNogYX2&#10;V97RpYqNSCEcClRgYuwKKUNtyGGY+o44cSffO4wJ9o3UPV5TuLMyz7Jn6bDl1GCwo3dD9bn6dgo2&#10;VWfzfWnewuHr43i05c+WDhulxo/D+hVEpCH+i//cpU7zn17mOd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h+sB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78rMQA&#10;AADeAAAADwAAAGRycy9kb3ducmV2LnhtbERPS2sCMRC+C/6HMII3Taz4YLtZkaIgeKrVQ29DMt3d&#10;djNZNtHd/vumUOhtPr7n5LvBNeJBXag9a1jMFQhi423NpYbr23G2BREissXGM2n4pgC7YjzKMbO+&#10;51d6XGIpUgiHDDVUMbaZlMFU5DDMfUucuA/fOYwJdqW0HfYp3DXySam1dFhzaqiwpZeKzNfl7jR8&#10;HuXZG4Xmdr31J7t5P6ypUVpPJ8P+GUSkIf6L/9wnm+avNtsl/L6Tbp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O/Kz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+Xv8UA&#10;AADeAAAADwAAAGRycy9kb3ducmV2LnhtbERPTWvCQBC9F/wPywi91Y3W2pC6ihYKonhQi3icZsck&#10;JDsbdleN/94tFHqbx/uc6bwzjbiS85VlBcNBAoI4t7riQsH34eslBeEDssbGMim4k4f5rPc0xUzb&#10;G+/oug+FiCHsM1RQhtBmUvq8JIN+YFviyJ2tMxgidIXUDm8x3DRylCQTabDi2FBiS58l5fX+YhSc&#10;Lhs+b1/XC7cMR9sdfD36SWulnvvd4gNEoC78i//cKx3nv72nY/h9J94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z5e/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4BCC" w:rsidRDefault="00744BCC" w:rsidP="00744BC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7nVsYA&#10;AADeAAAADwAAAGRycy9kb3ducmV2LnhtbERPTWvCQBC9C/0Pywi96UZpaoyuUguFXoRqe9DbmB2T&#10;YHY23d1q6q/vCgVv83ifM192phFncr62rGA0TEAQF1bXXCr4+nwbZCB8QNbYWCYFv+RhuXjozTHX&#10;9sIbOm9DKWII+xwVVCG0uZS+qMigH9qWOHJH6wyGCF0ptcNLDDeNHCfJszRYc2yosKXXiorT9sco&#10;WE2z1ffHE6+vm8Oe9rvDKR27RKnHfvcyAxGoC3fxv/tdx/npJEvh9k68QS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7nVsYAAADeAAAADwAAAAAAAAAAAAAAAACYAgAAZHJz&#10;L2Rvd25yZXYueG1sUEsFBgAAAAAEAAQA9QAAAIsDAAAAAA==&#10;" fillcolor="black" stroked="f">
                  <v:textbox>
                    <w:txbxContent>
                      <w:p w:rsidR="00744BCC" w:rsidRDefault="00744BCC" w:rsidP="00744BC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pyi8QA&#10;AADeAAAADwAAAGRycy9kb3ducmV2LnhtbERPTUsDMRC9F/wPYQre2mwVa9k2LUtBFE/bqvQ63Yyb&#10;xc1kSWK6/nsjCL3N433OZjfaXiTyoXOsYDEvQBA3TnfcKnh/e5qtQISIrLF3TAp+KMBuezPZYKnd&#10;hQ+UjrEVOYRDiQpMjEMpZWgMWQxzNxBn7tN5izFD30rt8ZLDbS/vimIpLXacGwwOtDfUfB2/rYJ0&#10;3tfVfTolc3j1Vetd/fxxrpW6nY7VGkSkMV7F/+4Xnec/PK6W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6co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4BCC" w:rsidRDefault="00744BCC" w:rsidP="00744BC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TGcUA&#10;AADeAAAADwAAAGRycy9kb3ducmV2LnhtbERPS2vCQBC+F/wPywje6saCr+gqRbS0vVSjoMchO2aD&#10;2dmQ3ca0v75bKPQ2H99zluvOVqKlxpeOFYyGCQji3OmSCwWn4+5xBsIHZI2VY1LwRR7Wq97DElPt&#10;7nygNguFiCHsU1RgQqhTKX1uyKIfupo4clfXWAwRNoXUDd5juK3kU5JMpMWSY4PBmjaG8lv2aRX4&#10;0WZ7frff8/byYvgjezOTfWGUGvS75wWIQF34F/+5X3WcP57OpvD7TrxB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2pMZ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4BCC" w:rsidRDefault="00744BCC" w:rsidP="00744BC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44BCC" w:rsidRDefault="00744BCC" w:rsidP="00744B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44BCC" w:rsidRDefault="00744BCC" w:rsidP="00744BC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44BCC" w:rsidRDefault="00744BCC" w:rsidP="00744B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44BCC" w:rsidRDefault="00744BCC" w:rsidP="00744B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744BCC" w:rsidRDefault="00744BCC" w:rsidP="00744B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744BCC" w:rsidRDefault="00744BCC" w:rsidP="00744BC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744BCC" w:rsidRDefault="00744BCC" w:rsidP="00744B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744BCC" w:rsidRDefault="00744BCC" w:rsidP="00744B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744BCC" w:rsidRDefault="00744BCC" w:rsidP="00744B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44BCC" w:rsidRDefault="00744BCC" w:rsidP="00744B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744BCC" w:rsidRDefault="00744BCC" w:rsidP="00744B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44BCC" w:rsidRDefault="00744BCC" w:rsidP="00744BC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44BCC" w:rsidRDefault="00744BCC" w:rsidP="00744B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44BCC" w:rsidRDefault="00744BCC" w:rsidP="00744B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</w:t>
      </w:r>
      <w:r w:rsidRPr="006F7CB7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744BCC" w:rsidRDefault="00744BCC" w:rsidP="00744BC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44BCC" w:rsidRDefault="00744BCC" w:rsidP="00744BC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44BCC" w:rsidRDefault="00744BCC" w:rsidP="00744BC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744BCC" w:rsidRDefault="00744BCC" w:rsidP="00744BC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744BCC" w:rsidRDefault="00744BCC" w:rsidP="00744BC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744BCC" w:rsidRPr="005C5A92" w:rsidRDefault="00744BCC" w:rsidP="00744BC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Ковальчук О.Г.</w:t>
      </w:r>
    </w:p>
    <w:p w:rsidR="00744BCC" w:rsidRDefault="00744BCC" w:rsidP="00744B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44BCC" w:rsidRDefault="00744BCC" w:rsidP="00744B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44BCC" w:rsidRDefault="00744BCC" w:rsidP="00744B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Ковальчука О.Г.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744BCC" w:rsidRDefault="00744BCC" w:rsidP="00744B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744BCC" w:rsidRDefault="00744BCC" w:rsidP="00744B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44BCC" w:rsidRDefault="00744BCC" w:rsidP="00744B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Ковальчуку Олександру Григоровичу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зі зміною цільового призначення із земель 16.00 землі запасу в землі 01.03  для ведення особистого селянського господарства площею  1.7077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Лисиченська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рада). </w:t>
      </w:r>
    </w:p>
    <w:p w:rsidR="00744BCC" w:rsidRDefault="00744BCC" w:rsidP="00744B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Ковальчуку Олександру Григоровичу,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00503">
        <w:rPr>
          <w:rFonts w:ascii="Times New Roman" w:eastAsia="Calibri" w:hAnsi="Times New Roman" w:cs="Times New Roman"/>
          <w:sz w:val="24"/>
          <w:lang w:val="ru-RU" w:eastAsia="en-US"/>
        </w:rPr>
        <w:t>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00503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1,7077 га, кадастровий номер: 6823984700:04:015:0007, 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Лисиченська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рада). </w:t>
      </w:r>
    </w:p>
    <w:p w:rsidR="00744BCC" w:rsidRDefault="00744BCC" w:rsidP="00744B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Ковальчуку О.Г,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744BCC" w:rsidRPr="00744BCC" w:rsidRDefault="00744BCC" w:rsidP="00744B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44BCC" w:rsidRDefault="00744BCC" w:rsidP="00744B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44BCC" w:rsidRDefault="00744BCC" w:rsidP="00744B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5C58" w:rsidRPr="00744BCC" w:rsidRDefault="00744BCC" w:rsidP="00744BC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F75C58" w:rsidRPr="00744BCC" w:rsidSect="00744BCC">
      <w:pgSz w:w="12240" w:h="15840"/>
      <w:pgMar w:top="1440" w:right="1440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BCC"/>
    <w:rsid w:val="00744BCC"/>
    <w:rsid w:val="00C00503"/>
    <w:rsid w:val="00F7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BC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BC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291</Words>
  <Characters>1664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2021-07-19T06:20:00Z</dcterms:created>
  <dcterms:modified xsi:type="dcterms:W3CDTF">2021-07-19T06:40:00Z</dcterms:modified>
</cp:coreProperties>
</file>