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4B4" w:rsidRDefault="008314B4" w:rsidP="008314B4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3810" t="6350" r="8890" b="1905"/>
                <wp:wrapNone/>
                <wp:docPr id="1" name="Grou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8314B4" w:rsidRDefault="008314B4" w:rsidP="00831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8314B4" w:rsidRDefault="008314B4" w:rsidP="00831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8314B4" w:rsidRDefault="008314B4" w:rsidP="008314B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8314B4" w:rsidRDefault="008314B4" w:rsidP="00831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314B4" w:rsidRDefault="008314B4" w:rsidP="00831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314B4" w:rsidRDefault="008314B4" w:rsidP="00831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14B4" w:rsidRDefault="008314B4" w:rsidP="008314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8314B4" w:rsidRDefault="008314B4" w:rsidP="00831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4B4" w:rsidRDefault="008314B4" w:rsidP="00831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8314B4" w:rsidRDefault="008314B4" w:rsidP="00831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14B4" w:rsidRDefault="008314B4" w:rsidP="00831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  вересня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№69</w:t>
      </w:r>
    </w:p>
    <w:p w:rsidR="008314B4" w:rsidRDefault="008314B4" w:rsidP="00831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314B4" w:rsidRDefault="008314B4" w:rsidP="008314B4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Про  зняття з балансу</w:t>
      </w:r>
    </w:p>
    <w:p w:rsidR="008314B4" w:rsidRDefault="008314B4" w:rsidP="008314B4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Крупецької сільської ради</w:t>
      </w:r>
    </w:p>
    <w:p w:rsidR="008314B4" w:rsidRDefault="008314B4" w:rsidP="008314B4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громадської криниці в селі</w:t>
      </w:r>
    </w:p>
    <w:p w:rsidR="008314B4" w:rsidRDefault="008314B4" w:rsidP="008314B4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Стригани вул. Лісна, 4</w:t>
      </w:r>
    </w:p>
    <w:p w:rsidR="008314B4" w:rsidRDefault="008314B4" w:rsidP="008314B4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8314B4" w:rsidRDefault="008314B4" w:rsidP="008314B4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b w:val="0"/>
          <w:noProof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</w:rPr>
        <w:t xml:space="preserve">            Відповідно до Закону України «Про місцеве самоврядування в Україні» ,Наказу №384 від 23.12.1996 року «Про затвердження Державних санітарних правил і норм «Влаштування та утримання колодязів і каптажів джерел, що використовуються для децентралізованого господарсько - питного водопостачання»» ,  Земельного кодексу України, розглянувши Акт обстеження криниці, виконавчий комітет  Крупецької сільської ради </w:t>
      </w:r>
    </w:p>
    <w:p w:rsidR="008314B4" w:rsidRDefault="008314B4" w:rsidP="008314B4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b w:val="0"/>
          <w:noProof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</w:rPr>
        <w:t>ВИРІШИВ:</w:t>
      </w:r>
    </w:p>
    <w:p w:rsidR="008314B4" w:rsidRDefault="008314B4" w:rsidP="008314B4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1.Зняти з балансу Крупецької сільської ради колодязь громадського користування, який розташований в селі Стригани вул. Лісна, 4, так як він не є громадським та знаходиться на земельній ділянці приватної власності (кадастровий номер 6823984000:02:002:0001)  Ковби Василя Анатолійовича (за огорожею),  який ним користується і утримує. </w:t>
      </w:r>
    </w:p>
    <w:p w:rsidR="008314B4" w:rsidRDefault="008314B4" w:rsidP="008314B4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2.Контроль за виконання цього рішення покласти на начальника відділу комунальної власності, охорони навколишнього середовища та земельних відносин сільської ради Денисюк Т.В.</w:t>
      </w:r>
    </w:p>
    <w:p w:rsidR="008314B4" w:rsidRDefault="008314B4" w:rsidP="008314B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79"/>
        <w:rPr>
          <w:rFonts w:ascii="Times New Roman" w:hAnsi="Times New Roman"/>
          <w:sz w:val="24"/>
          <w:szCs w:val="24"/>
        </w:rPr>
      </w:pPr>
    </w:p>
    <w:p w:rsidR="008314B4" w:rsidRDefault="008314B4" w:rsidP="008314B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79"/>
        <w:rPr>
          <w:sz w:val="24"/>
        </w:rPr>
      </w:pPr>
    </w:p>
    <w:p w:rsidR="008314B4" w:rsidRDefault="008314B4" w:rsidP="008314B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79"/>
        <w:rPr>
          <w:sz w:val="24"/>
        </w:rPr>
      </w:pPr>
    </w:p>
    <w:p w:rsidR="008314B4" w:rsidRDefault="008314B4" w:rsidP="008314B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79"/>
        <w:rPr>
          <w:sz w:val="24"/>
        </w:rPr>
      </w:pPr>
    </w:p>
    <w:p w:rsidR="00904E01" w:rsidRPr="008314B4" w:rsidRDefault="008314B4" w:rsidP="00831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                            Валерій МИХАЛЮК</w:t>
      </w:r>
      <w:bookmarkStart w:id="0" w:name="_GoBack"/>
      <w:bookmarkEnd w:id="0"/>
    </w:p>
    <w:sectPr w:rsidR="00904E01" w:rsidRPr="008314B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4B4"/>
    <w:rsid w:val="00171A2E"/>
    <w:rsid w:val="00304C90"/>
    <w:rsid w:val="00505B6D"/>
    <w:rsid w:val="006D3977"/>
    <w:rsid w:val="007D6C18"/>
    <w:rsid w:val="008314B4"/>
    <w:rsid w:val="00904E0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Body Text Indent"/>
    <w:basedOn w:val="a"/>
    <w:link w:val="af5"/>
    <w:unhideWhenUsed/>
    <w:rsid w:val="008314B4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8314B4"/>
    <w:rPr>
      <w:lang w:val="uk-UA" w:eastAsia="uk-UA" w:bidi="ar-SA"/>
    </w:rPr>
  </w:style>
  <w:style w:type="paragraph" w:customStyle="1" w:styleId="af6">
    <w:name w:val="Назва документа"/>
    <w:basedOn w:val="a"/>
    <w:next w:val="a"/>
    <w:rsid w:val="008314B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customStyle="1" w:styleId="af7">
    <w:name w:val="Нормальний текст"/>
    <w:basedOn w:val="a"/>
    <w:rsid w:val="008314B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Body Text Indent"/>
    <w:basedOn w:val="a"/>
    <w:link w:val="af5"/>
    <w:unhideWhenUsed/>
    <w:rsid w:val="008314B4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8314B4"/>
    <w:rPr>
      <w:lang w:val="uk-UA" w:eastAsia="uk-UA" w:bidi="ar-SA"/>
    </w:rPr>
  </w:style>
  <w:style w:type="paragraph" w:customStyle="1" w:styleId="af6">
    <w:name w:val="Назва документа"/>
    <w:basedOn w:val="a"/>
    <w:next w:val="a"/>
    <w:rsid w:val="008314B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customStyle="1" w:styleId="af7">
    <w:name w:val="Нормальний текст"/>
    <w:basedOn w:val="a"/>
    <w:rsid w:val="008314B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214</Words>
  <Characters>1221</Characters>
  <Application>Microsoft Office Word</Application>
  <DocSecurity>0</DocSecurity>
  <Lines>10</Lines>
  <Paragraphs>2</Paragraphs>
  <ScaleCrop>false</ScaleCrop>
  <Company>Microsoft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2020-10-01T16:06:00Z</dcterms:created>
  <dcterms:modified xsi:type="dcterms:W3CDTF">2020-10-01T16:06:00Z</dcterms:modified>
</cp:coreProperties>
</file>