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79" w:rsidRDefault="006C12EB" w:rsidP="00A03379">
      <w:pPr>
        <w:jc w:val="both"/>
        <w:rPr>
          <w:rFonts w:ascii="Times New Roman" w:hAnsi="Times New Roman" w:cs="Times New Roman"/>
        </w:rPr>
      </w:pPr>
      <w:r w:rsidRPr="006C12E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03379" w:rsidRDefault="00A03379" w:rsidP="00A0337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03379" w:rsidRDefault="00A03379" w:rsidP="00A0337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03379" w:rsidRDefault="00A03379" w:rsidP="00A0337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3379" w:rsidRDefault="00A03379" w:rsidP="00A0337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</w:t>
      </w:r>
    </w:p>
    <w:p w:rsidR="00A03379" w:rsidRDefault="00A03379" w:rsidP="00A03379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3379" w:rsidRDefault="00A03379" w:rsidP="00A03379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(внутрішнє опорядження та утеплення перекриття) </w:t>
      </w: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будівлі фельдшерського пункту за адресою: вул. Л.Українки, 23А, с. Комарівка, Славутського району, Хмельницької області</w:t>
      </w: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03379" w:rsidRPr="006A0974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</w:t>
      </w:r>
      <w:r>
        <w:rPr>
          <w:rFonts w:ascii="Times New Roman" w:hAnsi="Times New Roman" w:cs="Times New Roman"/>
          <w:sz w:val="24"/>
          <w:szCs w:val="24"/>
        </w:rPr>
        <w:t xml:space="preserve">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</w:t>
      </w:r>
      <w:r w:rsidRPr="006A0974">
        <w:rPr>
          <w:rFonts w:ascii="Times New Roman" w:hAnsi="Times New Roman" w:cs="Times New Roman"/>
          <w:sz w:val="24"/>
          <w:szCs w:val="24"/>
        </w:rPr>
        <w:t>ктно-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опорядження та утеплення перекриття)будівлі фельдшерського пункту за адресою: вул. Л.Українки, 23А, с. Комарівка</w:t>
      </w:r>
      <w:r w:rsidRPr="00CF0A2E">
        <w:rPr>
          <w:rFonts w:ascii="Times New Roman" w:hAnsi="Times New Roman" w:cs="Times New Roman"/>
          <w:sz w:val="24"/>
          <w:szCs w:val="24"/>
        </w:rPr>
        <w:t xml:space="preserve">, Славутського району Хмельницької </w:t>
      </w:r>
      <w:proofErr w:type="spellStart"/>
      <w:r w:rsidRPr="00CF0A2E">
        <w:rPr>
          <w:rFonts w:ascii="Times New Roman" w:hAnsi="Times New Roman" w:cs="Times New Roman"/>
          <w:sz w:val="24"/>
          <w:szCs w:val="24"/>
        </w:rPr>
        <w:t>області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та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керуючись п.23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частини 1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ст.26 Закону України «Про місцеве самоврядування в Україні » сільська рада </w:t>
      </w:r>
    </w:p>
    <w:p w:rsidR="00A03379" w:rsidRDefault="00A03379" w:rsidP="00A03379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опорядження та утеплення перекриття)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37A">
        <w:rPr>
          <w:rFonts w:ascii="Times New Roman" w:hAnsi="Times New Roman" w:cs="Times New Roman"/>
          <w:sz w:val="24"/>
          <w:szCs w:val="24"/>
        </w:rPr>
        <w:t>будівлі фельдшерського пункту за адресою: вул. Л.Українки, 23А, с. Комарівка</w:t>
      </w:r>
      <w:r w:rsidRPr="00CF0A2E">
        <w:rPr>
          <w:rFonts w:ascii="Times New Roman" w:hAnsi="Times New Roman" w:cs="Times New Roman"/>
          <w:sz w:val="24"/>
          <w:szCs w:val="24"/>
        </w:rPr>
        <w:t>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379" w:rsidRDefault="00A03379" w:rsidP="00A033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на </w:t>
      </w:r>
      <w:r w:rsidRPr="006A0974">
        <w:rPr>
          <w:rFonts w:ascii="Times New Roman" w:hAnsi="Times New Roman" w:cs="Times New Roman"/>
          <w:sz w:val="24"/>
          <w:szCs w:val="24"/>
        </w:rPr>
        <w:t xml:space="preserve">капітальний ремонт </w:t>
      </w:r>
      <w:r w:rsidRPr="00B7437A">
        <w:rPr>
          <w:rFonts w:ascii="Times New Roman" w:hAnsi="Times New Roman" w:cs="Times New Roman"/>
          <w:sz w:val="24"/>
          <w:szCs w:val="24"/>
        </w:rPr>
        <w:t>(внутрішнє опорядження та утеплення перекриття)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437A">
        <w:rPr>
          <w:rFonts w:ascii="Times New Roman" w:hAnsi="Times New Roman" w:cs="Times New Roman"/>
          <w:sz w:val="24"/>
          <w:szCs w:val="24"/>
        </w:rPr>
        <w:t>будівлі фельдшерського пункту за адресою: вул. Л.Українки, 23А, с. Комарівка</w:t>
      </w:r>
      <w:r w:rsidRPr="00CF0A2E">
        <w:rPr>
          <w:rFonts w:ascii="Times New Roman" w:hAnsi="Times New Roman" w:cs="Times New Roman"/>
          <w:sz w:val="24"/>
          <w:szCs w:val="24"/>
        </w:rPr>
        <w:t>,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03379" w:rsidRDefault="00A03379" w:rsidP="00A03379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423BAC" w:rsidRPr="00423BAC" w:rsidRDefault="00423BAC" w:rsidP="00A03379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787EAD" w:rsidRPr="00A03379" w:rsidRDefault="00A03379" w:rsidP="00A03379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787EAD" w:rsidRPr="00A03379" w:rsidSect="00423BAC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03379"/>
    <w:rsid w:val="00171A2E"/>
    <w:rsid w:val="00304C90"/>
    <w:rsid w:val="00423BAC"/>
    <w:rsid w:val="00505B6D"/>
    <w:rsid w:val="006C12EB"/>
    <w:rsid w:val="006D3977"/>
    <w:rsid w:val="00787EAD"/>
    <w:rsid w:val="007D6C18"/>
    <w:rsid w:val="00960113"/>
    <w:rsid w:val="00A03379"/>
    <w:rsid w:val="00A713C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37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rsid w:val="00A03379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300</Words>
  <Characters>1715</Characters>
  <Application>Microsoft Office Word</Application>
  <DocSecurity>0</DocSecurity>
  <Lines>14</Lines>
  <Paragraphs>4</Paragraphs>
  <ScaleCrop>false</ScaleCrop>
  <Company>Microsoft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2019-12-17T13:31:00Z</dcterms:created>
  <dcterms:modified xsi:type="dcterms:W3CDTF">2019-12-17T14:40:00Z</dcterms:modified>
</cp:coreProperties>
</file>