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E83" w:rsidRDefault="007D3E83" w:rsidP="007D3E83">
      <w:pPr>
        <w:rPr>
          <w:rFonts w:ascii="Times New Roman" w:hAnsi="Times New Roman" w:cs="Times New Roman"/>
          <w:sz w:val="24"/>
          <w:szCs w:val="24"/>
        </w:rPr>
      </w:pPr>
    </w:p>
    <w:p w:rsidR="007D3E83" w:rsidRDefault="007D3E83" w:rsidP="007D3E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3E83" w:rsidRDefault="007D3E83" w:rsidP="007D3E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3E83" w:rsidRDefault="007D3E83" w:rsidP="007D3E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E83" w:rsidRDefault="007D3E83" w:rsidP="007D3E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8</w:t>
      </w:r>
    </w:p>
    <w:p w:rsidR="007D3E83" w:rsidRDefault="007D3E83" w:rsidP="007D3E8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D3E83" w:rsidRPr="00740EEA" w:rsidRDefault="007D3E83" w:rsidP="007D3E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внесення змін до договору оренди землі</w:t>
      </w:r>
    </w:p>
    <w:p w:rsidR="007D3E83" w:rsidRPr="00740EEA" w:rsidRDefault="007D3E83" w:rsidP="007D3E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КП «</w:t>
      </w:r>
      <w:proofErr w:type="spellStart"/>
      <w:r w:rsidRPr="00740EE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Славутський</w:t>
      </w:r>
      <w:proofErr w:type="spellEnd"/>
      <w:r w:rsidRPr="00740EE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піщаний кар’єр»</w:t>
      </w:r>
    </w:p>
    <w:p w:rsidR="007D3E83" w:rsidRPr="00740EEA" w:rsidRDefault="007D3E83" w:rsidP="007D3E8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3E83" w:rsidRPr="00740EEA" w:rsidRDefault="007D3E83" w:rsidP="007D3E83">
      <w:pPr>
        <w:spacing w:after="0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  <w:r w:rsidRPr="00740EEA">
        <w:rPr>
          <w:rFonts w:ascii="Times New Roman" w:eastAsia="Calibri" w:hAnsi="Times New Roman" w:cs="Times New Roman"/>
          <w:sz w:val="24"/>
          <w:szCs w:val="24"/>
        </w:rPr>
        <w:t xml:space="preserve">               Відповідно до пункту 34 частини 1 статті 26,  статті 42 Закону України «Про місцеве самоврядування в Україні», керуючись Законом України «Про оренду землі», Земельним  кодексом України, розглянувши звернення КП «</w:t>
      </w:r>
      <w:proofErr w:type="spellStart"/>
      <w:r w:rsidRPr="00740EEA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740EEA">
        <w:rPr>
          <w:rFonts w:ascii="Times New Roman" w:eastAsia="Calibri" w:hAnsi="Times New Roman" w:cs="Times New Roman"/>
          <w:sz w:val="24"/>
          <w:szCs w:val="24"/>
        </w:rPr>
        <w:t xml:space="preserve"> піщаний кар’єр», </w:t>
      </w:r>
      <w:r w:rsidRPr="00740EEA">
        <w:rPr>
          <w:rFonts w:ascii="Times New Roman" w:eastAsia="Times New Roman" w:hAnsi="Times New Roman" w:cs="Times New Roman"/>
          <w:sz w:val="24"/>
          <w:szCs w:val="24"/>
        </w:rPr>
        <w:t>врахувавши висновки</w:t>
      </w:r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постійної комісії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благоустрою, сільська рада </w:t>
      </w:r>
    </w:p>
    <w:p w:rsidR="007D3E83" w:rsidRPr="00740EEA" w:rsidRDefault="007D3E83" w:rsidP="007D3E83">
      <w:pPr>
        <w:spacing w:after="0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7D3E83" w:rsidRDefault="007D3E83" w:rsidP="007D3E83">
      <w:pPr>
        <w:pStyle w:val="af3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/>
        </w:rPr>
        <w:t>1.</w:t>
      </w:r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Внести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зміни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до договору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оренди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землі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від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03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серпня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2021 року,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укладеного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з </w:t>
      </w:r>
    </w:p>
    <w:p w:rsidR="007D3E83" w:rsidRPr="00740EEA" w:rsidRDefault="007D3E83" w:rsidP="007D3E83">
      <w:pPr>
        <w:spacing w:after="0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sz w:val="24"/>
          <w:szCs w:val="24"/>
        </w:rPr>
        <w:t>Колективним підприємством «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піщаний кар’єр»  щодо передачі в користування земельної ділянки площею 4,0000 га, </w:t>
      </w:r>
      <w:r w:rsidRPr="00740EEA">
        <w:rPr>
          <w:rFonts w:ascii="Times New Roman" w:hAnsi="Times New Roman" w:cs="Times New Roman"/>
          <w:sz w:val="24"/>
          <w:szCs w:val="24"/>
        </w:rPr>
        <w:t>для розміщення та експлуатації основних, підсобних і допоміжних будівель та споруд підприємствами, що пов’язані з користуванням надрами</w:t>
      </w:r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, кадастровий номер 6823984000:03:012:0180, а саме: </w:t>
      </w:r>
    </w:p>
    <w:p w:rsidR="007D3E83" w:rsidRDefault="007D3E83" w:rsidP="007D3E83">
      <w:pPr>
        <w:pStyle w:val="af3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/>
        </w:rPr>
        <w:t>1.1.</w:t>
      </w:r>
      <w:r w:rsidRPr="00740EEA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Договір оренди землі  доповнити пунктом 2-2 «Нормативна грошова оцінка </w:t>
      </w:r>
    </w:p>
    <w:p w:rsidR="007D3E83" w:rsidRPr="00740EEA" w:rsidRDefault="007D3E83" w:rsidP="007D3E83">
      <w:pPr>
        <w:spacing w:after="0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sz w:val="24"/>
          <w:szCs w:val="24"/>
        </w:rPr>
        <w:t>земельної ділянки на дату укладення Договору з урахуванням індексації становить 4 868 168,72 (чотири мільйони вісімсот шістдесят вісім тисяч сто шістдесят вісім) грн. 72 коп.;</w:t>
      </w:r>
    </w:p>
    <w:p w:rsidR="007D3E83" w:rsidRPr="00740EEA" w:rsidRDefault="007D3E83" w:rsidP="007D3E83">
      <w:pPr>
        <w:pStyle w:val="af3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/>
        </w:rPr>
        <w:t>1.2.</w:t>
      </w:r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Пункт 6 Договору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оренди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землі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викласти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новій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40EEA">
        <w:rPr>
          <w:rFonts w:ascii="Times New Roman" w:eastAsia="Arial Unicode MS" w:hAnsi="Times New Roman" w:cs="Times New Roman"/>
          <w:sz w:val="24"/>
          <w:szCs w:val="24"/>
        </w:rPr>
        <w:t>редакції</w:t>
      </w:r>
      <w:proofErr w:type="spellEnd"/>
      <w:r w:rsidRPr="00740EEA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7D3E83" w:rsidRPr="00740EEA" w:rsidRDefault="007D3E83" w:rsidP="007D3E83">
      <w:pPr>
        <w:pStyle w:val="af5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740EEA">
        <w:rPr>
          <w:rFonts w:ascii="Times New Roman" w:eastAsia="Arial Unicode MS" w:hAnsi="Times New Roman"/>
          <w:sz w:val="24"/>
          <w:szCs w:val="24"/>
        </w:rPr>
        <w:t>«</w:t>
      </w:r>
      <w:r w:rsidRPr="00740EEA">
        <w:rPr>
          <w:rFonts w:ascii="Times New Roman" w:hAnsi="Times New Roman"/>
          <w:sz w:val="24"/>
          <w:szCs w:val="24"/>
        </w:rPr>
        <w:t xml:space="preserve">Орендна плата вноситься Орендарем на рахунок Орендодавця виключно у </w:t>
      </w:r>
      <w:r w:rsidRPr="00740EEA">
        <w:rPr>
          <w:rFonts w:ascii="Times New Roman" w:hAnsi="Times New Roman"/>
          <w:bCs/>
          <w:sz w:val="24"/>
          <w:szCs w:val="24"/>
        </w:rPr>
        <w:t>грошовій формі та розмірі</w:t>
      </w:r>
      <w:r w:rsidRPr="00740EEA">
        <w:rPr>
          <w:rFonts w:ascii="Times New Roman" w:hAnsi="Times New Roman"/>
          <w:sz w:val="24"/>
          <w:szCs w:val="24"/>
        </w:rPr>
        <w:t xml:space="preserve"> 4% </w:t>
      </w:r>
      <w:r w:rsidRPr="00740EEA">
        <w:rPr>
          <w:rFonts w:ascii="Times New Roman" w:hAnsi="Times New Roman"/>
          <w:bCs/>
          <w:sz w:val="24"/>
          <w:szCs w:val="24"/>
        </w:rPr>
        <w:t>від нормативної грошової оцінки земельної ділянки та становить</w:t>
      </w:r>
      <w:r w:rsidRPr="00740EEA">
        <w:rPr>
          <w:rFonts w:ascii="Times New Roman" w:hAnsi="Times New Roman"/>
          <w:sz w:val="24"/>
          <w:szCs w:val="24"/>
        </w:rPr>
        <w:t xml:space="preserve"> 194 726 (сто дев’яносто чотири тисячі сімсот двадцять шість) грн.  75 коп. за один рік користування земельною ділянкою.</w:t>
      </w:r>
    </w:p>
    <w:p w:rsidR="007D3E83" w:rsidRPr="00740EEA" w:rsidRDefault="007D3E83" w:rsidP="007D3E83">
      <w:pPr>
        <w:shd w:val="clear" w:color="auto" w:fill="FFFFFF"/>
        <w:autoSpaceDE w:val="0"/>
        <w:spacing w:after="0"/>
        <w:ind w:firstLine="567"/>
        <w:jc w:val="both"/>
        <w:rPr>
          <w:rStyle w:val="st42"/>
          <w:rFonts w:ascii="Times New Roman" w:hAnsi="Times New Roman" w:cs="Times New Roman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40EEA">
        <w:rPr>
          <w:rStyle w:val="st42"/>
          <w:rFonts w:ascii="Times New Roman" w:hAnsi="Times New Roman" w:cs="Times New Roman"/>
          <w:sz w:val="24"/>
          <w:szCs w:val="24"/>
        </w:rPr>
        <w:t xml:space="preserve">Орендна плата вноситься Орендарем </w:t>
      </w:r>
      <w:r w:rsidRPr="00740EEA">
        <w:rPr>
          <w:rFonts w:ascii="Times New Roman" w:hAnsi="Times New Roman" w:cs="Times New Roman"/>
          <w:sz w:val="24"/>
          <w:szCs w:val="24"/>
        </w:rPr>
        <w:t xml:space="preserve">у грошовій формі </w:t>
      </w:r>
      <w:r w:rsidRPr="00740EEA">
        <w:rPr>
          <w:rStyle w:val="st42"/>
          <w:rFonts w:ascii="Times New Roman" w:hAnsi="Times New Roman" w:cs="Times New Roman"/>
          <w:sz w:val="24"/>
          <w:szCs w:val="24"/>
        </w:rPr>
        <w:t>щомісячно у розмірі 16 227 (шістнадцять тисяч двісті двадцять сім) грн. 23  коп.</w:t>
      </w:r>
    </w:p>
    <w:p w:rsidR="007D3E83" w:rsidRPr="00740EEA" w:rsidRDefault="007D3E83" w:rsidP="007D3E83">
      <w:pPr>
        <w:spacing w:after="0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740EEA">
        <w:rPr>
          <w:rFonts w:ascii="Times New Roman" w:eastAsia="Arial Unicode MS" w:hAnsi="Times New Roman" w:cs="Times New Roman"/>
          <w:sz w:val="24"/>
          <w:szCs w:val="24"/>
        </w:rPr>
        <w:t>1.3.Пункт 8 Договору оренди землі викласти в новій редакції:</w:t>
      </w:r>
    </w:p>
    <w:p w:rsidR="007D3E83" w:rsidRPr="00740EEA" w:rsidRDefault="007D3E83" w:rsidP="007D3E83">
      <w:pPr>
        <w:shd w:val="clear" w:color="auto" w:fill="FFFFFF"/>
        <w:autoSpaceDE w:val="0"/>
        <w:spacing w:after="0"/>
        <w:ind w:firstLine="567"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740EEA">
        <w:rPr>
          <w:rStyle w:val="st42"/>
          <w:rFonts w:ascii="Times New Roman" w:hAnsi="Times New Roman" w:cs="Times New Roman"/>
          <w:sz w:val="24"/>
          <w:szCs w:val="24"/>
        </w:rPr>
        <w:lastRenderedPageBreak/>
        <w:t xml:space="preserve">«Орендна плата вноситься щомісячно, </w:t>
      </w:r>
      <w:r w:rsidRPr="00740EEA">
        <w:rPr>
          <w:rFonts w:ascii="Times New Roman" w:hAnsi="Times New Roman" w:cs="Times New Roman"/>
          <w:sz w:val="24"/>
          <w:szCs w:val="24"/>
        </w:rPr>
        <w:t>не пізніше останнього дня місяця, наступного за звітнім, але не пізніше ніж у терміни встановлені чинним законодавством України.</w:t>
      </w:r>
    </w:p>
    <w:p w:rsidR="007D3E83" w:rsidRPr="00740EEA" w:rsidRDefault="007D3E83" w:rsidP="007D3E83">
      <w:pPr>
        <w:shd w:val="clear" w:color="auto" w:fill="FFFFFF"/>
        <w:autoSpaceDE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0EEA">
        <w:rPr>
          <w:rFonts w:ascii="Times New Roman" w:hAnsi="Times New Roman" w:cs="Times New Roman"/>
          <w:sz w:val="24"/>
          <w:szCs w:val="24"/>
        </w:rPr>
        <w:t>Орендар, за погодженням з Орендодавцем може перенести термін виплати орендної плати.»</w:t>
      </w:r>
    </w:p>
    <w:p w:rsidR="007D3E83" w:rsidRPr="00740EEA" w:rsidRDefault="007D3E83" w:rsidP="007D3E83">
      <w:pPr>
        <w:pStyle w:val="af3"/>
        <w:spacing w:after="0"/>
        <w:ind w:left="567"/>
        <w:jc w:val="both"/>
        <w:textAlignment w:val="baseline"/>
        <w:rPr>
          <w:rFonts w:ascii="Times New Roman" w:eastAsia="Arial Unicode MS" w:hAnsi="Times New Roman" w:cs="Times New Roman"/>
          <w:sz w:val="24"/>
          <w:szCs w:val="24"/>
        </w:rPr>
      </w:pPr>
    </w:p>
    <w:p w:rsidR="007D3E83" w:rsidRPr="007D3E83" w:rsidRDefault="007D3E83" w:rsidP="007D3E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D3E83">
        <w:rPr>
          <w:rFonts w:ascii="Times New Roman" w:hAnsi="Times New Roman" w:cs="Times New Roman"/>
          <w:sz w:val="24"/>
          <w:szCs w:val="24"/>
          <w:lang w:val="ru-RU"/>
        </w:rPr>
        <w:t xml:space="preserve">2.Протягом  місяця з моменту прийняття вказаного рішення, Орендарю укласти </w:t>
      </w:r>
    </w:p>
    <w:p w:rsidR="007D3E83" w:rsidRPr="007D3E83" w:rsidRDefault="007D3E83" w:rsidP="007D3E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SimSun" w:hAnsi="Times New Roman" w:cs="Times New Roman"/>
          <w:sz w:val="24"/>
          <w:szCs w:val="24"/>
          <w:lang w:val="ru-RU"/>
        </w:rPr>
      </w:pPr>
      <w:r w:rsidRPr="007D3E83">
        <w:rPr>
          <w:rFonts w:ascii="Times New Roman" w:hAnsi="Times New Roman" w:cs="Times New Roman"/>
          <w:sz w:val="24"/>
          <w:szCs w:val="24"/>
          <w:lang w:val="ru-RU"/>
        </w:rPr>
        <w:t>додаткову угоду до договору оренди земельної ділянки, та провести державну реєстрацію іншого речового права на земельну ділянку відповідно чинного законодавства.</w:t>
      </w:r>
    </w:p>
    <w:p w:rsidR="007D3E83" w:rsidRPr="00740EEA" w:rsidRDefault="007D3E83" w:rsidP="007D3E83">
      <w:pPr>
        <w:tabs>
          <w:tab w:val="left" w:pos="4424"/>
        </w:tabs>
        <w:spacing w:after="0"/>
        <w:ind w:firstLine="567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40EEA">
        <w:rPr>
          <w:rFonts w:ascii="Times New Roman" w:eastAsia="Arial Unicode MS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3E83" w:rsidRPr="00740EEA" w:rsidRDefault="007D3E83" w:rsidP="007D3E83">
      <w:pPr>
        <w:tabs>
          <w:tab w:val="left" w:pos="708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3E83" w:rsidRPr="00740EEA" w:rsidRDefault="007D3E83" w:rsidP="007D3E83">
      <w:pPr>
        <w:tabs>
          <w:tab w:val="left" w:pos="708"/>
        </w:tabs>
        <w:spacing w:after="0"/>
        <w:jc w:val="both"/>
        <w:rPr>
          <w:rFonts w:ascii="Times New Roman" w:eastAsia="SimSun" w:hAnsi="Times New Roman" w:cs="Times New Roman"/>
          <w:sz w:val="24"/>
          <w:szCs w:val="24"/>
        </w:rPr>
      </w:pPr>
    </w:p>
    <w:p w:rsidR="007D3E83" w:rsidRPr="00740EEA" w:rsidRDefault="007D3E83" w:rsidP="007D3E8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E83" w:rsidRPr="00740EEA" w:rsidRDefault="007D3E83" w:rsidP="007D3E8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D3E83" w:rsidRPr="006C2CCC" w:rsidRDefault="007D3E83" w:rsidP="007D3E83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40EEA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 w:rsidRPr="00740EEA">
        <w:rPr>
          <w:rFonts w:ascii="Times New Roman" w:hAnsi="Times New Roman" w:cs="Times New Roman"/>
          <w:sz w:val="24"/>
          <w:szCs w:val="24"/>
        </w:rPr>
        <w:tab/>
      </w:r>
      <w:r w:rsidRPr="00740EEA">
        <w:rPr>
          <w:rFonts w:ascii="Times New Roman" w:hAnsi="Times New Roman" w:cs="Times New Roman"/>
          <w:sz w:val="24"/>
          <w:szCs w:val="24"/>
        </w:rPr>
        <w:tab/>
        <w:t xml:space="preserve">           Валерій  МИХАЛЮК</w:t>
      </w:r>
    </w:p>
    <w:p w:rsidR="00633DE6" w:rsidRDefault="00633DE6">
      <w:bookmarkStart w:id="0" w:name="_GoBack"/>
      <w:bookmarkEnd w:id="0"/>
    </w:p>
    <w:sectPr w:rsidR="00633D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E83"/>
    <w:rsid w:val="00633DE6"/>
    <w:rsid w:val="007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link w:val="af4"/>
    <w:uiPriority w:val="34"/>
    <w:qFormat/>
    <w:rsid w:val="007D3E8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D3E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3E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D3E83"/>
    <w:rPr>
      <w:rFonts w:ascii="Consolas" w:hAnsi="Consolas"/>
      <w:sz w:val="20"/>
      <w:szCs w:val="20"/>
      <w:lang w:val="uk-UA" w:eastAsia="uk-UA"/>
    </w:rPr>
  </w:style>
  <w:style w:type="paragraph" w:customStyle="1" w:styleId="af5">
    <w:name w:val="Нормальний текст"/>
    <w:basedOn w:val="a"/>
    <w:link w:val="af6"/>
    <w:rsid w:val="007D3E8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42">
    <w:name w:val="st42"/>
    <w:rsid w:val="007D3E83"/>
    <w:rPr>
      <w:color w:val="000000"/>
    </w:rPr>
  </w:style>
  <w:style w:type="character" w:customStyle="1" w:styleId="af4">
    <w:name w:val="Абзац списка Знак"/>
    <w:link w:val="af3"/>
    <w:uiPriority w:val="34"/>
    <w:locked/>
    <w:rsid w:val="007D3E83"/>
    <w:rPr>
      <w:rFonts w:eastAsiaTheme="minorHAnsi"/>
      <w:lang w:val="ru-RU" w:eastAsia="en-US"/>
    </w:rPr>
  </w:style>
  <w:style w:type="character" w:customStyle="1" w:styleId="af6">
    <w:name w:val="Нормальний текст Знак"/>
    <w:link w:val="af5"/>
    <w:rsid w:val="007D3E83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E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link w:val="af4"/>
    <w:uiPriority w:val="34"/>
    <w:qFormat/>
    <w:rsid w:val="007D3E8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D3E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3E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D3E83"/>
    <w:rPr>
      <w:rFonts w:ascii="Consolas" w:hAnsi="Consolas"/>
      <w:sz w:val="20"/>
      <w:szCs w:val="20"/>
      <w:lang w:val="uk-UA" w:eastAsia="uk-UA"/>
    </w:rPr>
  </w:style>
  <w:style w:type="paragraph" w:customStyle="1" w:styleId="af5">
    <w:name w:val="Нормальний текст"/>
    <w:basedOn w:val="a"/>
    <w:link w:val="af6"/>
    <w:rsid w:val="007D3E83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42">
    <w:name w:val="st42"/>
    <w:rsid w:val="007D3E83"/>
    <w:rPr>
      <w:color w:val="000000"/>
    </w:rPr>
  </w:style>
  <w:style w:type="character" w:customStyle="1" w:styleId="af4">
    <w:name w:val="Абзац списка Знак"/>
    <w:link w:val="af3"/>
    <w:uiPriority w:val="34"/>
    <w:locked/>
    <w:rsid w:val="007D3E83"/>
    <w:rPr>
      <w:rFonts w:eastAsiaTheme="minorHAnsi"/>
      <w:lang w:val="ru-RU" w:eastAsia="en-US"/>
    </w:rPr>
  </w:style>
  <w:style w:type="character" w:customStyle="1" w:styleId="af6">
    <w:name w:val="Нормальний текст Знак"/>
    <w:link w:val="af5"/>
    <w:rsid w:val="007D3E83"/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427</Words>
  <Characters>2440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2021-09-10T08:48:00Z</dcterms:created>
  <dcterms:modified xsi:type="dcterms:W3CDTF">2021-09-10T08:48:00Z</dcterms:modified>
</cp:coreProperties>
</file>