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48D" w:rsidRDefault="00D3648D" w:rsidP="00D364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48D" w:rsidRDefault="00D3648D" w:rsidP="00D364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648D" w:rsidRDefault="00D3648D" w:rsidP="00D364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648D" w:rsidRDefault="00D3648D" w:rsidP="00D364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648D" w:rsidRDefault="00D3648D" w:rsidP="00D364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648D" w:rsidRDefault="00D3648D" w:rsidP="00D364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№37</w:t>
      </w:r>
    </w:p>
    <w:p w:rsidR="00D3648D" w:rsidRPr="00DE6ED3" w:rsidRDefault="00D3648D" w:rsidP="00D3648D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3648D" w:rsidRPr="00D7087D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3648D" w:rsidRPr="00DE6ED3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3648D" w:rsidRPr="00DE6ED3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3648D" w:rsidRPr="00DE6ED3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D3648D" w:rsidRPr="00E45DF9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</w:t>
      </w:r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.В.</w:t>
      </w:r>
    </w:p>
    <w:p w:rsidR="00D3648D" w:rsidRPr="00DE6ED3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648D" w:rsidRPr="007909B8" w:rsidRDefault="00D3648D" w:rsidP="00D364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</w:t>
      </w:r>
      <w:proofErr w:type="spellStart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D3648D" w:rsidRPr="007909B8" w:rsidRDefault="00D3648D" w:rsidP="00D364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3648D" w:rsidRPr="00942C3B" w:rsidRDefault="00D3648D" w:rsidP="00D364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Андрію Васильовичу, який зареєстрований за адресою: </w:t>
      </w:r>
      <w:r w:rsidR="0063638B" w:rsidRPr="0063638B">
        <w:rPr>
          <w:rFonts w:ascii="Times New Roman" w:eastAsia="Calibri" w:hAnsi="Times New Roman" w:cs="Times New Roman"/>
          <w:sz w:val="24"/>
        </w:rPr>
        <w:t>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3638B" w:rsidRPr="0063638B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AF1741"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Тетяні Василівні, яка зареєстрована за адресою: </w:t>
      </w:r>
      <w:r w:rsidR="0063638B" w:rsidRPr="0063638B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3638B" w:rsidRPr="0063638B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AF1741"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</w:t>
      </w:r>
      <w:r>
        <w:rPr>
          <w:rFonts w:ascii="Times New Roman" w:eastAsia="Calibri" w:hAnsi="Times New Roman" w:cs="Times New Roman"/>
          <w:sz w:val="24"/>
        </w:rPr>
        <w:t>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Володимиру Васильовичу</w:t>
      </w:r>
      <w:r w:rsidRPr="00AF1741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ий зареєстрований за адресою: </w:t>
      </w:r>
      <w:r w:rsidR="0063638B" w:rsidRPr="0063638B">
        <w:rPr>
          <w:rFonts w:ascii="Times New Roman" w:eastAsia="Calibri" w:hAnsi="Times New Roman" w:cs="Times New Roman"/>
          <w:sz w:val="24"/>
        </w:rPr>
        <w:t>____________</w:t>
      </w:r>
      <w:r w:rsidRPr="00AF1741"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3638B" w:rsidRPr="0063638B">
        <w:rPr>
          <w:rFonts w:ascii="Times New Roman" w:eastAsia="Arial Unicode MS" w:hAnsi="Times New Roman" w:cs="Times New Roman"/>
          <w:sz w:val="24"/>
          <w:szCs w:val="24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Андрію Васильовичу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4/6 частки;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Тетяні Василівні 1/6 частки;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 Володимиру Васильовичу 1/6 частки.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Земельна ділянка площею 0,3264 га,  кадастровий номер: 6823984000:03:018:0158,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>)  район,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Крупець.</w:t>
      </w:r>
    </w:p>
    <w:p w:rsidR="00D3648D" w:rsidRPr="007909B8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D3648D" w:rsidRPr="00DE6ED3" w:rsidRDefault="00D3648D" w:rsidP="00D364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D3648D" w:rsidRPr="00DE6ED3" w:rsidRDefault="00D3648D" w:rsidP="00D364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3648D" w:rsidRPr="00DE6ED3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3648D" w:rsidRPr="00B7319E" w:rsidRDefault="00D3648D" w:rsidP="00D364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820A22" w:rsidRDefault="00820A22"/>
    <w:sectPr w:rsidR="00820A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8D"/>
    <w:rsid w:val="00171A2E"/>
    <w:rsid w:val="00304C90"/>
    <w:rsid w:val="00505B6D"/>
    <w:rsid w:val="0063638B"/>
    <w:rsid w:val="006D3977"/>
    <w:rsid w:val="007D6C18"/>
    <w:rsid w:val="00820A22"/>
    <w:rsid w:val="00D1641A"/>
    <w:rsid w:val="00D3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364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364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3648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364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364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3648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2</Pages>
  <Words>1394</Words>
  <Characters>796</Characters>
  <Application>Microsoft Office Word</Application>
  <DocSecurity>0</DocSecurity>
  <Lines>6</Lines>
  <Paragraphs>4</Paragraphs>
  <ScaleCrop>false</ScaleCrop>
  <Company>Microsoft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2021-03-30T13:07:00Z</dcterms:created>
  <dcterms:modified xsi:type="dcterms:W3CDTF">2021-03-31T06:11:00Z</dcterms:modified>
</cp:coreProperties>
</file>