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5DC1" w:rsidRPr="009A7621" w:rsidRDefault="004E5DC1" w:rsidP="004E5DC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92710</wp:posOffset>
                </wp:positionV>
                <wp:extent cx="440690" cy="573405"/>
                <wp:effectExtent l="0" t="0" r="0" b="0"/>
                <wp:wrapNone/>
                <wp:docPr id="1164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" cy="573405"/>
                          <a:chOff x="0" y="0"/>
                          <a:chExt cx="1142" cy="1718"/>
                        </a:xfrm>
                      </wpg:grpSpPr>
                      <wps:wsp>
                        <wps:cNvPr id="116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left:0;text-align:left;margin-left:220.2pt;margin-top:7.3pt;width:34.7pt;height:45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FCM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4Mp7B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lF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I68kA&#10;AADeAAAADwAAAGRycy9kb3ducmV2LnhtbESPzUvDQBDF74L/wzKCl2I3FYwauy1SiB89CP0Ar0N2&#10;zEazs2F3bWP/eucgeJth3rz3fvPl6Ht1oJi6wAZm0wIUcRNsx62B/a6+ugOVMrLFPjAZ+KEEy8X5&#10;2RwrG468ocM2t0pMOFVowOU8VFqnxpHHNA0Dsdw+QvSYZY2tthGPYu57fV0UpfbYsSQ4HGjlqPna&#10;fnsDn/Wbe1/dnp7i5H5Dp0m9fu5fS2MuL8bHB1CZxvwv/vt+sVJ/Vt4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/7I6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JccYA&#10;AADeAAAADwAAAGRycy9kb3ducmV2LnhtbESPzWrDMBCE74W+g9hCLiWR3dIQ3MjGhCaUXEJ+HmCx&#10;NpaptTKWYjtvHxUKve0ys/PNrovJtmKg3jeOFaSLBARx5XTDtYLLeTtfgfABWWPrmBTcyUORPz+t&#10;MdNu5CMNp1CLGMI+QwUmhC6T0leGLPqF64ijdnW9xRDXvpa6xzGG21a+JclSWmw4Egx2tDFU/Zxu&#10;NkIO73jYX8fzdjfhiF97w6/lUanZy1R+ggg0hX/z3/W3jvXT5Uc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HJ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CPM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R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3Qj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/yncYA&#10;AADeAAAADwAAAGRycy9kb3ducmV2LnhtbESP3WrCQBCF74W+wzJCb6RuUqlI6ipStEhugj8PMGTH&#10;bDA7G7Jrkr69Wyj0boZz5nxn1tvRNqKnzteOFaTzBARx6XTNlYLr5fC2AuEDssbGMSn4IQ/bzctk&#10;jZl2A5+oP4dKxBD2GSowIbSZlL40ZNHPXUsctZvrLIa4dpXUHQ4x3DbyPUmW0mLNkWCwpS9D5f38&#10;sBFSLLDIb8Pl8D3igPvc8Gx3Uup1Ou4+QQQaw7/57/qoY/10+bG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/y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/08QA&#10;AADeAAAADwAAAGRycy9kb3ducmV2LnhtbERPTUsDMRC9C/6HMII3m21pt7I2LVIViuChrSDehs10&#10;d3EzCcnY3f57Iwje5vE+Z7UZXa/OFFPn2cB0UoAirr3tuDHwfny5uweVBNli75kMXCjBZn19tcLK&#10;+oH3dD5Io3IIpwoNtCKh0jrVLTlMEx+IM3fy0aFkGBttIw453PV6VhSldthxbmgx0Lal+uvw7Qy8&#10;Dc/hdVkuTuEzzmc6PVn52Ioxtzfj4wMooVH+xX/unc3zp+Vi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f9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HocQA&#10;AADeAAAADwAAAGRycy9kb3ducmV2LnhtbERP32vCMBB+F/wfwg18GZrqqIxqFBXCBhuMOcHXoznb&#10;suZSkmi7/34ZDHy7j+/nrbeDbcWNfGgcK5jPMhDEpTMNVwpOX3r6DCJEZIOtY1LwQwG2m/FojYVx&#10;PX/S7RgrkUI4FKigjrErpAxlTRbDzHXEibs4bzEm6CtpPPYp3LZykWVLabHh1FBjR4eayu/j1SrY&#10;f/TVk38s94N7u7ycc62NftdKTR6G3QpEpCHexf/uV5Pmz5d5Dn/vpB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x6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TKcIA&#10;AADeAAAADwAAAGRycy9kb3ducmV2LnhtbERPzYrCMBC+L/gOYQRva6pokWoUcSksy1509wGGZmyq&#10;zaQksda3NwsL3ubj+53NbrCt6MmHxrGC2TQDQVw53XCt4PenfF+BCBFZY+uYFDwowG47ettgod2d&#10;j9SfYi1SCIcCFZgYu0LKUBmyGKauI07c2XmLMUFfS+3xnsJtK+dZlkuLDacGgx0dDFXX080qKL/m&#10;3/31pn3p9sPC0tJcVh9Gqcl42K9BRBriS/zv/tRp/ixf5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RM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8T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T2bTO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fx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iwMUA&#10;AADeAAAADwAAAGRycy9kb3ducmV2LnhtbESPQWsCMRCF74X+hzAFbzWrVJHVKNKyUEovVX/AsBk3&#10;q5vJksR1/fedQ6G3Gd6b977Z7EbfqYFiagMbmE0LUMR1sC03Bk7H6nUFKmVki11gMvCgBLvt89MG&#10;Sxvu/EPDITdKQjiVaMDl3Jdap9qRxzQNPbFo5xA9Zlljo23Eu4T7Ts+LYqk9tiwNDnt6d1RfDzdv&#10;oPqafw/Xm41V2I9vnhbusvpwxkxexv0aVKYx/5v/rj+t4M+W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iL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Zs8IA&#10;AADeAAAADwAAAGRycy9kb3ducmV2LnhtbERP22rCQBB9L/gPywh9q5u0jWh0DUVIqY+NfsCQHZNg&#10;djZm11z+vlso9G0O5zr7bDKtGKh3jWUF8SoCQVxa3XCl4HLOXzYgnEfW2FomBTM5yA6Lpz2m2o78&#10;TUPhKxFC2KWooPa+S6V0ZU0G3cp2xIG72t6gD7CvpO5xDOGmla9RtJYGGw4NNXZ0rKm8FQ+j4H0e&#10;P+9FcotybSg+vXUn9mWi1PNy+tiB8DT5f/Gf+0uH+fE62cLvO+EG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Bm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sPMUA&#10;AADeAAAADwAAAGRycy9kb3ducmV2LnhtbESPT4vCQAzF7wt+hyELe1uneijadRRZURZPWv+cQye2&#10;ZTuZ0hm1fntzELwl5OW995steteoG3Wh9mxgNExAERfe1lwaOB7W3xNQISJbbDyTgQcFWMwHHzPM&#10;rL/znm55LJWYcMjQQBVjm2kdioochqFvieV28Z3DKGtXatvhXcxdo8dJkmqHNUtChS39VlT851dn&#10;4Jqex0e+bO0uXz0209V6GfSpNObrs1/+gIrUx7f49f1npf4oTQVAcG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Gw8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5usYA&#10;AADeAAAADwAAAGRycy9kb3ducmV2LnhtbERPTU/CQBC9m/AfNkPCTbYVs8HCQsDEBDlARD1wG7tj&#10;W+jO1u4C5d+7JCbe5uV9znTe2VqcqfWVYw3pMAFBnDtTcaHh4/3lfgzCB2SDtWPScCUP81nvboqZ&#10;cRd+o/MuFCKGsM9QQxlCk0np85Is+qFriCP37VqLIcK2kKbFSwy3tXxIEiUtVhwbSmzouaT8uDtZ&#10;DZ/bsXraLl8fD+vNF46s+dmbSmk96HeLCYhAXfgX/7lXJs5PlUrh9k68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95u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wWcMA&#10;AADeAAAADwAAAGRycy9kb3ducmV2LnhtbERPS4vCMBC+C/6HMII3Ta1SpBrFB+qyJ1cFr0MztsVm&#10;UpqodX/9ZmFhb/PxPWe+bE0lntS40rKC0TACQZxZXXKu4HLeDaYgnEfWWFkmBW9ysFx0O3NMtX3x&#10;Fz1PPhchhF2KCgrv61RKlxVk0A1tTRy4m20M+gCbXOoGXyHcVDKOokQaLDk0FFjTpqDsfnoYBd/J&#10;FY/uEK+3Y+3pPZnu7edxr1S/165mIDy1/l/85/7QYf4oSWL4fSf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RwW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mLhsQA&#10;AADeAAAADwAAAGRycy9kb3ducmV2LnhtbERPzWrCQBC+F3yHZQre6kZJg6auIkXBW5vYBxiy000w&#10;Oxuz2yT26buFQm/z8f3Odj/ZVgzU+8axguUiAUFcOd2wUfBxOT2tQfiArLF1TAru5GG/mz1sMddu&#10;5IKGMhgRQ9jnqKAOocul9FVNFv3CdcSR+3S9xRBhb6TucYzhtpWrJMmkxYZjQ40dvdZUXcsvq+Dm&#10;Vs96Ko/4dj1u3htj0tt3kSo1f5wOLyACTeFf/Oc+6zh/mWUb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pi4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w40cYA&#10;AADeAAAADwAAAGRycy9kb3ducmV2LnhtbESPT2/CMAzF70h8h8iTdhspTCtQCIhNmsSVP4cdvcS0&#10;ZY1Tmgy6ffr5MImbrff83s/Lde8bdaUu1oENjEcZKGIbXM2lgePh/WkGKiZkh01gMvBDEdar4WCJ&#10;hQs33tF1n0olIRwLNFCl1BZaR1uRxzgKLbFop9B5TLJ2pXYd3iTcN3qSZbn2WLM0VNjSW0X2a//t&#10;DWzrT3rJ7WnuZ6929/F7Sc/TszPm8aHfLEAl6tPd/H+9dYI/zufCK+/ID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w40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ncYA&#10;AADeAAAADwAAAGRycy9kb3ducmV2LnhtbERP0WrCQBB8F/oPxxb6phd9kCb1EmpBUFqFpqV9XXLb&#10;XGhuL+TOGP/eEwTfZnd2ZnZWxWhbMVDvG8cK5rMEBHHldMO1gu+vzfQZhA/IGlvHpOBMHor8YbLC&#10;TLsTf9JQhlpEE/YZKjAhdJmUvjJk0c9cRxy5P9dbDHHsa6l7PEVz28pFkiylxYZjgsGO3gxV/+XR&#10;KhjwcE5+zXqf7pqPanFY/7zruFdPj+PrC4hAY7gf39RbHd+fL9MUrnUiBpl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Fkn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2IgMQA&#10;AADeAAAADwAAAGRycy9kb3ducmV2LnhtbESPQU/DMAyF70j8h8hI3Fi6HgCVZRNCGuIIhQNH03hN&#10;R2NXSVgLvx4fkLjZ8vN779vsljiaE6U8CDtYryowxJ34gXsHb6/7q1swuSB7HIXJwTdl2G3PzzbY&#10;eJn5hU5t6Y2acG7QQShlaqzNXaCIeSUTsd4OkiIWXVNvfcJZzeNo66q6thEH1oSAEz0E6j7br+hg&#10;fuw+jvXh3YefNMm+fZZjPYpzlxfL/R2YQkv5F/99P3mtv76pFEBx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9iI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9DMQA&#10;AADeAAAADwAAAGRycy9kb3ducmV2LnhtbERPS2sCMRC+C/0PYQq9aXY9qKxGsT6glIr4uo+bcXdt&#10;Mlk2qW7/fVMQvM3H95zJrLVG3KjxlWMFaS8BQZw7XXGh4HhYd0cgfEDWaByTgl/yMJu+dCaYaXfn&#10;Hd32oRAxhH2GCsoQ6kxKn5dk0fdcTRy5i2sshgibQuoG7zHcGtlPkoG0WHFsKLGmRUn59/7HKlhv&#10;l+ba3+zmJxkWq+HZjD7fl19Kvb228zGIQG14ih/uDx3np8Mkhf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JPQ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+78YA&#10;AADeAAAADwAAAGRycy9kb3ducmV2LnhtbERPTWvCQBC9C/0PyxR6KbrRopU0GxGhxEIFq4LXMTtN&#10;gtnZkN0m6b/vCgVv83ifk6wGU4uOWldZVjCdRCCIc6srLhScju/jJQjnkTXWlknBLzlYpQ+jBGNt&#10;e/6i7uALEULYxaig9L6JpXR5SQbdxDbEgfu2rUEfYFtI3WIfwk0tZ1G0kAYrDg0lNrQpKb8efoyC&#10;bv95Kbadaz6uy2c3f7lk2U6flXp6HNZvIDwN/i7+d291mD99jWZweyfc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1+7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2lac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7Q/UM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2lacYAAADeAAAADwAAAAAAAAAAAAAAAACYAgAAZHJz&#10;L2Rvd25yZXYueG1sUEsFBgAAAAAEAAQA9QAAAIsDAAAAAA==&#10;" fillcolor="black" stroked="f"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zHcYA&#10;AADeAAAADwAAAGRycy9kb3ducmV2LnhtbERPS2sCMRC+C/0PYQRvmlWsytYotbUg1B58HDxON+Nu&#10;2M1k2URd++sbodDbfHzPmS9bW4krNd44VjAcJCCIM6cN5wqOh4/+DIQPyBorx6TgTh6Wi6fOHFPt&#10;bryj6z7kIoawT1FBEUKdSumzgiz6gauJI3d2jcUQYZNL3eAthttKjpJkIi0ajg0F1vRWUFbuL1bB&#10;6XNiZjtDo+/tz2qtt8/l6uu9VKrXbV9fQARqw7/4z73Rcf5wmozh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czH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7tMQA&#10;AADeAAAADwAAAGRycy9kb3ducmV2LnhtbERPTWsCMRC9F/ofwhS8aaJQK6tRpEXqxUNtS6/DZtxs&#10;dzPZJlFXf31TEHqbx/ucxap3rThRiLVnDeORAkFcelNzpeHjfTOcgYgJ2WDrmTRcKMJqeX+3wML4&#10;M7/RaZ8qkUM4FqjBptQVUsbSksM48h1x5g4+OEwZhkqagOcc7lo5UWoqHdacGyx29GypbPZHpyGs&#10;v16aKx8/G3XdXeLrd/8zQ6v14KFfz0Ek6tO/+Obemjx//KQe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5+7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TiMQA&#10;AADeAAAADwAAAGRycy9kb3ducmV2LnhtbERP22oCMRB9F/oPYQp9kZrog5etUYpQKFQELx8w3Ux3&#10;lyaTZTPq2q9vhELf5nCus1z3wasLdamJbGE8MqCIy+gariycjm/Pc1BJkB36yGThRgnWq4fBEgsX&#10;r7yny0EqlUM4FWihFmkLrVNZU8A0ii1x5r5iF1Ay7CrtOrzm8OD1xJipDthwbqixpU1N5ffhHCz4&#10;yadffMzSVm4nvTU/QfbDnbP26bF/fQEl1Mu/+M/97vL88cxM4f5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a04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3ScQA&#10;AADeAAAADwAAAGRycy9kb3ducmV2LnhtbERPS2sCMRC+F/wPYYTealYPtaxG8YGwlx66VbyOm+lm&#10;aTJZNlG3/npTELzNx/ec+bJ3VlyoC41nBeNRBoK48rrhWsH+e/f2ASJEZI3WMyn4owDLxeBljrn2&#10;V/6iSxlrkUI45KjAxNjmUobKkMMw8i1x4n585zAm2NVSd3hN4c7KSZa9S4cNpwaDLW0MVb/l2SnY&#10;lq2d7AuzDsfD5+lki9uOjlulXof9agYiUh+f4oe70Gn+eJpN4f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GN0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RDcUA&#10;AADeAAAADwAAAGRycy9kb3ducmV2LnhtbESPT2/CMAzF75P2HSJP4jYSOADqCGiaQELiNP4cuFmJ&#10;1xYap2oCLd9+PkzazdZ7fu/n5XoIjXpQl+rIFiZjA4rYRV9zaeF03L4vQKWM7LGJTBaelGC9en1Z&#10;YuFjz9/0OORSSQinAi1UObeF1slVFDCNY0ss2k/sAmZZu1L7DnsJD42eGjPTAWuWhgpb+qrI3Q73&#10;YOG61fvoDLrz6dzv/PyymVFjrB29DZ8foDIN+d/8d73zgj+ZG+GVd2QG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BEN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hH8cQA&#10;AADeAAAADwAAAGRycy9kb3ducmV2LnhtbERPS2sCMRC+C/0PYQreNKtCtduNYgsFUTxUS+lxupl9&#10;sJvJkkTd/nsjCN7m43tOtupNK87kfG1ZwWScgCDOra65VPB9/BwtQPiArLG1TAr+ycNq+TTIMNX2&#10;wl90PoRSxBD2KSqoQuhSKX1ekUE/th1x5ArrDIYIXSm1w0sMN62cJsmLNFhzbKiwo4+K8uZwMgp+&#10;Tzsu9rPt2r2HH9sffTP9WzRKDZ/79RuIQH14iO/ujY7zJ/PkFW7vxBv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4R/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tw8kA&#10;AADeAAAADwAAAGRycy9kb3ducmV2LnhtbESPT2/CMAzF75P2HSJP2m2kRfsDhYDGpEm7IA3GAW6m&#10;8dqKxumSDAqfHh8m7WbLz++933Teu1YdKcTGs4F8kIEiLr1tuDKw+Xp/GIGKCdli65kMnCnCfHZ7&#10;M8XC+hOv6LhOlRITjgUaqFPqCq1jWZPDOPAdsdy+fXCYZA2VtgFPYu5aPcyyZ+2wYUmosaO3msrD&#10;+tcZWIxHi5/PR15eVvsd7bb7w9MwZMbc3/WvE1CJ+vQv/vv+sFI/f8kFQHBkBj27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katw8kAAADeAAAADwAAAAAAAAAAAAAAAACYAgAA&#10;ZHJzL2Rvd25yZXYueG1sUEsFBgAAAAAEAAQA9QAAAI4DAAAAAA==&#10;" fillcolor="black" stroked="f"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D8sMA&#10;AADeAAAADwAAAGRycy9kb3ducmV2LnhtbERPS0sDMRC+C/0PYQRvNrsKWrZNy1IoiqftQ7xON9PN&#10;4mayJDFd/70RBG/z8T1ntZnsIBL50DtWUM4LEMSt0z13Ck7H3f0CRIjIGgfHpOCbAmzWs5sVVtpd&#10;eU/pEDuRQzhUqMDEOFZShtaQxTB3I3HmLs5bjBn6TmqP1xxuB/lQFE/SYs+5weBIW0Pt5+HLKkjn&#10;bVM/po9k9m++7rxrXt7PjVJ3t1O9BBFpiv/iP/erzvPL57KE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wD8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rDMUA&#10;AADeAAAADwAAAGRycy9kb3ducmV2LnhtbERPTWvCQBC9C/6HZYTezEYRqdFVRGxpe6mNgh6H7JgN&#10;ZmdDdhvT/vpuodDbPN7nrDa9rUVHra8cK5gkKQjiwumKSwWn49P4EYQPyBprx6Tgizxs1sPBCjPt&#10;7vxBXR5KEUPYZ6jAhNBkUvrCkEWfuIY4clfXWgwRtqXULd5juK3lNE3n0mLFscFgQztDxS3/tAr8&#10;ZLc/v9nvRXd5Nvyev5r5oTRKPYz67RJEoD78i//cLzrOTxezGfy+E2+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WqsM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</w:rPr>
      </w:pP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</w:rPr>
      </w:pP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</w:rPr>
      </w:pP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</w:rPr>
      </w:pP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4E5DC1" w:rsidRPr="00DE6ED3" w:rsidRDefault="004E5DC1" w:rsidP="004E5DC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5DC1" w:rsidRDefault="004E5DC1" w:rsidP="004E5D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5DC1" w:rsidRDefault="004E5DC1" w:rsidP="004E5D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</w:rPr>
      </w:pPr>
    </w:p>
    <w:p w:rsidR="004E5DC1" w:rsidRPr="00DE6ED3" w:rsidRDefault="004E5DC1" w:rsidP="004E5DC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>.03. 2021р.                                Крупець                                        №_____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Ковальчуку О.Г.</w:t>
      </w:r>
    </w:p>
    <w:p w:rsidR="004E5DC1" w:rsidRPr="00DE6ED3" w:rsidRDefault="004E5DC1" w:rsidP="004E5DC1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E5DC1" w:rsidRPr="00DE6ED3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</w:t>
      </w:r>
      <w:r>
        <w:rPr>
          <w:rFonts w:ascii="Times New Roman" w:eastAsia="Calibri" w:hAnsi="Times New Roman" w:cs="Times New Roman"/>
          <w:sz w:val="24"/>
        </w:rPr>
        <w:t>землеустрій», розглянувши заяву  Ковальчука О.Г.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4E5DC1" w:rsidRPr="00DE6ED3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4E5DC1" w:rsidRPr="00DE6ED3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E5DC1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На</w:t>
      </w:r>
      <w:r>
        <w:rPr>
          <w:rFonts w:ascii="Times New Roman" w:eastAsia="Calibri" w:hAnsi="Times New Roman" w:cs="Times New Roman"/>
          <w:sz w:val="24"/>
        </w:rPr>
        <w:t>дати Ковальчуку Олександру Григоровичу</w:t>
      </w:r>
      <w:r w:rsidRPr="00717B0B">
        <w:rPr>
          <w:rFonts w:ascii="Times New Roman" w:eastAsia="Calibri" w:hAnsi="Times New Roman" w:cs="Times New Roman"/>
          <w:sz w:val="24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</w:rPr>
        <w:t>сою: _______________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площею 1,7077</w:t>
      </w:r>
      <w:r w:rsidRPr="00DE6ED3">
        <w:rPr>
          <w:rFonts w:ascii="Times New Roman" w:eastAsia="Calibri" w:hAnsi="Times New Roman" w:cs="Times New Roman"/>
          <w:sz w:val="24"/>
        </w:rPr>
        <w:t xml:space="preserve"> га,  для </w:t>
      </w:r>
      <w:r>
        <w:rPr>
          <w:rFonts w:ascii="Times New Roman" w:eastAsia="Calibri" w:hAnsi="Times New Roman" w:cs="Times New Roman"/>
          <w:sz w:val="24"/>
        </w:rPr>
        <w:t>ведення особистого селянського господарства, кадастровий номер 6823984700:04:015:0007</w:t>
      </w:r>
      <w:r w:rsidRPr="00DE6ED3">
        <w:rPr>
          <w:rFonts w:ascii="Times New Roman" w:eastAsia="Calibri" w:hAnsi="Times New Roman" w:cs="Times New Roman"/>
          <w:sz w:val="24"/>
        </w:rPr>
        <w:t xml:space="preserve">, земельна ділянка  розташована </w:t>
      </w:r>
      <w:r>
        <w:rPr>
          <w:rFonts w:ascii="Times New Roman" w:eastAsia="Calibri" w:hAnsi="Times New Roman" w:cs="Times New Roman"/>
          <w:sz w:val="24"/>
        </w:rPr>
        <w:t>Хмельницька область, Славутський  (Шепетівський) район, Лисиченська сільська рада (Крупецька сільська рада).</w:t>
      </w:r>
    </w:p>
    <w:p w:rsidR="004E5DC1" w:rsidRPr="00DE6ED3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Ковальчуку О.Г.</w:t>
      </w:r>
      <w:r w:rsidRPr="00DE6ED3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E5DC1" w:rsidRPr="00DE6ED3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E5DC1" w:rsidRPr="00DE6ED3" w:rsidRDefault="004E5DC1" w:rsidP="004E5D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E5DC1" w:rsidRPr="00DE6ED3" w:rsidRDefault="004E5DC1" w:rsidP="004E5D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E5DC1" w:rsidRPr="00DE6ED3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571E2F" w:rsidRPr="004E5DC1" w:rsidRDefault="004E5DC1" w:rsidP="004E5DC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571E2F" w:rsidRPr="004E5D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DC1"/>
    <w:rsid w:val="00171A2E"/>
    <w:rsid w:val="00304C90"/>
    <w:rsid w:val="004E5DC1"/>
    <w:rsid w:val="00505B6D"/>
    <w:rsid w:val="00571E2F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268</Words>
  <Characters>1533</Characters>
  <Application>Microsoft Office Word</Application>
  <DocSecurity>0</DocSecurity>
  <Lines>12</Lines>
  <Paragraphs>3</Paragraphs>
  <ScaleCrop>false</ScaleCrop>
  <Company>Microsoft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2021-03-22T07:10:00Z</dcterms:created>
  <dcterms:modified xsi:type="dcterms:W3CDTF">2021-03-22T07:11:00Z</dcterms:modified>
</cp:coreProperties>
</file>