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DE9" w:rsidRPr="00154EFF" w:rsidRDefault="004A6DE9" w:rsidP="004A6DE9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6DE9" w:rsidRDefault="004A6DE9" w:rsidP="004A6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6DE9" w:rsidRDefault="004A6DE9" w:rsidP="004A6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6DE9" w:rsidRDefault="004A6DE9" w:rsidP="004A6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6DE9" w:rsidRDefault="004A6DE9" w:rsidP="004A6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6DE9" w:rsidRDefault="004A6DE9" w:rsidP="004A6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6DE9" w:rsidRDefault="004A6DE9" w:rsidP="004A6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6DE9" w:rsidRDefault="004A6DE9" w:rsidP="004A6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6DE9" w:rsidRDefault="004A6DE9" w:rsidP="004A6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6DE9" w:rsidRDefault="004A6DE9" w:rsidP="004A6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6DE9" w:rsidRDefault="004A6DE9" w:rsidP="004A6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6DE9" w:rsidRDefault="004A6DE9" w:rsidP="004A6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6DE9" w:rsidRDefault="004A6DE9" w:rsidP="004A6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6DE9" w:rsidRDefault="004A6DE9" w:rsidP="004A6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6DE9" w:rsidRDefault="004A6DE9" w:rsidP="004A6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6DE9" w:rsidRDefault="004A6DE9" w:rsidP="004A6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6DE9" w:rsidRDefault="004A6DE9" w:rsidP="004A6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6DE9" w:rsidRDefault="004A6DE9" w:rsidP="004A6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6DE9" w:rsidRDefault="004A6DE9" w:rsidP="004A6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6DE9" w:rsidRDefault="004A6DE9" w:rsidP="004A6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6DE9" w:rsidRDefault="004A6DE9" w:rsidP="004A6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6DE9" w:rsidRDefault="004A6DE9" w:rsidP="004A6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6DE9" w:rsidRDefault="004A6DE9" w:rsidP="004A6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6DE9" w:rsidRDefault="004A6DE9" w:rsidP="004A6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6DE9" w:rsidRDefault="004A6DE9" w:rsidP="004A6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6DE9" w:rsidRDefault="004A6DE9" w:rsidP="004A6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6DE9" w:rsidRDefault="004A6DE9" w:rsidP="004A6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6DE9" w:rsidRDefault="004A6DE9" w:rsidP="004A6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6DE9" w:rsidRDefault="004A6DE9" w:rsidP="004A6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6DE9" w:rsidRDefault="004A6DE9" w:rsidP="004A6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6DE9" w:rsidRDefault="004A6DE9" w:rsidP="004A6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A6DE9" w:rsidRDefault="004A6DE9" w:rsidP="004A6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A6DE9" w:rsidRDefault="004A6DE9" w:rsidP="004A6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A6DE9" w:rsidRDefault="004A6DE9" w:rsidP="004A6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A6DE9" w:rsidRDefault="004A6DE9" w:rsidP="004A6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A6DE9" w:rsidRDefault="004A6DE9" w:rsidP="004A6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A6DE9" w:rsidRDefault="004A6DE9" w:rsidP="004A6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A6DE9" w:rsidRDefault="004A6DE9" w:rsidP="004A6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A6DE9" w:rsidRDefault="004A6DE9" w:rsidP="004A6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A6DE9" w:rsidRDefault="004A6DE9" w:rsidP="004A6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A6DE9" w:rsidRDefault="004A6DE9" w:rsidP="004A6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A6DE9" w:rsidRDefault="004A6DE9" w:rsidP="004A6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A6DE9" w:rsidRDefault="004A6DE9" w:rsidP="004A6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A6DE9" w:rsidRDefault="004A6DE9" w:rsidP="004A6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A6DE9" w:rsidRDefault="004A6DE9" w:rsidP="004A6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A6DE9" w:rsidRDefault="004A6DE9" w:rsidP="004A6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A6DE9" w:rsidRDefault="004A6DE9" w:rsidP="004A6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A6DE9" w:rsidRDefault="004A6DE9" w:rsidP="004A6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A6DE9" w:rsidRDefault="004A6DE9" w:rsidP="004A6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A6DE9" w:rsidRDefault="004A6DE9" w:rsidP="004A6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A6DE9" w:rsidRDefault="004A6DE9" w:rsidP="004A6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A6DE9" w:rsidRDefault="004A6DE9" w:rsidP="004A6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A6DE9" w:rsidRDefault="004A6DE9" w:rsidP="004A6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A6DE9" w:rsidRDefault="004A6DE9" w:rsidP="004A6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A6DE9" w:rsidRDefault="004A6DE9" w:rsidP="004A6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A6DE9" w:rsidRDefault="004A6DE9" w:rsidP="004A6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A6DE9" w:rsidRDefault="004A6DE9" w:rsidP="004A6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A6DE9" w:rsidRDefault="004A6DE9" w:rsidP="004A6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A6DE9" w:rsidRDefault="004A6DE9" w:rsidP="004A6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A6DE9" w:rsidRDefault="004A6DE9" w:rsidP="004A6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A6DE9" w:rsidRDefault="004A6DE9" w:rsidP="004A6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A6DE9" w:rsidRDefault="004A6DE9" w:rsidP="004A6D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A6DE9" w:rsidRDefault="004A6DE9" w:rsidP="004A6D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A6DE9" w:rsidRDefault="004A6DE9" w:rsidP="004A6D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A6DE9" w:rsidRDefault="004A6DE9" w:rsidP="004A6D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A6DE9" w:rsidRDefault="004A6DE9" w:rsidP="004A6D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A6DE9" w:rsidRDefault="004A6DE9" w:rsidP="004A6DE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A6DE9" w:rsidRDefault="004A6DE9" w:rsidP="004A6D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4A6DE9" w:rsidRDefault="004A6DE9" w:rsidP="004A6D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A6DE9" w:rsidRDefault="004A6DE9" w:rsidP="004A6D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A6DE9" w:rsidRDefault="004A6DE9" w:rsidP="004A6D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A6DE9" w:rsidRDefault="004A6DE9" w:rsidP="004A6D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A6DE9" w:rsidRDefault="004A6DE9" w:rsidP="004A6D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A6DE9" w:rsidRDefault="004A6DE9" w:rsidP="004A6DE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A6DE9" w:rsidRDefault="004A6DE9" w:rsidP="004A6DE9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№11</w:t>
      </w:r>
    </w:p>
    <w:p w:rsidR="004A6DE9" w:rsidRPr="008D6F85" w:rsidRDefault="004A6DE9" w:rsidP="004A6DE9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4A6DE9" w:rsidRPr="008D6F85" w:rsidRDefault="004A6DE9" w:rsidP="004A6DE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4A6DE9" w:rsidRPr="008D6F85" w:rsidRDefault="004A6DE9" w:rsidP="004A6DE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4A6DE9" w:rsidRPr="008D6F85" w:rsidRDefault="004A6DE9" w:rsidP="004A6DE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4A6DE9" w:rsidRPr="008D6F85" w:rsidRDefault="004A6DE9" w:rsidP="004A6DE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4A6DE9" w:rsidRPr="008D6F85" w:rsidRDefault="004A6DE9" w:rsidP="004A6DE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Андрощук С.П.</w:t>
      </w:r>
    </w:p>
    <w:p w:rsidR="004A6DE9" w:rsidRPr="008D6F85" w:rsidRDefault="004A6DE9" w:rsidP="004A6DE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A6DE9" w:rsidRPr="008D6F85" w:rsidRDefault="004A6DE9" w:rsidP="004A6DE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116,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118, 121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,122,186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Андрощук С.П.,  сільська  рада </w:t>
      </w:r>
    </w:p>
    <w:p w:rsidR="004A6DE9" w:rsidRPr="008D6F85" w:rsidRDefault="004A6DE9" w:rsidP="004A6DE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4A6DE9" w:rsidRPr="008D6F85" w:rsidRDefault="004A6DE9" w:rsidP="004A6DE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Андрощук Світлані Петрівні, </w:t>
      </w: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яка  зареєстрована за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BD42FC">
        <w:rPr>
          <w:rFonts w:ascii="Times New Roman" w:eastAsia="Calibri" w:hAnsi="Times New Roman" w:cs="Times New Roman"/>
          <w:sz w:val="24"/>
          <w:szCs w:val="24"/>
        </w:rPr>
        <w:t>__________</w:t>
      </w:r>
      <w:r w:rsidRPr="008D6F85">
        <w:rPr>
          <w:rFonts w:ascii="Times New Roman" w:eastAsia="Calibri" w:hAnsi="Times New Roman" w:cs="Times New Roman"/>
          <w:sz w:val="24"/>
          <w:szCs w:val="24"/>
        </w:rPr>
        <w:t>,</w:t>
      </w:r>
      <w:r w:rsidR="00BD42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BD42FC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bookmarkStart w:id="0" w:name="_GoBack"/>
      <w:bookmarkEnd w:id="0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0,2500 га,  кадастровий номер: 6823986800:03:007:0090, д</w:t>
      </w:r>
      <w:r w:rsidRPr="008D6F85">
        <w:rPr>
          <w:rFonts w:ascii="Times New Roman" w:eastAsia="Calibri" w:hAnsi="Times New Roman" w:cs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 Шепетівський район, </w:t>
      </w:r>
      <w:r w:rsidRPr="008D6F85">
        <w:rPr>
          <w:rFonts w:ascii="Times New Roman" w:eastAsia="Calibri" w:hAnsi="Times New Roman" w:cs="Times New Roman"/>
          <w:sz w:val="24"/>
          <w:szCs w:val="24"/>
        </w:rPr>
        <w:t>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>, вул.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6F85">
        <w:rPr>
          <w:rFonts w:ascii="Times New Roman" w:eastAsia="Calibri" w:hAnsi="Times New Roman" w:cs="Times New Roman"/>
          <w:sz w:val="24"/>
          <w:szCs w:val="24"/>
        </w:rPr>
        <w:t>Лісова, 29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4A6DE9" w:rsidRPr="008D6F85" w:rsidRDefault="004A6DE9" w:rsidP="004A6DE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2. Андрощук С.П., посвідчити своє право  в  установленому  законом  порядку.</w:t>
      </w:r>
    </w:p>
    <w:p w:rsidR="004A6DE9" w:rsidRPr="008D6F85" w:rsidRDefault="004A6DE9" w:rsidP="004A6DE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A6DE9" w:rsidRPr="008D6F85" w:rsidRDefault="004A6DE9" w:rsidP="004A6DE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4A6DE9" w:rsidRDefault="004A6DE9" w:rsidP="004A6DE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973189" w:rsidRDefault="00973189"/>
    <w:sectPr w:rsidR="00973189" w:rsidSect="004A6DE9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DE9"/>
    <w:rsid w:val="004A6DE9"/>
    <w:rsid w:val="00973189"/>
    <w:rsid w:val="00BD4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E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4A6D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4A6DE9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DE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4A6DE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4A6DE9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265</Words>
  <Characters>1517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2022-02-08T06:19:00Z</dcterms:created>
  <dcterms:modified xsi:type="dcterms:W3CDTF">2022-02-08T11:04:00Z</dcterms:modified>
</cp:coreProperties>
</file>