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71D" w:rsidRPr="00694EED" w:rsidRDefault="00B3671D" w:rsidP="00B36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B3671D" w:rsidRPr="00694EED" w:rsidRDefault="00B3671D" w:rsidP="00B36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94EED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74B1E3" wp14:editId="66D9198B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6236" name="Группа 16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623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1D" w:rsidRDefault="00B3671D" w:rsidP="00B367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236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yqHsEA&#10;AADeAAAADwAAAGRycy9kb3ducmV2LnhtbERPTYvCMBC9C/6HMII3TW1BpRpFxBUPglj1PjRjW2wm&#10;pclq999vBMHbPN7nLNedqcWTWldZVjAZRyCIc6srLhRcLz+jOQjnkTXWlknBHzlYr/q9JabavvhM&#10;z8wXIoSwS1FB6X2TSunykgy6sW2IA3e3rUEfYFtI3eIrhJtaxlE0lQYrDg0lNrQtKX9kv0aBTfaH&#10;462Iz8mOZ543p/n91h2VGg66zQKEp85/xR/3QYf50ziZwfudcIN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Mqh7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eMz8kA&#10;AADeAAAADwAAAGRycy9kb3ducmV2LnhtbESPzUvDQBDF74L/wzKCl2I3Vogauy1SiB89CP0Ar0N2&#10;zEazs2F3bWP/eucgeJvhvXnvN/Pl6Ht1oJi6wAaupwUo4ibYjlsD+119dQcqZWSLfWAy8EMJlovz&#10;szlWNhx5Q4dtbpWEcKrQgMt5qLROjSOPaRoGYtE+QvSYZY2tthGPEu57PSuKUnvsWBocDrRy1Hxt&#10;v72Bz/rNva9uT09xcr+h06ReP/evpTGXF+PjA6hMY/43/12/WMEvZzfCK+/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deMz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iNVcUA&#10;AADeAAAADwAAAGRycy9kb3ducmV2LnhtbESP3YrCMBCF74V9hzALeyOaroJobRRZVBZvxJ8HGJpp&#10;U2wmpYm2+/ZmQfBuhnPmfGeydW9r8aDWV44VfI8TEMS50xWXCq6X3WgOwgdkjbVjUvBHHtarj0GG&#10;qXYdn+hxDqWIIexTVGBCaFIpfW7Ioh+7hjhqhWsthri2pdQtdjHc1nKSJDNpseJIMNjQj6H8dr7b&#10;CDlO8Xgoustu32OH24Ph4eak1Ndnv1mCCNSHt/l1/atj/dlkuoD/d+IM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iI1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BCj8cA&#10;AADeAAAADwAAAGRycy9kb3ducmV2LnhtbESPQUvDQBCF74L/YRnBm90Yaiyx21JahSJ4sArF25Cd&#10;JsHs7LI7Num/dw+CtxnmzXvvW64nN6gzxdR7NnA/K0ARN9723Br4/Hi5W4BKgmxx8EwGLpRgvbq+&#10;WmJt/cjvdD5Iq7IJpxoNdCKh1jo1HTlMMx+I8+3ko0PJa2y1jThmczfosigq7bDnnNBhoG1Hzffh&#10;xxl4G5/D62P1cApfcV7qtLNy3IoxtzfT5gmU0CT/4r/vvc31q3KeATJOnk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wQo/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jyLsYA&#10;AADeAAAADwAAAGRycy9kb3ducmV2LnhtbESP0WrCQBBF3wv9h2WEvhTdaEVKdA2hNFJ8EbUfMGTH&#10;bDA7G7LbJP17VxB8m+HeuefOJhttI3rqfO1YwXyWgCAuna65UvB7LqafIHxA1tg4JgX/5CHbvr5s&#10;MNVu4CP1p1CJGMI+RQUmhDaV0peGLPqZa4mjdnGdxRDXrpK6wyGG20YukmQlLdYcCQZb+jJUXk9/&#10;NkIOH3jYX4ZzsRtxwO+94ff8qNTbZMzXIAKN4Wl+XP/oWH+1WM7h/k6cQW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jyL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55Y8QA&#10;AADeAAAADwAAAGRycy9kb3ducmV2LnhtbERPTUvDQBC9C/0Pywje7MZQU4ndllIVRPDQVhBvQ3aa&#10;BLOzy+7YxH/vCoK3ebzPWW0mN6gzxdR7NnAzL0ARN9723Bp4Oz5d34FKgmxx8EwGvinBZj27WGFt&#10;/ch7Oh+kVTmEU40GOpFQa52ajhymuQ/EmTv56FAyjK22Eccc7gZdFkWlHfacGzoMtOuo+Tx8OQOv&#10;42N4WVa3p/ARF6VOD1bed2LM1eW0vQclNMm/+M/9bPP8qlyU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ueW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fBEcUA&#10;AADeAAAADwAAAGRycy9kb3ducmV2LnhtbERP32vCMBB+H/g/hBP2IjNVp4zOKDoIEybI3GCvR3O2&#10;Zc2lJJmt/70RhL3dx/fzluveNuJMPtSOFUzGGQjiwpmaSwXfX/rpBUSIyAYbx6TgQgHWq8HDEnPj&#10;Ov6k8zGWIoVwyFFBFWObSxmKiiyGsWuJE3dy3mJM0JfSeOxSuG3kNMsW0mLNqaHClt4qKn6Pf1bB&#10;9tCVMz8qtr37OL3/zLU2eq+Vehz2m1cQkfr4L767dybNX0yfZ3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58ER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4TmsIA&#10;AADeAAAADwAAAGRycy9kb3ducmV2LnhtbERP3WrCMBS+H+wdwhnsbqYrVaQzimwUhnij7gEOzbGp&#10;NiclibV7eyMI3p2P7/csVqPtxEA+tI4VfE4yEMS10y03Cv4O1cccRIjIGjvHpOCfAqyWry8LLLW7&#10;8o6GfWxECuFQogITY19KGWpDFsPE9cSJOzpvMSboG6k9XlO47WSeZTNpseXUYLCnb0P1eX+xCqpN&#10;vh3OF+0rtx4LS1Nzmv8Ypd7fxvUXiEhjfIof7l+d5s/yooD7O+kG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PhOa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L8/sUA&#10;AADeAAAADwAAAGRycy9kb3ducmV2LnhtbERP32vCMBB+H/g/hBN8kZnOTRnVKDoIG0wQ3cDXoznb&#10;YnMpSbTdf78MhL3dx/fzluveNuJGPtSOFTxNMhDEhTM1lwq+v/TjK4gQkQ02jknBDwVYrwYPS8yN&#10;6/hAt2MsRQrhkKOCKsY2lzIUFVkME9cSJ+7svMWYoC+l8dilcNvIaZbNpcWaU0OFLb1VVFyOV6tg&#10;u+/KZz8utr37PL+fZlobvdNKjYb9ZgEiUh//xXf3h0nz59OXGfy9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vz+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AodsIA&#10;AADeAAAADwAAAGRycy9kb3ducmV2LnhtbERP3WrCMBS+F/YO4Qx2p+mKK9IZRSYFGd6oe4BDc2yq&#10;zUlJYu3efhEG3p2P7/cs16PtxEA+tI4VvM8yEMS10y03Cn5O1XQBIkRkjZ1jUvBLAdarl8kSS+3u&#10;fKDhGBuRQjiUqMDE2JdShtqQxTBzPXHizs5bjAn6RmqP9xRuO5lnWSEttpwaDPb0Zai+Hm9WQfWd&#10;74frTfvKbca5pQ9zWWyNUm+v4+YTRKQxPsX/7p1O84t8XsDjnXSD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oCh2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ITBcEA&#10;AADeAAAADwAAAGRycy9kb3ducmV2LnhtbERP22rCQBB9L/gPywh9azbeJbpKEVL0sdEPGLJjEpKd&#10;jdmtSf7eLRT6Nodznf1xMI14UucqywpmUQyCOLe64kLB7Zp+bEE4j6yxsUwKRnJwPEze9pho2/M3&#10;PTNfiBDCLkEFpfdtIqXLSzLoItsSB+5uO4M+wK6QusM+hJtGzuN4LQ1WHBpKbOlUUl5nP0bBcuy/&#10;HtmqjlNtaHZZtBf2+Uqp9+nwuQPhafD/4j/3WYf56/lyA7/vhBvk4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iEwX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+R2MUA&#10;AADeAAAADwAAAGRycy9kb3ducmV2LnhtbESPQWvCQBCF70L/wzKF3nRjKMFGV5GKRXqq0XoesmMS&#10;zM6G7Krx3zuHQm8zvDfvfbNYDa5VN+pD49nAdJKAIi69bbgycDxsxzNQISJbbD2TgQcFWC1fRgvM&#10;rb/znm5FrJSEcMjRQB1jl2sdypochonviEU7+95hlLWvtO3xLuGu1WmSZNphw9JQY0efNZWX4uoM&#10;XLNTeuTzt/0pNo+vj812HfRvZczb67Ceg4o0xH/z3/XOCn6WvguvvCMz6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v5HY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yEXsYA&#10;AADeAAAADwAAAGRycy9kb3ducmV2LnhtbERPS2vCQBC+F/wPywi91Y0PgkZXUUGoHira9tDbmB2T&#10;aHY2ZldN/31XKHibj+85k1ljSnGj2hWWFXQ7EQji1OqCMwVfn6u3IQjnkTWWlknBLzmYTVsvE0y0&#10;vfOObnufiRDCLkEFufdVIqVLczLoOrYiDtzR1gZ9gHUmdY33EG5K2YuiWBosODTkWNEyp/S8vxoF&#10;39thPNou1oPT5uOAfaMvP7qIlXptN/MxCE+Nf4r/3e86zI97gxE83gk3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yEX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YsiscA&#10;AADeAAAADwAAAGRycy9kb3ducmV2LnhtbESPQWvCQBCF7wX/wzJCb3Vj2gaJrqKWaunJquB1yE6T&#10;0OxsyG41+us7h4K3GebNe++bLXrXqDN1ofZsYDxKQBEX3tZcGjge3p8moEJEtth4JgNXCrCYDx5m&#10;mFt/4S8672OpxIRDjgaqGNtc61BU5DCMfEsst2/fOYyydqW2HV7E3DU6TZJMO6xZEipsaV1R8bP/&#10;dQZu2Ql3YZuu3p5tpOvLZOM/dxtjHof9cgoqUh/v4v/vDyv1s/RVAARHZt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GLIr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Pgv8QA&#10;AADeAAAADwAAAGRycy9kb3ducmV2LnhtbERPzWrCQBC+C32HZQq96caQBBtdpRSF3trEPsCQHTfB&#10;7GzMrpr26buFQm/z8f3OZjfZXtxo9J1jBctFAoK4cbpjo+DzeJivQPiArLF3TAq+yMNu+zDbYKnd&#10;nSu61cGIGMK+RAVtCEMppW9asugXbiCO3MmNFkOEo5F6xHsMt71Mk6SQFjuODS0O9NpSc66vVsHF&#10;pbme6j2+n/fPH50x2eW7ypR6epxe1iACTeFf/Od+03F+keZL+H0n3i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z4L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YI8MA&#10;AADeAAAADwAAAGRycy9kb3ducmV2LnhtbERPPW/CMBDdkfgP1iGxgUMqAk0xCCohsUI7MF7tI0mJ&#10;zyE2kPbX15WQ2O7pfd5i1dla3Kj1lWMFk3ECglg7U3Gh4PNjO5qD8AHZYO2YFPyQh9Wy31tgbtyd&#10;93Q7hELEEPY5KihDaHIpvS7Joh+7hjhyJ9daDBG2hTQt3mO4rWWaJJm0WHFsKLGh95L0+XC1CnbV&#10;F00zfXq1843eH38v4WX2bZQaDrr1G4hAXXiKH+6difOzdJrC/zvxB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0YI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BEb8YA&#10;AADeAAAADwAAAGRycy9kb3ducmV2LnhtbERP0WrCQBB8L/gPxwp9qxcjFRs9pRYEpSrUFn1dcmsu&#10;mNsLuWuMf98rCL7N7uzM7MwWna1ES40vHSsYDhIQxLnTJRcKfr5XLxMQPiBrrByTght5WMx7TzPM&#10;tLvyF7WHUIhowj5DBSaEOpPS54Ys+oGriSN3do3FEMemkLrBazS3lUyTZCwtlhwTDNb0YSi/HH6t&#10;ghb3t+Rklru3TbnN0/3y+KnjXj33u/cpiEBdeBzf1Wsd3x+nryP4rxMx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BEb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DgcMA&#10;AADeAAAADwAAAGRycy9kb3ducmV2LnhtbERPTUvDQBC9C/0PyxS82U2DFondllKoeNToweOYnWZT&#10;szNhd9tEf70rCN7m8T5nvZ18ry4UYidsYLkoQBE3YjtuDby9Hm7uQcWEbLEXJgNfFGG7mV2tsbIy&#10;8gtd6tSqHMKxQgMupaHSOjaOPMaFDMSZO0rwmDIMrbYBxxzue10WxUp77Dg3OBxo76j5rM/ewPjY&#10;fJzK47t132GQQ/0sp7IXY67n0+4BVKIp/Yv/3E82z1+Vd7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QDg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C2DcUA&#10;AADeAAAADwAAAGRycy9kb3ducmV2LnhtbERP22oCMRB9L/QfwhT6VrNd8MJqFC8VSrGIt/dxM+5u&#10;TSbLJtXt3xuh4NscznVGk9YacaHGV44VvHcSEMS50xUXCva75dsAhA/IGo1jUvBHHibj56cRZtpd&#10;eUOXbShEDGGfoYIyhDqT0uclWfQdVxNH7uQaiyHCppC6wWsMt0amSdKTFiuODSXWNC8pP29/rYLl&#10;emF+0u/N9CDD/KN/NIOv2WKl1OtLOx2CCNSGh/jf/anj/F7a7cL9nXiDH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oLYN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T17sYA&#10;AADeAAAADwAAAGRycy9kb3ducmV2LnhtbERP22rCQBB9L/gPywh9Kc2mFoNEV5FCMUILXgq+TrJj&#10;EszOhuyapH/fLRT6NodzndVmNI3oqXO1ZQUvUQyCuLC65lLB1/n9eQHCeWSNjWVS8E0ONuvJwwpT&#10;bQc+Un/ypQgh7FJUUHnfplK6oiKDLrItceCutjPoA+xKqTscQrhp5CyOE2mw5tBQYUtvFRW3090o&#10;6A8feZn1rt3fFk9u/prvdp/6otTjdNwuQXga/b/4z53pMD+ZzRP4fSfc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oT17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3671D" w:rsidRDefault="00B3671D" w:rsidP="00B3671D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QuaMYA&#10;AADeAAAADwAAAGRycy9kb3ducmV2LnhtbERPTWsCMRC9F/ofwhR6q1kXtboapQqCF0FtD/U2bsbd&#10;xc1km6S6+utNQehtHu9zJrPW1OJMzleWFXQ7CQji3OqKCwVfn8u3IQgfkDXWlknBlTzMps9PE8y0&#10;vfCWzrtQiBjCPkMFZQhNJqXPSzLoO7YhjtzROoMhQldI7fASw00t0yQZSIMVx4YSG1qUlJ92v0bB&#10;fDSc/2x6vL5tD3vafx9O/dQlSr2+tB9jEIHa8C9+uFc6zh+k/Xf4eyfe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QuaMYAAADeAAAADwAAAAAAAAAAAAAAAACYAgAAZHJz&#10;L2Rvd25yZXYueG1sUEsFBgAAAAAEAAQA9QAAAIsDAAAAAA==&#10;" fillcolor="black" stroked="f">
                  <v:textbox>
                    <w:txbxContent>
                      <w:p w:rsidR="00B3671D" w:rsidRDefault="00B3671D" w:rsidP="00B3671D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i0GsgA&#10;AADeAAAADwAAAGRycy9kb3ducmV2LnhtbESPQUvDQBCF70L/wzKCN7sx0FBit8VWBcF6aPXQ4zQ7&#10;JkuysyG7trG/vnMQvM3w3rz3zWI1+k6daIgusIGHaQaKuArWcW3g6/P1fg4qJmSLXWAy8EsRVsvJ&#10;zQJLG868o9M+1UpCOJZooEmpL7WOVUMe4zT0xKJ9h8FjknWotR3wLOG+03mWFdqjY2losKdNQ1W7&#10;//EGDu+Fm+8c5cftZf1it7N2/fHcGnN3Oz49gko0pn/z3/WbFfwinwmvvCMz6OU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+LQa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Z8s8QA&#10;AADeAAAADwAAAGRycy9kb3ducmV2LnhtbERPTWsCMRC9C/6HMEJv3WwFxW6NIpZiLz2oLb0Om+lm&#10;u5vJmkRd/fWNUPA2j/c582VvW3EiH2rHCp6yHARx6XTNlYLP/dvjDESIyBpbx6TgQgGWi+FgjoV2&#10;Z97SaRcrkUI4FKjAxNgVUobSkMWQuY44cT/OW4wJ+kpqj+cUbls5zvOptFhzajDY0dpQ2eyOVoFf&#10;fb82Vz5+Nfn14xI2v/1hhkaph1G/egERqY938b/7Xaf50/HkGW7vp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mfL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Gp2McA&#10;AADeAAAADwAAAGRycy9kb3ducmV2LnhtbESPQUvDQBCF70L/wzIFL2I35hA1dltKQRAsQmt/wJgd&#10;k+DubMiObeqvdw6CtxnmzXvvW66nGMyJxtwndnC3KMAQN8n33Do4vj/fPoDJguwxJCYHF8qwXs2u&#10;llj7dOY9nQ7SGjXhXKODTmSorc1NRxHzIg3EevtMY0TRdWytH/Gs5jHYsigqG7FnTehwoG1Hzdfh&#10;OzoI5Ud4fL3PO7kc7a74ibK/efPOXc+nzRMYoUn+xX/fL17rV2WlAIqjM9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HBqdj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1NGcQA&#10;AADeAAAADwAAAGRycy9kb3ducmV2LnhtbERPTWvCQBC9F/oflin0VjfmECR1laoIuXhoVLyO2Wk2&#10;dHc2ZFdN++vdQsHbPN7nzJejs+JKQ+g8K5hOMhDEjdcdtwoO++3bDESIyBqtZ1LwQwGWi+enOZba&#10;3/iTrnVsRQrhUKICE2NfShkaQw7DxPfEifvyg8OY4NBKPeAthTsr8ywrpMOOU4PBntaGmu/64hRs&#10;6t7mh8qswum4O59t9bul00ap15fx4x1EpDE+xP/uSqf5RV5M4e+ddIN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dTR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phWMIA&#10;AADeAAAADwAAAGRycy9kb3ducmV2LnhtbERPTYvCMBC9L/gfwgje1sQeuks1ioiCsKd19eBtSMa2&#10;2kxKk7X1328WBG/zeJ+zWA2uEXfqQu1Zw2yqQBAbb2suNRx/du+fIEJEtth4Jg0PCrBajt4WWFjf&#10;8zfdD7EUKYRDgRqqGNtCymAqchimviVO3MV3DmOCXSlth30Kd43MlMqlw5pTQ4UtbSoyt8Ov03Dd&#10;yS9vFJrT8dTv7cd5m1OjtJ6Mh/UcRKQhvsRP996m+XmWZ/D/TrpB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mFY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43pMQA&#10;AADeAAAADwAAAGRycy9kb3ducmV2LnhtbERPS2vCQBC+F/wPyxR6q5tGCJK6ERUEqfRQU0qPY3by&#10;INnZsLtq/PfdQqG3+fies1pPZhBXcr6zrOBlnoAgrqzuuFHwWe6flyB8QNY4WCYFd/KwLmYPK8y1&#10;vfEHXU+hETGEfY4K2hDGXEpftWTQz+1IHLnaOoMhQtdI7fAWw80g0yTJpMGOY0OLI+1aqvrTxSj4&#10;vhy5fl+8bdw2fNmp9H16XvZKPT1Om1cQgabwL/5zH3Scn6XZAn7fiTf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uN6T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3671D" w:rsidRDefault="00B3671D" w:rsidP="00B3671D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p6osYA&#10;AADeAAAADwAAAGRycy9kb3ducmV2LnhtbERPS2vCQBC+C/0PyxS86abBBpu6ShUEL4KPHuptzE6T&#10;YHY23V017a93C4K3+fieM5l1phEXcr62rOBlmIAgLqyuuVTwuV8OxiB8QNbYWCYFv+RhNn3qTTDX&#10;9spbuuxCKWII+xwVVCG0uZS+qMigH9qWOHLf1hkMEbpSaofXGG4amSZJJg3WHBsqbGlRUXHanY2C&#10;+dt4/rMZ8fpvezzQ4et4ek1dolT/uft4BxGoCw/x3b3ScX6WZiP4fyfe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hp6osYAAADeAAAADwAAAAAAAAAAAAAAAACYAgAAZHJz&#10;L2Rvd25yZXYueG1sUEsFBgAAAAAEAAQA9QAAAIsDAAAAAA==&#10;" fillcolor="black" stroked="f">
                  <v:textbox>
                    <w:txbxContent>
                      <w:p w:rsidR="00B3671D" w:rsidRDefault="00B3671D" w:rsidP="00B3671D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DUk8MA&#10;AADeAAAADwAAAGRycy9kb3ducmV2LnhtbERP30vDMBB+F/Y/hBv45tJNLFKXjTIYik/dVHy9Nbem&#10;rLmUJGb1vzeC4Nt9fD9vvZ3sIBL50DtWsFwUIIhbp3vuFLy/7e8eQYSIrHFwTAq+KcB2M7tZY6Xd&#10;lQ+UjrETOYRDhQpMjGMlZWgNWQwLNxJn7uy8xZih76T2eM3hdpCroiilxZ5zg8GRdobay/HLKkin&#10;XVPfp89kDq++7rxrnj9OjVK386l+AhFpiv/iP/eLzvPLVfkA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DUk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3671D" w:rsidRDefault="00B3671D" w:rsidP="00B3671D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4O7cUA&#10;AADeAAAADwAAAGRycy9kb3ducmV2LnhtbERPTUvDQBC9F/wPyxS8NZv2sGjstkixRb3YpoIeh+yY&#10;Dc3OhuyaRn+9WxB6m8f7nOV6dK0YqA+NZw3zLAdBXHnTcK3h/bid3YEIEdlg65k0/FCA9epmssTC&#10;+DMfaChjLVIIhwI12Bi7QspQWXIYMt8RJ+7L9w5jgn0tTY/nFO5auchzJR02nBosdrSxVJ3Kb6ch&#10;zDdPH6/u93743Fl+K1+s2tdW69vp+PgAItIYr+J/97NJ89VCKbi8k26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ng7t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3671D" w:rsidRDefault="00B3671D" w:rsidP="00B3671D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3671D" w:rsidRPr="00694EED" w:rsidRDefault="00B3671D" w:rsidP="00B367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3671D" w:rsidRPr="00694EED" w:rsidRDefault="00B3671D" w:rsidP="00B3671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3671D" w:rsidRPr="00694EED" w:rsidRDefault="00B3671D" w:rsidP="00B367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3671D" w:rsidRPr="00694EED" w:rsidRDefault="00B3671D" w:rsidP="00B367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B3671D" w:rsidRPr="00694EED" w:rsidRDefault="00B3671D" w:rsidP="00B367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B3671D" w:rsidRPr="00694EED" w:rsidRDefault="00B3671D" w:rsidP="00B3671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B3671D" w:rsidRPr="00694EED" w:rsidRDefault="00B3671D" w:rsidP="00B367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B3671D" w:rsidRPr="00694EED" w:rsidRDefault="00B3671D" w:rsidP="00B367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B3671D" w:rsidRPr="00694EED" w:rsidRDefault="00B3671D" w:rsidP="00B367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3671D" w:rsidRPr="00694EED" w:rsidRDefault="00B3671D" w:rsidP="00B367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B3671D" w:rsidRPr="00694EED" w:rsidRDefault="00B3671D" w:rsidP="00B367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3671D" w:rsidRPr="00694EED" w:rsidRDefault="00B3671D" w:rsidP="00B3671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B3671D" w:rsidRPr="00694EED" w:rsidRDefault="00B3671D" w:rsidP="00B367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B3671D" w:rsidRPr="00694EED" w:rsidRDefault="00B3671D" w:rsidP="00B367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B3671D" w:rsidRPr="00694EED" w:rsidRDefault="00B3671D" w:rsidP="00B3671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3671D" w:rsidRPr="00694EED" w:rsidRDefault="00B3671D" w:rsidP="00B3671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3671D" w:rsidRPr="00694EED" w:rsidRDefault="00B3671D" w:rsidP="00B3671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B3671D" w:rsidRPr="00694EED" w:rsidRDefault="00B3671D" w:rsidP="00B3671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B3671D" w:rsidRPr="00694EED" w:rsidRDefault="00B3671D" w:rsidP="00B3671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B3671D" w:rsidRPr="00694EED" w:rsidRDefault="00B3671D" w:rsidP="00B3671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Дем’янчуку Б.Л.</w:t>
      </w:r>
    </w:p>
    <w:p w:rsidR="00B3671D" w:rsidRPr="00694EED" w:rsidRDefault="00B3671D" w:rsidP="00B367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671D" w:rsidRPr="00694EED" w:rsidRDefault="00B3671D" w:rsidP="00B367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671D" w:rsidRPr="00694EED" w:rsidRDefault="00B3671D" w:rsidP="00B367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Дем’янчука Б.Л,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B3671D" w:rsidRPr="00694EED" w:rsidRDefault="00B3671D" w:rsidP="00B367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B3671D" w:rsidRPr="00694EED" w:rsidRDefault="00B3671D" w:rsidP="00B367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671D" w:rsidRPr="00694EED" w:rsidRDefault="00B3671D" w:rsidP="00B367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Демянчуку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Богдану Леонідовичу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індивідуального садівництва площею  0,1200га,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3671D" w:rsidRPr="00694EED" w:rsidRDefault="00B3671D" w:rsidP="00B367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Демянчуку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Богдану Леонідовичу 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751110">
        <w:rPr>
          <w:rFonts w:ascii="Times New Roman" w:eastAsia="Calibri" w:hAnsi="Times New Roman" w:cs="Times New Roman"/>
          <w:sz w:val="24"/>
          <w:lang w:eastAsia="en-US"/>
        </w:rPr>
        <w:t>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75111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0,1200 га, кадастровий номер: 6823984000:03:012:0194,  для індивідуального садівництва 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B3671D" w:rsidRPr="00694EED" w:rsidRDefault="00B3671D" w:rsidP="00B367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Демя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’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нчуку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Б.Л,</w:t>
      </w: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B3671D" w:rsidRPr="00694EED" w:rsidRDefault="00B3671D" w:rsidP="00B367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3671D" w:rsidRPr="00694EED" w:rsidRDefault="00B3671D" w:rsidP="00B367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671D" w:rsidRPr="00694EED" w:rsidRDefault="00B3671D" w:rsidP="00B367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671D" w:rsidRPr="00694EED" w:rsidRDefault="00B3671D" w:rsidP="00B367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671D" w:rsidRPr="00694EED" w:rsidRDefault="00B3671D" w:rsidP="00B3671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A061B" w:rsidRDefault="009A061B"/>
    <w:sectPr w:rsidR="009A061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71D"/>
    <w:rsid w:val="00751110"/>
    <w:rsid w:val="009A061B"/>
    <w:rsid w:val="00B3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71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71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273</Words>
  <Characters>1561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2021-06-22T10:29:00Z</dcterms:created>
  <dcterms:modified xsi:type="dcterms:W3CDTF">2021-06-22T13:24:00Z</dcterms:modified>
</cp:coreProperties>
</file>