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0EA" w:rsidRPr="00B623A8" w:rsidRDefault="008678DB" w:rsidP="002C70EA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rKap3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qZmcUA&#10;AADdAAAADwAAAGRycy9kb3ducmV2LnhtbESPT2vCQBTE7wW/w/IEb83mD60hugYpVTwIRVvvj+wz&#10;CWbfhuyq8du7hUKPw8z8hlmWo+nEjQbXWlaQRDEI4srqlmsFP9+b1xyE88gaO8uk4EEOytXkZYmF&#10;tnc+0O3oaxEg7ApU0HjfF1K6qiGDLrI9cfDOdjDogxxqqQe8B7jpZBrH79Jgy2GhwZ4+Gqoux6tR&#10;YLPtbn+q00P2yXPP66/8fBr3Ss2m43oBwtPo/8N/7Z1W8JYlKfy+CU9Ar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epmZ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C70EA" w:rsidRDefault="002C70EA" w:rsidP="002C70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D4DMkA&#10;AADdAAAADwAAAGRycy9kb3ducmV2LnhtbESPT2sCMRTE74V+h/AKvYhmrVTt1igibFt7KPgHvD42&#10;r5utm5clSXXrp28KQo/DzPyGmS0624gT+VA7VjAcZCCIS6drrhTsd0V/CiJEZI2NY1LwQwEW89ub&#10;GebanXlDp22sRIJwyFGBibHNpQylIYth4Fri5H06bzEm6SupPZ4T3DbyIcvG0mLNacFgSytD5XH7&#10;bRV8FR/msJpcXnzvaUOXXvH+2qzHSt3fdctnEJG6+B++tt+0gsfRcAR/b9ITkPN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5SD4DM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C70EA" w:rsidRDefault="002C70EA" w:rsidP="002C70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ECB8UA&#10;AADdAAAADwAAAGRycy9kb3ducmV2LnhtbESP3WrCQBCF7wu+wzJCb4pubNoi0U0QqaXkRvx5gCE7&#10;ZoPZ2ZDdmvj2bqHQy8P5+TjrYrStuFHvG8cKFvMEBHHldMO1gvNpN1uC8AFZY+uYFNzJQ5FPntaY&#10;aTfwgW7HUIs4wj5DBSaELpPSV4Ys+rnriKN3cb3FEGVfS93jEMdtK1+T5ENabDgSDHa0NVRdjz82&#10;QvYp7svLcNp9jTjgZ2n4ZXNQ6nk6blYgAo3hP/zX/tYK3tPFG/y+iU9A5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EQIH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C70EA" w:rsidRDefault="002C70EA" w:rsidP="002C70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ZyPMYA&#10;AADdAAAADwAAAGRycy9kb3ducmV2LnhtbESPQUsDMRSE70L/Q3iCN5ttdausTUupCkXowSqIt8fm&#10;dXdx8xKSZ3f9940geBxm5htmuR5dr04UU+fZwGxagCKuve24MfD+9nx9DyoJssXeMxn4oQTr1eRi&#10;iZX1A7/S6SCNyhBOFRpoRUKldapbcpimPhBn7+ijQ8kyNtpGHDLc9XpeFAvtsOO80GKgbUv11+Hb&#10;GdgPT+HlblEew2e8nev0aOVjK8ZcXY6bB1BCo/yH/9o7a6C8mZXw+yY/Ab0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eZyP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C70EA" w:rsidRDefault="002C70EA" w:rsidP="002C70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8568QA&#10;AADdAAAADwAAAGRycy9kb3ducmV2LnhtbESP3WrCQBCF74W+wzJCb6RuUqlI6ipStEhugj8PMGTH&#10;bDA7G7Jrkr69Wyj08nB+Ps56O9pG9NT52rGCdJ6AIC6drrlScL0c3lYgfEDW2DgmBT/kYbt5mawx&#10;027gE/XnUIk4wj5DBSaENpPSl4Ys+rlriaN3c53FEGVXSd3hEMdtI9+TZCkt1hwJBlv6MlTezw8b&#10;IcUCi/w2XA7fIw64zw3PdielXqfj7hNEoDH8h//aR63gY5Eu4fdNfAJy8w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POev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C70EA" w:rsidRDefault="002C70EA" w:rsidP="002C70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hJ0MYA&#10;AADdAAAADwAAAGRycy9kb3ducmV2LnhtbESPX0sDMRDE34V+h7CCbzbXav9wbVpKVRDBB6tQ+rZc&#10;tneHl01I1t757Y0g+DjMzG+Y9XZwnbpQTK1nA5NxAYq48rbl2sDH+9PtElQSZIudZzLwTQm2m9HV&#10;Gkvre36jy0FqlSGcSjTQiIRS61Q15DCNfSDO3tlHh5JlrLWN2Ge46/S0KObaYct5ocFA+4aqz8OX&#10;M/DaP4aXxXx2Dqd4P9XpwcpxL8bcXA+7FSihQf7Df+1na2B2N1nA75v8BPTm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nhJ0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C70EA" w:rsidRDefault="002C70EA" w:rsidP="002C70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d93MMA&#10;AADdAAAADwAAAGRycy9kb3ducmV2LnhtbERPXWvCMBR9H/gfwhX2MjR1oozOtOggbOBAdMJeL821&#10;LTY3Jcls9++XB2GPh/O9KUfbiRv50DpWsJhnIIgrZ1quFZy/9OwFRIjIBjvHpOCXApTF5GGDuXED&#10;H+l2irVIIRxyVNDE2OdShqohi2HueuLEXZy3GBP0tTQehxRuO/mcZWtpseXU0GBPbw1V19OPVbA7&#10;DPXSP1W70e0v798rrY3+1Eo9TsftK4hIY/wX390fRsFquUhz05v0BGT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d93M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C70EA" w:rsidRDefault="002C70EA" w:rsidP="002C70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OCAsQA&#10;AADdAAAADwAAAGRycy9kb3ducmV2LnhtbESP3WoCMRSE7wu+QzhC72pWW0VXo4hlQUpv/HmAw+a4&#10;Wd2cLElct29vCoVeDjPzDbPa9LYRHflQO1YwHmUgiEuna64UnE/F2xxEiMgaG8ek4IcCbNaDlxXm&#10;2j34QN0xViJBOOSowMTY5lKG0pDFMHItcfIuzluMSfpKao+PBLeNnGTZTFqsOS0YbGlnqLwd71ZB&#10;8TX57m537Qu37T8sTc11/mmUeh322yWISH38D/+191rB9H28gN836QnI9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TggL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C70EA" w:rsidRDefault="002C70EA" w:rsidP="002C70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27Z8MA&#10;AADdAAAADwAAAGRycy9kb3ducmV2LnhtbERPXWvCMBR9F/wP4Qp7EU1VHKMzigphwgSZE/Z6aa5t&#10;sbkpSWa7f28eBj4ezvdq09tG3MmH2rGC2TQDQVw4U3Op4PKtJ28gQkQ22DgmBX8UYLMeDlaYG9fx&#10;F93PsRQphEOOCqoY21zKUFRkMUxdS5y4q/MWY4K+lMZjl8JtI+dZ9iot1pwaKmxpX1FxO/9aBbtT&#10;Vy78uNj17vP68bPU2uijVupl1G/fQUTq41P87z4YBcvFPO1Pb9ITk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X27Z8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C70EA" w:rsidRDefault="002C70EA" w:rsidP="002C70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lEucQA&#10;AADdAAAADwAAAGRycy9kb3ducmV2LnhtbESP3WoCMRSE7wu+QziCdzXr+oNsjSLKgpTeVPsAh83p&#10;ZuvmZEniur59IxR6OczMN8xmN9hW9ORD41jBbJqBIK6cbrhW8HUpX9cgQkTW2DomBQ8KsNuOXjZY&#10;aHfnT+rPsRYJwqFABSbGrpAyVIYshqnriJP37bzFmKSvpfZ4T3DbyjzLVtJiw2nBYEcHQ9X1fLMK&#10;yvf8o7/etC/dflhYWpqf9dEoNRkP+zcQkYb4H/5rn7SC5TyfwfNNegJy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JRLn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C70EA" w:rsidRDefault="002C70EA" w:rsidP="002C70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7A6MEA&#10;AADdAAAADwAAAGRycy9kb3ducmV2LnhtbESP0YrCMBRE3xf8h3AF39bUakWqUZYFRR+tfsClubbF&#10;5qY20da/N4Lg4zAzZ5jVpje1eFDrKssKJuMIBHFudcWFgvNp+7sA4TyyxtoyKXiSg8168LPCVNuO&#10;j/TIfCEChF2KCkrvm1RKl5dk0I1tQxy8i20N+iDbQuoWuwA3tYyjaC4NVhwWSmzov6T8mt2Ngtmz&#10;292y5BpttaHJYdoc2OeJUqNh/7cE4an33/CnvdcKkmkcw/tNeAJy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ewOj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C70EA" w:rsidRDefault="002C70EA" w:rsidP="002C70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B8b8QA&#10;AADdAAAADwAAAGRycy9kb3ducmV2LnhtbESPQYvCMBSE78L+h/AW9mbTrShuNYqsuIgn7arnR/Ns&#10;i81LaaLWf28EweMwM98w03lnanGl1lWWFXxHMQji3OqKCwX7/1V/DMJ5ZI21ZVJwJwfz2Udviqm2&#10;N97RNfOFCBB2KSoovW9SKV1ekkEX2YY4eCfbGvRBtoXULd4C3NQyieORNFhxWCixod+S8nN2MQou&#10;o2Oy59NGb7Pl/e9nuVo4eSiU+vrsFhMQnjr/Dr/aa61gOEgG8HwTno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AfG/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C70EA" w:rsidRDefault="002C70EA" w:rsidP="002C70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qbHMgA&#10;AADdAAAADwAAAGRycy9kb3ducmV2LnhtbESPS2/CMBCE70j9D9ZW6g2c8oggYFBbqVLLAcTrwG2J&#10;lyRtvA6xC+m/x0hIHEcz841mMmtMKc5Uu8KygtdOBII4tbrgTMF289kegnAeWWNpmRT8k4PZ9Kk1&#10;wUTbC6/ovPaZCBB2CSrIva8SKV2ak0HXsRVx8I62NuiDrDOpa7wEuCllN4piabDgsJBjRR85pb/r&#10;P6NgtxzGo+X7d/9nvjhgz+jTXhexUi/PzdsYhKfGP8L39pdWMOh1+3B7E56AnF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lipsc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C70EA" w:rsidRDefault="002C70EA" w:rsidP="002C70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78dMYA&#10;AADdAAAADwAAAGRycy9kb3ducmV2LnhtbESPS2vDMBCE74X8B7GB3hq5ThOCEyUkLXVKT3lBrou1&#10;sU2tlbFUP/Lrq0Khx2FmvmFWm95UoqXGlZYVPE8iEMSZ1SXnCi7n96cFCOeRNVaWScFADjbr0cMK&#10;E207PlJ78rkIEHYJKii8rxMpXVaQQTexNXHwbrYx6INscqkb7ALcVDKOork0WHJYKLCm14Kyr9O3&#10;UXCfX/Hg9vHubao9DS+L1H4eUqUex/12CcJT7//Df+0PrWA2jWfw+yY8Ab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778d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C70EA" w:rsidRDefault="002C70EA" w:rsidP="002C70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Qxu8QA&#10;AADdAAAADwAAAGRycy9kb3ducmV2LnhtbESP0WrCQBRE3wX/YbmCb7oxVdHoKqUo+Naa+gGX7HUT&#10;zN6N2a1Gv94tFPo4zMwZZr3tbC1u1PrKsYLJOAFBXDhdsVFw+t6PFiB8QNZYOyYFD/Kw3fR7a8y0&#10;u/ORbnkwIkLYZ6igDKHJpPRFSRb92DXE0Tu71mKIsjVSt3iPcFvLNEnm0mLFcaHEhj5KKi75j1Vw&#10;delMd/kOPy+75VdlzPT6PE6VGg669xWIQF34D/+1D1rB7C2dw++b+ATk5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0Mbv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C70EA" w:rsidRDefault="002C70EA" w:rsidP="002C70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keSMQA&#10;AADdAAAADwAAAGRycy9kb3ducmV2LnhtbESPT4vCMBTE78J+h/AEb2uq4r9qlF1B8Kq7B4/P5NlW&#10;m5duE7X66Y2w4HGYmd8w82VjS3Gl2heOFfS6CQhi7UzBmYLfn/XnBIQPyAZLx6TgTh6Wi4/WHFPj&#10;bryl6y5kIkLYp6ggD6FKpfQ6J4u+6yri6B1dbTFEWWfS1HiLcFvKfpKMpMWC40KOFa1y0ufdxSrY&#10;FAcajvRxaiffert//IXB+GSU6rSbrxmIQE14h//bG6NgOOiP4fUmPgG5e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ZHkj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C70EA" w:rsidRDefault="002C70EA" w:rsidP="002C70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95zscA&#10;AADdAAAADwAAAGRycy9kb3ducmV2LnhtbESPQWvCQBCF74X+h2UKvenGlEpNXaUWCi1VoSr2OmTH&#10;bGh2NmS3Mf77zkHocWbevPe++XLwjeqpi3VgA5NxBoq4DLbmysBh/zZ6AhUTssUmMBm4UITl4vZm&#10;joUNZ/6ifpcqJSYcCzTgUmoLrWPpyGMch5ZYbqfQeUwydpW2HZ7F3Dc6z7Kp9lizJDhs6dVR+bP7&#10;9QZ63F6yb7fazD7qdZlvV8dPK3tzfze8PINKNKR/8fX73Rp4fMilrtAICe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FPec7HAAAA3Q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C70EA" w:rsidRDefault="002C70EA" w:rsidP="002C70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hiNcUA&#10;AADdAAAADwAAAGRycy9kb3ducmV2LnhtbESPQUvDQBSE70L/w/IEb3ZjiqJpt6UILR41evD4zL5m&#10;02bfC7trE/31riB4HGbmG2a1mXyvzhRiJ2zgZl6AIm7EdtwaeHvdXd+DignZYi9MBr4owmY9u1hh&#10;ZWXkFzrXqVUZwrFCAy6lodI6No48xrkMxNk7SPCYsgyttgHHDPe9LoviTnvsOC84HOjRUXOqP72B&#10;cd98HMvDu3XfYZBd/SzHshdjri6n7RJUoin9h//aT9bA7aJ8gN83+Qn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OGI1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C70EA" w:rsidRDefault="002C70EA" w:rsidP="002C70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Ab0sQA&#10;AADdAAAADwAAAGRycy9kb3ducmV2LnhtbERPW2vCMBR+H/gfwhH2NlOVbVKbitMJYzjE2/uxObbV&#10;5KQ0mXb/fnkY7PHju2ezzhpxo9bXjhUMBwkI4sLpmksFh/3qaQLCB2SNxjEp+CEPs7z3kGGq3Z23&#10;dNuFUsQQ9ikqqEJoUil9UZFFP3ANceTOrrUYImxLqVu8x3Br5ChJXqTFmmNDhQ0tKiquu2+rYLVZ&#10;msvoazs/yrB4fz2Zyefbcq3UY7+bT0EE6sK/+M/9oRU8j8dxf3wTn4D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wG9L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C70EA" w:rsidRDefault="002C70EA" w:rsidP="002C70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tz8MYA&#10;AADdAAAADwAAAGRycy9kb3ducmV2LnhtbESP3YrCMBSE74V9h3AWvFk01aJINcqyILqg4B94e2yO&#10;bbE5KU2s3bc3woKXw8x8w8wWrSlFQ7UrLCsY9CMQxKnVBWcKTsdlbwLCeWSNpWVS8EcOFvOPzgwT&#10;bR+8p+bgMxEg7BJUkHtfJVK6NCeDrm8r4uBdbW3QB1lnUtf4CHBTymEUjaXBgsNCjhX95JTeDnej&#10;oNltLtm6cdXvbfLlRvFltdrqs1Ldz/Z7CsJT69/h//ZaKxjF8QBeb8ITkPM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1tz8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C70EA" w:rsidRDefault="002C70EA" w:rsidP="002C70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iRTscA&#10;AADdAAAADwAAAGRycy9kb3ducmV2LnhtbESPQWsCMRSE7wX/Q3hCbzXrWouuRtFCoZeC2h7q7bl5&#10;7i5uXtYk1a2/3giCx2FmvmGm89bU4kTOV5YV9HsJCOLc6ooLBT/fHy8jED4ga6wtk4J/8jCfdZ6m&#10;mGl75jWdNqEQEcI+QwVlCE0mpc9LMuh7tiGO3t46gyFKV0jt8BzhppZpkrxJgxXHhRIbei8pP2z+&#10;jILleLQ8rl7567LebWn7uzsMU5co9dxtFxMQgdrwCN/bn1rBcDBI4fYmPgE5u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MokU7HAAAA3QAAAA8AAAAAAAAAAAAAAAAAmAIAAGRy&#10;cy9kb3ducmV2LnhtbFBLBQYAAAAABAAEAPUAAACMAwAAAAA=&#10;" fillcolor="black" stroked="f">
              <v:textbox>
                <w:txbxContent>
                  <w:p w:rsidR="002C70EA" w:rsidRDefault="002C70EA" w:rsidP="002C70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3328cA&#10;AADdAAAADwAAAGRycy9kb3ducmV2LnhtbESPQWvCQBSE7wX/w/KE3upGgxJSV6m2hUL1oPbQ42v2&#10;NVmSfRuyW43+ercgeBxm5htmvuxtI47UeeNYwXiUgCAunDZcKvg6vD9lIHxA1tg4JgVn8rBcDB7m&#10;mGt34h0d96EUEcI+RwVVCG0upS8qsuhHriWO3q/rLIYou1LqDk8Rbhs5SZKZtGg4LlTY0rqiot7/&#10;WQXfnzOT7QxNfjaX1ZveTOvV9rVW6nHYvzyDCNSHe/jW/tAKpmmawv+b+ATk4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xN99v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2C70EA" w:rsidRDefault="002C70EA" w:rsidP="002C70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FRG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S/j8TP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0FRG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2C70EA" w:rsidRDefault="002C70EA" w:rsidP="002C70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lRM8YA&#10;AADdAAAADwAAAGRycy9kb3ducmV2LnhtbESP3WoCMRSE7wu+QziCN6VmVaztapQiFApKwZ8HON0c&#10;dxeTk2VzqmufvhEKvRxm5htmseq8UxdqYx3YwGiYgSIugq25NHA8vD+9gIqCbNEFJgM3irBa9h4W&#10;mNtw5R1d9lKqBOGYo4FKpMm1jkVFHuMwNMTJO4XWoyTZltq2eE1w7/Q4y561x5rTQoUNrSsqzvtv&#10;b8CNv9zrZha3cjvqbfbjZff4aY0Z9Lu3OSihTv7Df+0Pa2A6mUz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VlRM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2C70EA" w:rsidRDefault="002C70EA" w:rsidP="002C70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fAAMYA&#10;AADdAAAADwAAAGRycy9kb3ducmV2LnhtbESPQWsCMRSE7wX/Q3gFbzVbpSJbo2hF2IuHrorX5+Z1&#10;s5i8LJtUV399Uyj0OMzMN8x82TsrrtSFxrOC11EGgrjyuuFawWG/fZmBCBFZo/VMCu4UYLkYPM0x&#10;1/7Gn3QtYy0ShEOOCkyMbS5lqAw5DCPfEifvy3cOY5JdLXWHtwR3Vo6zbCodNpwWDLb0Yai6lN9O&#10;waZs7fhQmHU4HXfnsy0eWzptlBo+96t3EJH6+B/+axdawdtkMoXfN+kJy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wfAA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2C70EA" w:rsidRDefault="002C70EA" w:rsidP="002C70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wqKsUA&#10;AADdAAAADwAAAGRycy9kb3ducmV2LnhtbESPQWvCQBSE74X+h+UVequ7rWgkugmlVBA8afXQ22P3&#10;mcRm34bs1qT/visIHoeZ+YZZlaNrxYX60HjW8DpRIIiNtw1XGg5f65cFiBCRLbaeScMfBSiLx4cV&#10;5tYPvKPLPlYiQTjkqKGOsculDKYmh2HiO+LknXzvMCbZV9L2OCS4a+WbUnPpsOG0UGNHHzWZn/2v&#10;03Bey603Cs3xcBw2Nvv+nFOrtH5+Gt+XICKN8R6+tTdWw2w6zeD6Jj0BW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3Coq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2C70EA" w:rsidRDefault="002C70EA" w:rsidP="002C70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ocdsIA&#10;AADdAAAADwAAAGRycy9kb3ducmV2LnhtbERPy4rCMBTdC/MP4Qqz01SLItUojiAMyix8MMzy2lzb&#10;0uamJFHr308WgsvDeS9WnWnEnZyvLCsYDRMQxLnVFRcKzqftYAbCB2SNjWVS8CQPq+VHb4GZtg8+&#10;0P0YChFD2GeooAyhzaT0eUkG/dC2xJG7WmcwROgKqR0+Yrhp5DhJptJgxbGhxJY2JeX18WYU/N32&#10;fP1Jd2v3FX5td/L1+DKrlfrsd+s5iEBdeItf7m+tYJKmcW58E5+AX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Whx2wgAAAN0AAAAPAAAAAAAAAAAAAAAAAJgCAABkcnMvZG93&#10;bnJldi54bWxQSwUGAAAAAAQABAD1AAAAhw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2C70EA" w:rsidRDefault="002C70EA" w:rsidP="002C70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wDP8cA&#10;AADdAAAADwAAAGRycy9kb3ducmV2LnhtbESPT2sCMRTE70K/Q3gFb5pVq+hqFBUKvRTqn4Penpvn&#10;7uLmZU1S3fbTN0LB4zAzv2Fmi8ZU4kbOl5YV9LoJCOLM6pJzBfvde2cMwgdkjZVlUvBDHhbzl9YM&#10;U23vvKHbNuQiQtinqKAIoU6l9FlBBn3X1sTRO1tnMETpcqkd3iPcVLKfJCNpsOS4UGBN64Kyy/bb&#10;KFhNxqvr1xt//m5ORzoeTpdh3yVKtV+b5RREoCY8w//tD61gOBhM4PEmPgE5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2MAz/HAAAA3QAAAA8AAAAAAAAAAAAAAAAAmAIAAGRy&#10;cy9kb3ducmV2LnhtbFBLBQYAAAAABAAEAPUAAACMAwAAAAA=&#10;" fillcolor="black" stroked="f">
              <v:textbox>
                <w:txbxContent>
                  <w:p w:rsidR="002C70EA" w:rsidRDefault="002C70EA" w:rsidP="002C70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wj3sIA&#10;AADdAAAADwAAAGRycy9kb3ducmV2LnhtbERPz2vCMBS+D/Y/hDfwNtPNbYxqlCIMZaeqG16fzbMp&#10;Ni8lyWL975fDYMeP7/diNdpeJPKhc6zgaVqAIG6c7rhV8HX4eHwHESKyxt4xKbhRgNXy/m6BpXZX&#10;3lHax1bkEA4lKjAxDqWUoTFkMUzdQJy5s/MWY4a+ldrjNYfbXj4XxZu02HFuMDjQ2lBz2f9YBem0&#10;rqtZOiaz+/RV6129+T7VSk0exmoOItIY/8V/7q1W8Dp7yfvzm/wE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zCPe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2C70EA" w:rsidRDefault="002C70EA" w:rsidP="002C70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dmt8cA&#10;AADdAAAADwAAAGRycy9kb3ducmV2LnhtbESPQWvCQBSE70L/w/IK3uom2oqNriJiS+ulbSzo8ZF9&#10;ZoPZtyG7jWl/fbdQ8DjMzDfMYtXbWnTU+sqxgnSUgCAunK64VPC5f7qbgfABWWPtmBR8k4fV8maw&#10;wEy7C39Ql4dSRAj7DBWYEJpMSl8YsuhHriGO3sm1FkOUbSl1i5cIt7UcJ8lUWqw4LhhsaGOoOOdf&#10;VoFPN9vDzv48dsdnw2/5q5m+l0ap4W2/noMI1Idr+L/9ohU8TO5T+HsTn4Bc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kHZrf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2C70EA" w:rsidRDefault="002C70EA" w:rsidP="002C70E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2C70EA" w:rsidRDefault="002C70EA" w:rsidP="002C70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70EA" w:rsidRDefault="002C70EA" w:rsidP="002C70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70EA" w:rsidRDefault="002C70EA" w:rsidP="002C70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70EA" w:rsidRDefault="002C70EA" w:rsidP="002C70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70EA" w:rsidRDefault="002C70EA" w:rsidP="002C70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C70EA" w:rsidRDefault="002C70EA" w:rsidP="002C70E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C70EA" w:rsidRDefault="002C70EA" w:rsidP="002C70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C70EA" w:rsidRDefault="002C70EA" w:rsidP="002C70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C70EA" w:rsidRDefault="002C70EA" w:rsidP="002C70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70EA" w:rsidRDefault="002C70EA" w:rsidP="002C70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2C70EA" w:rsidRDefault="002C70EA" w:rsidP="002C70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70EA" w:rsidRDefault="002C70EA" w:rsidP="002C70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2C70EA" w:rsidRDefault="002C70EA" w:rsidP="002C70E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C70EA" w:rsidRPr="006E3F23" w:rsidRDefault="002C70EA" w:rsidP="002C70E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№38</w:t>
      </w:r>
    </w:p>
    <w:p w:rsidR="002C70EA" w:rsidRDefault="002C70EA" w:rsidP="002C70EA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2C70EA" w:rsidRPr="00E12288" w:rsidRDefault="002C70EA" w:rsidP="002C70EA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техн</w:t>
      </w:r>
      <w:proofErr w:type="gram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ічної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документації</w:t>
      </w:r>
      <w:proofErr w:type="spellEnd"/>
    </w:p>
    <w:p w:rsidR="002C70EA" w:rsidRPr="00E12288" w:rsidRDefault="002C70EA" w:rsidP="002C70EA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із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встановлення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</w:p>
    <w:p w:rsidR="002C70EA" w:rsidRPr="00E12288" w:rsidRDefault="002C70EA" w:rsidP="002C70EA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(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відновлення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 меж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</w:p>
    <w:p w:rsidR="002C70EA" w:rsidRPr="00E12288" w:rsidRDefault="002C70EA" w:rsidP="002C70EA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в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натурі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м</w:t>
      </w:r>
      <w:proofErr w:type="gram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ісцевості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Михалюку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Є.В.</w:t>
      </w:r>
    </w:p>
    <w:p w:rsidR="002C70EA" w:rsidRPr="00E12288" w:rsidRDefault="002C70EA" w:rsidP="002C70EA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C70EA" w:rsidRPr="00E12288" w:rsidRDefault="002C70EA" w:rsidP="002C70EA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34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1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«Про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прав  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Михалюка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Є.В.,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рада </w:t>
      </w:r>
      <w:proofErr w:type="gramEnd"/>
    </w:p>
    <w:p w:rsidR="002C70EA" w:rsidRPr="00E12288" w:rsidRDefault="002C70EA" w:rsidP="002C70EA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2C70EA" w:rsidRPr="00E12288" w:rsidRDefault="002C70EA" w:rsidP="002C70EA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1.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Михалюку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Євгену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Васильовичу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>
        <w:rPr>
          <w:rFonts w:ascii="Times New Roman" w:hAnsi="Times New Roman"/>
          <w:sz w:val="24"/>
        </w:rPr>
        <w:t xml:space="preserve"> </w:t>
      </w:r>
      <w:r w:rsidRPr="00E12288">
        <w:rPr>
          <w:rFonts w:ascii="Times New Roman" w:hAnsi="Times New Roman"/>
          <w:sz w:val="24"/>
        </w:rPr>
        <w:t xml:space="preserve"> </w:t>
      </w:r>
      <w:proofErr w:type="spellStart"/>
      <w:r w:rsidRPr="00E12288">
        <w:rPr>
          <w:rFonts w:ascii="Times New Roman" w:hAnsi="Times New Roman"/>
          <w:sz w:val="24"/>
        </w:rPr>
        <w:t>зареєстрован</w:t>
      </w:r>
      <w:r>
        <w:rPr>
          <w:rFonts w:ascii="Times New Roman" w:hAnsi="Times New Roman"/>
          <w:sz w:val="24"/>
        </w:rPr>
        <w:t>ий</w:t>
      </w:r>
      <w:proofErr w:type="spellEnd"/>
      <w:r w:rsidRPr="00E12288">
        <w:rPr>
          <w:rFonts w:ascii="Times New Roman" w:hAnsi="Times New Roman"/>
          <w:sz w:val="24"/>
        </w:rPr>
        <w:t xml:space="preserve"> за </w:t>
      </w:r>
      <w:proofErr w:type="spellStart"/>
      <w:r w:rsidRPr="00E12288">
        <w:rPr>
          <w:rFonts w:ascii="Times New Roman" w:hAnsi="Times New Roman"/>
          <w:sz w:val="24"/>
        </w:rPr>
        <w:t>адрес</w:t>
      </w:r>
      <w:r>
        <w:rPr>
          <w:rFonts w:ascii="Times New Roman" w:hAnsi="Times New Roman"/>
          <w:sz w:val="24"/>
        </w:rPr>
        <w:t>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8678DB">
        <w:rPr>
          <w:rFonts w:ascii="Times New Roman" w:hAnsi="Times New Roman"/>
          <w:sz w:val="24"/>
        </w:rPr>
        <w:t>____________</w:t>
      </w:r>
      <w:r>
        <w:rPr>
          <w:rFonts w:ascii="Times New Roman" w:hAnsi="Times New Roman"/>
          <w:sz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ідентифікаційний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8678DB">
        <w:rPr>
          <w:rFonts w:ascii="Times New Roman" w:eastAsia="Arial Unicode MS" w:hAnsi="Times New Roman"/>
          <w:color w:val="000000"/>
          <w:sz w:val="24"/>
          <w:szCs w:val="24"/>
        </w:rPr>
        <w:t>_________</w:t>
      </w:r>
      <w:bookmarkStart w:id="0" w:name="_GoBack"/>
      <w:bookmarkEnd w:id="0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техн</w:t>
      </w:r>
      <w:proofErr w:type="gram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ічну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документацію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із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встановлення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відновлення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) меж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натурі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(на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місцевості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), та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її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прив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атну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0,2500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га,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</w:t>
      </w:r>
      <w:r>
        <w:rPr>
          <w:rFonts w:ascii="Times New Roman" w:eastAsia="Arial Unicode MS" w:hAnsi="Times New Roman"/>
          <w:color w:val="000000"/>
          <w:sz w:val="24"/>
          <w:szCs w:val="24"/>
        </w:rPr>
        <w:t>984000:01:009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:0</w:t>
      </w:r>
      <w:r>
        <w:rPr>
          <w:rFonts w:ascii="Times New Roman" w:eastAsia="Arial Unicode MS" w:hAnsi="Times New Roman"/>
          <w:color w:val="000000"/>
          <w:sz w:val="24"/>
          <w:szCs w:val="24"/>
        </w:rPr>
        <w:t>106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для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обслуговування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житлового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будинку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господарських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будівель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споруд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,яка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с.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вулиця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Незалежності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, 80</w:t>
      </w:r>
    </w:p>
    <w:p w:rsidR="002C70EA" w:rsidRPr="00E12288" w:rsidRDefault="002C70EA" w:rsidP="002C70EA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2.Михалюку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Є.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В.</w:t>
      </w:r>
      <w:r w:rsidRPr="00E12288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своє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 в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 порядку.</w:t>
      </w:r>
    </w:p>
    <w:p w:rsidR="002C70EA" w:rsidRPr="00E12288" w:rsidRDefault="002C70EA" w:rsidP="002C70EA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2C70EA" w:rsidRPr="00E12288" w:rsidRDefault="002C70EA" w:rsidP="002C70EA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2C70EA" w:rsidRPr="00E12288" w:rsidRDefault="002C70EA" w:rsidP="002C70EA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2C70EA" w:rsidRDefault="002C70EA" w:rsidP="002C70EA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1F541E" w:rsidRPr="002C70EA" w:rsidRDefault="002C70EA" w:rsidP="002C70EA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1F541E" w:rsidRPr="002C70E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2C70EA"/>
    <w:rsid w:val="00171A2E"/>
    <w:rsid w:val="001F541E"/>
    <w:rsid w:val="002C70EA"/>
    <w:rsid w:val="00304C90"/>
    <w:rsid w:val="00505B6D"/>
    <w:rsid w:val="006D3977"/>
    <w:rsid w:val="007D6C18"/>
    <w:rsid w:val="008678DB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0EA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2C70EA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2C70EA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C70EA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14AAE-3477-4EDF-9C15-CE342781A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5</TotalTime>
  <Pages>1</Pages>
  <Words>261</Words>
  <Characters>1489</Characters>
  <Application>Microsoft Office Word</Application>
  <DocSecurity>0</DocSecurity>
  <Lines>12</Lines>
  <Paragraphs>3</Paragraphs>
  <ScaleCrop>false</ScaleCrop>
  <Company>Microsoft</Company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2020-12-01T06:10:00Z</dcterms:created>
  <dcterms:modified xsi:type="dcterms:W3CDTF">2020-12-01T07:00:00Z</dcterms:modified>
</cp:coreProperties>
</file>