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43" w:rsidRPr="00D815F3" w:rsidRDefault="00F50143" w:rsidP="00F5014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F50143" w:rsidRPr="001869AA" w:rsidRDefault="00F50143" w:rsidP="00F5014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192" name="Группа 12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1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1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Hu0cMA&#10;AADeAAAADwAAAGRycy9kb3ducmV2LnhtbERPS2vCQBC+F/wPywje6uYBrabZBBEVD0LxdR+yYxKa&#10;nQ3ZVdN/3y0UepuP7zl5OZpOPGhwrWUF8TwCQVxZ3XKt4HLevi5AOI+ssbNMCr7JQVlMXnLMtH3y&#10;kR4nX4sQwi5DBY33fSalqxoy6Oa2Jw7czQ4GfYBDLfWAzxBuOplE0Zs02HJoaLCndUPV1+luFNh0&#10;tz9c6+SYbvjd8+pzcbuOB6Vm03H1AcLT6P/Ff+69DvOTeJnC7zvhBl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Hu0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zEBscA&#10;AADeAAAADwAAAGRycy9kb3ducmV2LnhtbERPS2sCMRC+F/ofwgi9iGYVsXVrlCJsrT0UfIDXYTPd&#10;rN1MliTVrb++KQi9zcf3nPmys404kw+1YwWjYQaCuHS65krBYV8MnkCEiKyxcUwKfijAcnF/N8dc&#10;uwtv6byLlUghHHJUYGJscylDachiGLqWOHGfzluMCfpKao+XFG4bOc6yqbRYc2ow2NLKUPm1+7YK&#10;TsWHOa4er6++P9vStV+8r5vNVKmHXvfyDCJSF//FN/ebTvPHo9kE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8xA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PFnMYA&#10;AADeAAAADwAAAGRycy9kb3ducmV2LnhtbESP0WoCMRBF3wv+Q5hCX4pmVVrqahSRKsUX2dUPGDbj&#10;ZulmsmxSs/17IxT6NsO9c8+d1WawrbhR7xvHCqaTDARx5XTDtYLLeT/+AOEDssbWMSn4JQ+b9ehp&#10;hbl2kQu6laEWKYR9jgpMCF0upa8MWfQT1xEn7ep6iyGtfS11jzGF21bOsuxdWmw4EQx2tDNUfZc/&#10;NkFOczwdr/G8PwwY8fNo+HVbKPXyPGyXIAIN4d/8d/2lU/3ZdPEG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+PFn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VO0cQA&#10;AADeAAAADwAAAGRycy9kb3ducmV2LnhtbERPTUvDQBC9C/0Pywje7KZBo6bdllIVRPBgFaS3ITtN&#10;gtnZZXds4r93BcHbPN7nrDaTG9SJYuo9G1jMC1DEjbc9twbe3x4vb0ElQbY4eCYD35Rgs56drbC2&#10;fuRXOu2lVTmEU40GOpFQa52ajhymuQ/EmTv66FAyjK22Eccc7gZdFkWlHfacGzoMtOuo+dx/OQMv&#10;40N4vqmuj+EQr0qd7q187MSYi/NpuwQlNMm/+M/9ZPP8cnFX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1Tt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3+cMYA&#10;AADeAAAADwAAAGRycy9kb3ducmV2LnhtbESP0WoCMRBF3wv+Q5hCX4pmVWjrahSRKsUX2dUPGDbj&#10;ZulmsmxSs/17IxT6NsO9c8+d1WawrbhR7xvHCqaTDARx5XTDtYLLeT/+AOEDssbWMSn4JQ+b9ehp&#10;hbl2kQu6laEWKYR9jgpMCF0upa8MWfQT1xEn7ep6iyGtfS11jzGF21bOsuxNWmw4EQx2tDNUfZc/&#10;NkFOczwdr/G8PwwY8fNo+HVbKPXyPGyXIAIN4d/8d/2lU/3ZdPEO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3+c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/OMcA&#10;AADeAAAADwAAAGRycy9kb3ducmV2LnhtbESPQUsDMRCF7wX/QxjBm8120arbpkWqggg9WAvFW9hM&#10;d5duJiEZu+u/dw5CbzO8N+99s1yPvldnTLkLZGA2LUAh1cF11BjYf73dPoLKbMnZPhAa+MUM69XV&#10;ZGkrFwb6xPOOGyUhlCtroGWOlda5btHbPA0RSbRjSN6yrKnRLtlBwn2vy6KYa287kobWRty0WJ92&#10;P97AdniNHw/z+2P8Tnelzi+ODxs25uZ6fF6AYhz5Yv6/fneCX86ehFfekRn0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mfz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/HSsUA&#10;AADeAAAADwAAAGRycy9kb3ducmV2LnhtbERP32vCMBB+H/g/hBP2IjPVMZmdUVQIEybI3GCvR3O2&#10;Zc2lJJmt/70RhL3dx/fzFqveNuJMPtSOFUzGGQjiwpmaSwXfX/rpFUSIyAYbx6TgQgFWy8HDAnPj&#10;Ov6k8zGWIoVwyFFBFWObSxmKiiyGsWuJE3dy3mJM0JfSeOxSuG3kNMtm0mLNqaHClrYVFb/HP6tg&#10;c+jKZz8qNr37OL3/vGht9F4r9Tjs128gIvXxX3x370yaP53M5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8dK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Q08QA&#10;AADeAAAADwAAAGRycy9kb3ducmV2LnhtbESP0YrCMBBF3xf8hzCCb2tq0UWqUcSlsCy+rPoBQzM2&#10;1WZSkljr35uFhX2b4d575s56O9hW9ORD41jBbJqBIK6cbrhWcD6V70sQISJrbB2TgicF2G5Gb2ss&#10;tHvwD/XHWIsE4VCgAhNjV0gZKkMWw9R1xEm7OG8xptXXUnt8JLhtZZ5lH9Jiw+mCwY72hqrb8W4V&#10;lN/5ob/dtS/dbphbWpjr8tMoNRkPuxWISEP8N/+lv3Sqnycm/L6TZp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K0NP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Y/t8QA&#10;AADeAAAADwAAAGRycy9kb3ducmV2LnhtbERP32vCMBB+H/g/hBN8GTO1YyKdUXQQFDYQdbDXoznb&#10;YnMpSWbrf78MBnu7j+/nLdeDbcWNfGgcK5hNMxDEpTMNVwo+z/ppASJEZIOtY1JwpwDr1ehhiYVx&#10;PR/pdoqVSCEcClRQx9gVUoayJoth6jrixF2ctxgT9JU0HvsUbluZZ9lcWmw4NdTY0VtN5fX0bRVs&#10;D3317B/L7eDeL7uvF62N/tBKTcbD5hVEpCH+i//ce5Pm53k2g9930g1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2P7f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TrP8IA&#10;AADeAAAADwAAAGRycy9kb3ducmV2LnhtbERPzWoCMRC+F/oOYQq91WxDFdkaRVoWSvGi9gGGzbhZ&#10;3UyWJK7r25uC4G0+vt9ZrEbXiYFCbD1reJ8UIIhrb1puNPztq7c5iJiQDXaeScOVIqyWz08LLI2/&#10;8JaGXWpEDuFYogabUl9KGWtLDuPE98SZO/jgMGUYGmkCXnK466Qqipl02HJusNjTl6X6tDs7DdWv&#10;2gynswmVX48fjqb2OP+2Wr++jOtPEInG9BDf3T8mz1eqUPD/Tr5B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lOs/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bQTMIA&#10;AADeAAAADwAAAGRycy9kb3ducmV2LnhtbERP3WrCMBS+H/gO4Qy8m4ntFOmMMgaOebnqAxyaY1Ns&#10;TmqTtfXtzWCwu/Px/Z7tfnKtGKgPjWcNy4UCQVx503Ct4Xw6vGxAhIhssPVMGu4UYL+bPW2xMH7k&#10;bxrKWIsUwqFADTbGrpAyVJYchoXviBN38b3DmGBfS9PjmMJdKzOl1tJhw6nBYkcflqpr+eM0vN7H&#10;z1u5uqqDcbQ85t2RY7XSev48vb+BiDTFf/Gf+8uk+Vmmcvh9J90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FtBM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1el8IA&#10;AADeAAAADwAAAGRycy9kb3ducmV2LnhtbERPS4vCMBC+L/gfwgje1tSyyFpNiygusie3Ps5DM7bF&#10;ZlKaqPXfbwTB23x8z1lkvWnEjTpXW1YwGUcgiAuray4VHPabz28QziNrbCyTggc5yNLBxwITbe/8&#10;R7fclyKEsEtQQeV9m0jpiooMurFtiQN3tp1BH2BXSt3hPYSbRsZRNJUGaw4NFba0qqi45Fej4Do9&#10;xQc+/+pdvn78zNabpZPHUqnRsF/OQXjq/Vv8cm91mB/H0Rc83wk3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/V6X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5LEcYA&#10;AADeAAAADwAAAGRycy9kb3ducmV2LnhtbERPS2vCQBC+F/oflhG81Y2xDRpdpQqFtgfF18HbmB2T&#10;tNnZNLvV9N93BcHbfHzPmcxaU4kzNa60rKDfi0AQZ1aXnCvYbd+ehiCcR9ZYWSYFf+RgNn18mGCq&#10;7YXXdN74XIQQdikqKLyvUyldVpBB17M1ceBOtjHoA2xyqRu8hHBTyTiKEmmw5NBQYE2LgrLvza9R&#10;sF8Nk9Fq/vH89bk84sDon4MuE6W6nfZ1DMJT6+/im/tdh/lxHL3A9Z1w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5LE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VC8sQA&#10;AADeAAAADwAAAGRycy9kb3ducmV2LnhtbERPyWrDMBC9F/IPYgK9NXLcYoIbJWQhbukpS6HXwZra&#10;JtbISEpi9+urQiG3ebx15svetOJKzjeWFUwnCQji0uqGKwWfp93TDIQPyBpby6RgIA/Lxehhjrm2&#10;Nz7Q9RgqEUPY56igDqHLpfRlTQb9xHbEkfu2zmCI0FVSO7zFcNPKNEkyabDh2FBjR5uayvPxYhT8&#10;ZF+492/pevusAw0vs8J+7AulHsf96hVEoD7cxf/udx3np2mSwd878Qa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1Qv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COx8QA&#10;AADeAAAADwAAAGRycy9kb3ducmV2LnhtbERPzWrCQBC+F3yHZQRvzcZgq6ZZRYpCb61pH2DITjch&#10;2dmY3Wr06buFgrf5+H6n2I62E2cafONYwTxJQRBXTjdsFHx9Hh5XIHxA1tg5JgVX8rDdTB4KzLW7&#10;8JHOZTAihrDPUUEdQp9L6auaLPrE9cSR+3aDxRDhYKQe8BLDbSezNH2WFhuODTX29FpT1ZY/VsHJ&#10;ZU96LPf43u7XH40xi9PtuFBqNh13LyACjeEu/ne/6Tg/y9Il/L0Tb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Ajs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8XsYA&#10;AADeAAAADwAAAGRycy9kb3ducmV2LnhtbESPQW/CMAyF75P4D5GRuEFKJxjrCGibhMQVtsOOXmLa&#10;jsbpmgwKvx4fkHaz9Z7f+7xc975RJ+piHdjAdJKBIrbB1Vwa+PzYjBegYkJ22AQmAxeKsF4NHpZY&#10;uHDmHZ32qVQSwrFAA1VKbaF1tBV5jJPQEot2CJ3HJGtXatfhWcJ9o/Msm2uPNUtDhS29V2SP+z9v&#10;YFt/02xuD89+8WZ3X9ff9Pj044wZDfvXF1CJ+vRvvl9vneDneSa88o7Mo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N8X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4gEsUA&#10;AADeAAAADwAAAGRycy9kb3ducmV2LnhtbERP0WoCMRB8F/oPYQt906T3UOrVKFUQLK2CZ9HX5bK9&#10;HL1sjks8z783hYJvszs7MzuzxeAa0VMXas8anicKBHHpTc2Vhu/DevwKIkRkg41n0nClAIv5w2iG&#10;ufEX3lNfxEokEw45arAxtrmUobTkMEx8S5y4H985jGnsKmk6vCRz18hMqRfpsOaUYLGllaXytzg7&#10;DT3urupkl9vpR/1VZrvl8dOkvX56HN7fQEQa4v34X70x6f0sU1P4q5Mw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iAS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DAyMUA&#10;AADeAAAADwAAAGRycy9kb3ducmV2LnhtbESPQU/DMAyF70j8h8hI3Fi6HBDqlk0IaRNHKBw4eo3X&#10;dGvsKsnWwq8nByRutvz83vvW2zkM6kox9cIWlosKFHErrufOwufH7uEJVMrIDgdhsvBNCbab25s1&#10;1k4mfqdrkztVTDjVaMHnPNZap9ZTwLSQkbjcjhID5rLGTruIUzEPgzZV9agD9lwSPI704qk9N5dg&#10;Ydq3h5M5fjn/E0fZNW9yMoNYe383P69AZZrzv/jv+9WV+sYsC0DBKT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IMDI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R1RMQA&#10;AADeAAAADwAAAGRycy9kb3ducmV2LnhtbERPS2vCQBC+F/wPywje6iY5WImuYrVCKRbxdZ9mp0na&#10;3dmQ3Wr8965Q8DYf33Om884acabW144VpMMEBHHhdM2lguNh/TwG4QOyRuOYFFzJw3zWe5pirt2F&#10;d3Teh1LEEPY5KqhCaHIpfVGRRT90DXHkvl1rMUTYllK3eInh1sgsSUbSYs2xocKGlhUVv/s/q2C9&#10;XZmf7HO3OMmwfHv5MuOP19VGqUG/W0xABOrCQ/zvftdxfpalKdzfiT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UdUT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A2p8QA&#10;AADeAAAADwAAAGRycy9kb3ducmV2LnhtbERP24rCMBB9F/yHMIIvsqZWVqRrFFlYVHDBy8K+js3Y&#10;FptJaWKtf28Ewbc5nOvMFq0pRUO1KywrGA0jEMSp1QVnCv6OPx9TEM4jaywtk4I7OVjMu50ZJtre&#10;eE/NwWcihLBLUEHufZVI6dKcDLqhrYgDd7a1QR9gnUld4y2Em1LGUTSRBgsODTlW9J1TejlcjYJm&#10;tz1l68ZVm8t04D7Hp9XqV/8r1e+1yy8Qnlr/Fr/cax3mx/Eohuc74QY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wNq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DtIcYA&#10;AADeAAAADwAAAGRycy9kb3ducmV2LnhtbERPS2sCMRC+F/wPYQRvNeu2FV2NUguCl0J9HPQ2bsbd&#10;xc1km0Td9tc3QsHbfHzPmc5bU4srOV9ZVjDoJyCIc6srLhTstsvnEQgfkDXWlknBD3mYzzpPU8y0&#10;vfGarptQiBjCPkMFZQhNJqXPSzLo+7YhjtzJOoMhQldI7fAWw00t0yQZSoMVx4YSG/ooKT9vLkbB&#10;YjxafH+98ufv+nigw/54fktdolSv275PQARqw0P8717pOD9NBy9wfyfe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DtIcYAAADeAAAADwAAAAAAAAAAAAAAAACYAgAAZHJz&#10;L2Rvd25yZXYueG1sUEsFBgAAAAAEAAQA9QAAAIsDAAAAAA==&#10;" fillcolor="black" stroked="f"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7VcYA&#10;AADeAAAADwAAAGRycy9kb3ducmV2LnhtbERPS2vCQBC+C/6HZYTedGNoRaKrqG2hUHvwcfA4Zsdk&#10;SXY2ZLea9te7BaG3+fieM192thZXar1xrGA8SkAQ504bLhQcD+/DKQgfkDXWjknBD3lYLvq9OWba&#10;3XhH130oRAxhn6GCMoQmk9LnJVn0I9cQR+7iWoshwraQusVbDLe1TJNkIi0ajg0lNrQpKa/231bB&#10;6XNipjtD6Xn7u37T25dq/fVaKfU06FYzEIG68C9+uD90nJ+m42f4eyfe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p7V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Sz/MQA&#10;AADeAAAADwAAAGRycy9kb3ducmV2LnhtbERPTWsCMRC9F/ofwgjeNOuCIlujiKW0lx6qLb0Om3Gz&#10;7mayTaKu/nojCL3N433OYtXbVpzIh9qxgsk4A0FcOl1zpeB79zaagwgRWWPrmBRcKMBq+fy0wEK7&#10;M3/RaRsrkUI4FKjAxNgVUobSkMUwdh1x4vbOW4wJ+kpqj+cUbluZZ9lMWqw5NRjsaGOobLZHq8Cv&#10;f1+bKx9/muz6eQnvh/5vjkap4aBfv4CI1Md/8cP9odP8PJ9M4f5Ou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ks/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ebwMQA&#10;AADeAAAADwAAAGRycy9kb3ducmV2LnhtbERP22rCQBB9L/gPywi+FN2YB6upq4ggCJWClw+YZqdJ&#10;6O5syI4a+/XdQqFvczjXWa5779SNutgENjCdZKCIy2AbrgxczrvxHFQUZIsuMBl4UIT1avC0xMKG&#10;Ox/pdpJKpRCOBRqoRdpC61jW5DFOQkucuM/QeZQEu0rbDu8p3DudZ9lMe2w4NdTY0ram8ut09QZc&#10;/uEWby/xII+LPmTfXo7P79aY0bDfvIIS6uVf/Ofe2zQ/z6cz+H0n3a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Hm8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t/AcQA&#10;AADeAAAADwAAAGRycy9kb3ducmV2LnhtbERPPW/CMBDdK/EfrKvUrThkKFWKQRSElIWhKYj1iK9x&#10;hH2OYhdSfn2NhMR2T+/zZovBWXGmPrSeFUzGGQji2uuWGwW7783rO4gQkTVaz6TgjwIs5qOnGRba&#10;X/iLzlVsRArhUKACE2NXSBlqQw7D2HfEifvxvcOYYN9I3eMlhTsr8yx7kw5bTg0GO1oZqk/Vr1Ow&#10;rjqb70rzGQ777fFoy+uGDmulXp6H5QeISEN8iO/uUqf5eT6Zwu2ddIO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bfwH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FZRcYA&#10;AADeAAAADwAAAGRycy9kb3ducmV2LnhtbESPT2vDMAzF74V9B6PBbq3dHNqS1S1jrFDYaf1z6E3Y&#10;WpItlkPsNem3rw6D3iTe03s/rbdjaNWV+tREtjCfGVDELvqGKwun4266ApUyssc2Mlm4UYLt5mmy&#10;xtLHgb/oesiVkhBOJVqoc+5KrZOrKWCaxY5YtO/YB8yy9pX2PQ4SHlpdGLPQARuWhho7eq/J/R7+&#10;goWfnf6MzqA7n87D3i8vHwtqjbUvz+PbK6hMY36Y/6/3XvCLYi688o7Mo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FZR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WOMQA&#10;AADeAAAADwAAAGRycy9kb3ducmV2LnhtbERPS2vCQBC+C/6HZQredGMKJaRuxAqCVHqoinicZicP&#10;kp0Nu6um/75bKPQ2H99zVuvR9OJOzreWFSwXCQji0uqWawXn026egfABWWNvmRR8k4d1MZ2sMNf2&#10;wZ90P4ZaxBD2OSpoQhhyKX3ZkEG/sANx5CrrDIYIXS21w0cMN71Mk+RFGmw5NjQ40LahsjvejILr&#10;7cDVx/P7xr2Fix1Pvku/sk6p2dO4eQURaAz/4j/3Xsf5aZot4fedeIM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Zlj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bdPcYA&#10;AADeAAAADwAAAGRycy9kb3ducmV2LnhtbERPTWsCMRC9C/0PYQq9adbQlnU1ShWEXgrVetDbuBl3&#10;FzeTbZLqtr++KQi9zeN9zmzR21ZcyIfGsYbxKANBXDrTcKVh97Ee5iBCRDbYOiYN3xRgMb8bzLAw&#10;7sobumxjJVIIhwI11DF2hZShrMliGLmOOHEn5y3GBH0ljcdrCretVFn2LC02nBpq7GhVU3neflkN&#10;y0m+/Hx/5LefzfFAh/3x/KR8pvXDff8yBRGpj//im/vVpPlK5Qr+3kk3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bdPcYAAADeAAAADwAAAAAAAAAAAAAAAACYAgAAZHJz&#10;L2Rvd25yZXYueG1sUEsFBgAAAAAEAAQA9QAAAIsDAAAAAA==&#10;" fillcolor="black" stroked="f"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xzDMMA&#10;AADeAAAADwAAAGRycy9kb3ducmV2LnhtbERP30vDMBB+F/Y/hBv45tJ1MEZdNspgKD51U/H11pxN&#10;sbmUJGb1v18Ewbf7+H7edj/ZQSTyoXesYLkoQBC3TvfcKXh7PT5sQISIrHFwTAp+KMB+N7vbYqXd&#10;lU+UzrETOYRDhQpMjGMlZWgNWQwLNxJn7tN5izFD30nt8ZrD7SDLolhLiz3nBoMjHQy1X+dvqyBd&#10;Dk29Sh/JnF583XnXPL1fGqXu51P9CCLSFP/Ff+5nneeX5WYFv+/kG+Tu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xzD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mvccUA&#10;AADeAAAADwAAAGRycy9kb3ducmV2LnhtbERPTWvCQBC9F/wPywje6sZQxEZXEWmL9lIbBT0O2TEb&#10;zM6G7BrT/vpuodDbPN7nLFa9rUVHra8cK5iMExDEhdMVlwqOh9fHGQgfkDXWjknBF3lYLQcPC8y0&#10;u/MndXkoRQxhn6ECE0KTSekLQxb92DXEkbu41mKIsC2lbvEew20t0ySZSosVxwaDDW0MFdf8ZhX4&#10;yebl9G6/n7vzm+GPfGem+9IoNRr26zmIQH34F/+5tzrOT9PZE/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a9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0143" w:rsidRPr="00D815F3" w:rsidRDefault="00F50143" w:rsidP="00F5014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F50143" w:rsidRPr="001869AA" w:rsidRDefault="00F50143" w:rsidP="00F5014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50143" w:rsidRPr="001869AA" w:rsidRDefault="00F50143" w:rsidP="00F5014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50143" w:rsidRPr="001869AA" w:rsidRDefault="00F50143" w:rsidP="00F5014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50143" w:rsidRPr="00D815F3" w:rsidRDefault="00F50143" w:rsidP="00F5014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F50143" w:rsidRPr="001869AA" w:rsidRDefault="00F50143" w:rsidP="00F5014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F50143" w:rsidRPr="001869AA" w:rsidRDefault="00F50143" w:rsidP="00F50143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F50143" w:rsidRPr="001869AA" w:rsidRDefault="00F50143" w:rsidP="00F5014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F50143" w:rsidRPr="001869AA" w:rsidRDefault="00F50143" w:rsidP="00F5014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F50143" w:rsidRPr="001869AA" w:rsidRDefault="00F50143" w:rsidP="00F5014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0143" w:rsidRDefault="00F50143" w:rsidP="00F501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5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50143" w:rsidRDefault="00F50143" w:rsidP="00F501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50143" w:rsidRDefault="00F50143" w:rsidP="00F50143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F50143" w:rsidRPr="001869AA" w:rsidRDefault="00F50143" w:rsidP="00F5014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50143" w:rsidRDefault="00F50143" w:rsidP="00F50143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F50143" w:rsidRPr="001869AA" w:rsidRDefault="00F50143" w:rsidP="00F50143">
      <w:pPr>
        <w:spacing w:after="0" w:line="240" w:lineRule="auto"/>
        <w:jc w:val="center"/>
        <w:rPr>
          <w:rFonts w:ascii="Times New Roman" w:hAnsi="Times New Roman"/>
        </w:rPr>
      </w:pPr>
    </w:p>
    <w:p w:rsidR="00F50143" w:rsidRPr="004C78CD" w:rsidRDefault="00F50143" w:rsidP="00F5014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F50143" w:rsidRPr="008E2C07" w:rsidRDefault="00F50143" w:rsidP="00F50143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Остапчук Т.П.</w:t>
      </w: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Остапчук</w:t>
      </w:r>
      <w:proofErr w:type="spellEnd"/>
      <w:r>
        <w:rPr>
          <w:rFonts w:ascii="Times New Roman" w:hAnsi="Times New Roman"/>
          <w:sz w:val="24"/>
          <w:lang w:val="ru-RU"/>
        </w:rPr>
        <w:t xml:space="preserve"> Т.П.,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F50143" w:rsidRPr="008E2C07" w:rsidRDefault="00F50143" w:rsidP="00F5014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      1. Відмовити</w:t>
      </w:r>
      <w:r w:rsidRPr="00070D4B"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Остапчук Тетяні Петрівні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зареєстрована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F009D8">
        <w:rPr>
          <w:rFonts w:ascii="Times New Roman" w:hAnsi="Times New Roman"/>
          <w:sz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/>
          <w:sz w:val="24"/>
        </w:rPr>
        <w:t>, у  наданні дозволу</w:t>
      </w:r>
      <w:r w:rsidRPr="008E2C07">
        <w:rPr>
          <w:rFonts w:ascii="Times New Roman" w:hAnsi="Times New Roman"/>
          <w:sz w:val="24"/>
        </w:rPr>
        <w:t xml:space="preserve">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0,2700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 за межами </w:t>
      </w:r>
      <w:proofErr w:type="spellStart"/>
      <w:r>
        <w:rPr>
          <w:rFonts w:ascii="Times New Roman" w:hAnsi="Times New Roman"/>
          <w:sz w:val="24"/>
          <w:lang w:val="ru-RU"/>
        </w:rPr>
        <w:t>населеного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 пункту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Дідова</w:t>
      </w:r>
      <w:proofErr w:type="spellEnd"/>
      <w:r>
        <w:rPr>
          <w:rFonts w:ascii="Times New Roman" w:hAnsi="Times New Roman"/>
          <w:sz w:val="24"/>
          <w:lang w:val="ru-RU"/>
        </w:rPr>
        <w:t xml:space="preserve"> Гора, у </w:t>
      </w:r>
      <w:proofErr w:type="spellStart"/>
      <w:r>
        <w:rPr>
          <w:rFonts w:ascii="Times New Roman" w:hAnsi="Times New Roman"/>
          <w:sz w:val="24"/>
          <w:lang w:val="ru-RU"/>
        </w:rPr>
        <w:t>зв’язку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з </w:t>
      </w:r>
      <w:proofErr w:type="spellStart"/>
      <w:r>
        <w:rPr>
          <w:rFonts w:ascii="Times New Roman" w:hAnsi="Times New Roman"/>
          <w:sz w:val="24"/>
          <w:lang w:val="ru-RU"/>
        </w:rPr>
        <w:t>тим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вказану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ділянку</w:t>
      </w:r>
      <w:proofErr w:type="spellEnd"/>
      <w:r>
        <w:rPr>
          <w:rFonts w:ascii="Times New Roman" w:hAnsi="Times New Roman"/>
          <w:sz w:val="24"/>
          <w:lang w:val="ru-RU"/>
        </w:rPr>
        <w:t xml:space="preserve">  не </w:t>
      </w:r>
      <w:proofErr w:type="spellStart"/>
      <w:r>
        <w:rPr>
          <w:rFonts w:ascii="Times New Roman" w:hAnsi="Times New Roman"/>
          <w:sz w:val="24"/>
          <w:lang w:val="ru-RU"/>
        </w:rPr>
        <w:t>визначений</w:t>
      </w:r>
      <w:proofErr w:type="spellEnd"/>
      <w:r>
        <w:rPr>
          <w:rFonts w:ascii="Times New Roman" w:hAnsi="Times New Roman"/>
          <w:sz w:val="24"/>
          <w:lang w:val="ru-RU"/>
        </w:rPr>
        <w:t xml:space="preserve"> тип права </w:t>
      </w:r>
      <w:proofErr w:type="spellStart"/>
      <w:r>
        <w:rPr>
          <w:rFonts w:ascii="Times New Roman" w:hAnsi="Times New Roman"/>
          <w:sz w:val="24"/>
          <w:lang w:val="ru-RU"/>
        </w:rPr>
        <w:t>власності</w:t>
      </w:r>
      <w:proofErr w:type="spellEnd"/>
      <w:r>
        <w:rPr>
          <w:rFonts w:ascii="Times New Roman" w:hAnsi="Times New Roman"/>
          <w:sz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lang w:val="ru-RU"/>
        </w:rPr>
        <w:t>тобто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право не </w:t>
      </w:r>
      <w:proofErr w:type="spellStart"/>
      <w:r>
        <w:rPr>
          <w:rFonts w:ascii="Times New Roman" w:hAnsi="Times New Roman"/>
          <w:sz w:val="24"/>
          <w:lang w:val="ru-RU"/>
        </w:rPr>
        <w:t>посвідчено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Крупецькою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сільською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радою  як  </w:t>
      </w:r>
      <w:proofErr w:type="spellStart"/>
      <w:r>
        <w:rPr>
          <w:rFonts w:ascii="Times New Roman" w:hAnsi="Times New Roman"/>
          <w:sz w:val="24"/>
          <w:lang w:val="ru-RU"/>
        </w:rPr>
        <w:t>землі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комунальної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власності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F50143" w:rsidRPr="008E2C07" w:rsidRDefault="00F50143" w:rsidP="00F5014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F50143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F50143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F50143" w:rsidRPr="008E2C07" w:rsidRDefault="00F50143" w:rsidP="00F5014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025FC" w:rsidRPr="00F50143" w:rsidRDefault="00F50143" w:rsidP="00F5014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E025FC" w:rsidRPr="00F501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143"/>
    <w:rsid w:val="00171A2E"/>
    <w:rsid w:val="00304C90"/>
    <w:rsid w:val="00505B6D"/>
    <w:rsid w:val="006D3977"/>
    <w:rsid w:val="007D6C18"/>
    <w:rsid w:val="00D1641A"/>
    <w:rsid w:val="00E025FC"/>
    <w:rsid w:val="00F009D8"/>
    <w:rsid w:val="00F5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14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14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233</Words>
  <Characters>1331</Characters>
  <Application>Microsoft Office Word</Application>
  <DocSecurity>0</DocSecurity>
  <Lines>11</Lines>
  <Paragraphs>3</Paragraphs>
  <ScaleCrop>false</ScaleCrop>
  <Company>Microsoft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2020-11-17T16:21:00Z</dcterms:created>
  <dcterms:modified xsi:type="dcterms:W3CDTF">2020-11-18T07:07:00Z</dcterms:modified>
</cp:coreProperties>
</file>