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3C2" w:rsidRDefault="000413C2" w:rsidP="000413C2">
      <w:pPr>
        <w:spacing w:after="0" w:line="240" w:lineRule="auto"/>
        <w:rPr>
          <w:rFonts w:ascii="Times New Roman" w:eastAsia="Calibri" w:hAnsi="Times New Roman" w:cs="Times New Roman"/>
          <w:sz w:val="28"/>
          <w:szCs w:val="28"/>
          <w:lang w:val="uk-UA"/>
        </w:rPr>
      </w:pPr>
    </w:p>
    <w:p w:rsidR="000413C2" w:rsidRPr="002E1F4D" w:rsidRDefault="000413C2" w:rsidP="000413C2">
      <w:pPr>
        <w:tabs>
          <w:tab w:val="right" w:pos="9354"/>
        </w:tabs>
        <w:spacing w:after="0" w:line="240" w:lineRule="auto"/>
        <w:jc w:val="right"/>
        <w:rPr>
          <w:rFonts w:ascii="Times New Roman" w:eastAsia="Calibri" w:hAnsi="Times New Roman" w:cs="Times New Roman"/>
          <w:color w:val="FF0000"/>
        </w:rPr>
      </w:pPr>
      <w:r w:rsidRPr="002E1F4D">
        <w:rPr>
          <w:rFonts w:ascii="Times New Roman" w:eastAsia="Calibri" w:hAnsi="Times New Roman" w:cs="Times New Roman"/>
          <w:color w:val="FF0000"/>
        </w:rPr>
        <w:t>ПРОЕКТ</w:t>
      </w:r>
    </w:p>
    <w:p w:rsidR="000413C2" w:rsidRPr="002E1F4D" w:rsidRDefault="000413C2" w:rsidP="000413C2">
      <w:pPr>
        <w:tabs>
          <w:tab w:val="right" w:pos="9354"/>
        </w:tabs>
        <w:spacing w:after="0" w:line="240" w:lineRule="auto"/>
        <w:rPr>
          <w:rFonts w:ascii="Times New Roman" w:eastAsia="Calibri" w:hAnsi="Times New Roman" w:cs="Times New Roman"/>
          <w:color w:val="FF0000"/>
        </w:rPr>
      </w:pPr>
    </w:p>
    <w:p w:rsidR="000413C2" w:rsidRPr="002E1F4D" w:rsidRDefault="000413C2" w:rsidP="000413C2">
      <w:pPr>
        <w:tabs>
          <w:tab w:val="left" w:pos="2160"/>
        </w:tabs>
        <w:spacing w:after="0" w:line="240" w:lineRule="auto"/>
        <w:rPr>
          <w:rFonts w:ascii="Times New Roman" w:eastAsia="Calibri" w:hAnsi="Times New Roman" w:cs="Times New Roman"/>
          <w:b/>
        </w:rPr>
      </w:pPr>
      <w:r w:rsidRPr="00BA0190">
        <w:rPr>
          <w:rFonts w:ascii="Times New Roman" w:eastAsia="Times New Roman" w:hAnsi="Times New Roman" w:cs="Times New Roman"/>
          <w:noProof/>
          <w:sz w:val="20"/>
          <w:szCs w:val="20"/>
          <w:lang w:eastAsia="ru-RU"/>
        </w:rPr>
        <w:pict>
          <v:group id="Группа 2745" o:spid="_x0000_s1026" style="position:absolute;margin-left:211.3pt;margin-top:2.95pt;width:42.8pt;height:57.85pt;z-index:25166028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15R8YA&#10;AADdAAAADwAAAGRycy9kb3ducmV2LnhtbESPQWsCMRSE7wX/Q3hCbzXbKKtsjSJKi9BTtYrHx+Z1&#10;d+nmZUnSdf33plDocZiZb5jlerCt6MmHxrGG50kGgrh0puFKw+fx9WkBIkRkg61j0nCjAOvV6GGJ&#10;hXFX/qD+ECuRIBwK1FDH2BVShrImi2HiOuLkfTlvMSbpK2k8XhPctlJlWS4tNpwWauxoW1P5ffix&#10;Gt57lZ8vbzt7nFZq7svpaaeaVuvH8bB5ARFpiP/hv/beaFDzWQ6/b9IT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I15R8YAAADdAAAADwAAAAAAAAAAAAAAAACYAgAAZHJz&#10;L2Rvd25yZXYueG1sUEsFBgAAAAAEAAQA9QAAAIs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WL78UA&#10;AADdAAAADwAAAGRycy9kb3ducmV2LnhtbESPQYvCMBSE7wv+h/AEL4umFdlKNYoIgrqwYBW8Pppn&#10;W21eShO1/vvNwoLHYWa+YebLztTiQa2rLCuIRxEI4tzqigsFp+NmOAXhPLLG2jIpeJGD5aL3McdU&#10;2ycf6JH5QgQIuxQVlN43qZQuL8mgG9mGOHgX2xr0QbaF1C0+A9zUchxFX9JgxWGhxIbWJeW37G4U&#10;yGO287ukMp/x/vzTxfa6/s6vSg363WoGwlPn3+H/9lYrGCeTBP7ehCcgF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ZYvvxQAAAN0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11cUA&#10;AADdAAAADwAAAGRycy9kb3ducmV2LnhtbERPy2oCMRTdC/2HcAtuimYUW3VqFBUs4qLga387uZ2Z&#10;OrkZk6hTv75ZFFweznsya0wlruR8aVlBr5uAIM6sLjlXcNivOiMQPiBrrCyTgl/yMJs+tSaYanvj&#10;LV13IRcxhH2KCooQ6lRKnxVk0HdtTRy5b+sMhghdLrXDWww3lewnyZs0WHJsKLCmZUHZaXcxClZr&#10;Oo2P9fljcHev+ejn63Oz2L8o1X5u5u8gAjXhIf53r7WC/nAQ58Y38Qn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9zXVxQAAAN0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r3YcQA&#10;AADdAAAADwAAAGRycy9kb3ducmV2LnhtbESPQYvCMBSE74L/ITzBm6aKu2o1iiiKsKdV0euzebbV&#10;5qU00Xb/vVlY2OMwM98w82VjCvGiyuWWFQz6EQjixOqcUwWn47Y3AeE8ssbCMin4IQfLRbs1x1jb&#10;mr/pdfCpCBB2MSrIvC9jKV2SkUHXtyVx8G62MuiDrFKpK6wD3BRyGEWf0mDOYSHDktYZJY/D0yiI&#10;vj6K6+3MzeSy2SWPe73lOh8o1e00qxkIT43/D/+191rBcDyawu+b8ATk4g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Qq92HEAAAA3QAAAA8AAAAAAAAAAAAAAAAAmAIAAGRycy9k&#10;b3ducmV2LnhtbFBLBQYAAAAABAAEAPUAAACJ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FivDsUA&#10;AADdAAAADwAAAGRycy9kb3ducmV2LnhtbERPTWsCMRC9C/0PYQQvpWaVWu1qFCso4qGgtvdxM+5u&#10;3Uy2SdTVX98cCh4f73sya0wlLuR8aVlBr5uAIM6sLjlX8LVfvoxA+ICssbJMCm7kYTZ9ak0w1fbK&#10;W7rsQi5iCPsUFRQh1KmUPivIoO/amjhyR+sMhghdLrXDaww3lewnyZs0WHJsKLCmRUHZaXc2CpZr&#10;Or1/17+r17sb5KOfw+fmY/+sVKfdzMcgAjXhIf53r7WC/nAQ98c38QnI6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WK8OxQAAAN0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4VtusYA&#10;AADdAAAADwAAAGRycy9kb3ducmV2LnhtbESPQWvCQBSE7wX/w/IKvekmQjSkrqEoloKnqtjra/aZ&#10;pMm+Ddk1Sf99t1DocZiZb5hNPplWDNS72rKCeBGBIC6srrlUcDkf5ikI55E1tpZJwTc5yLezhw1m&#10;2o78TsPJlyJA2GWooPK+y6R0RUUG3cJ2xMG72d6gD7Ivpe5xDHDTymUUraTBmsNChR3tKiqa090o&#10;iI5J+3m78pR+7F+L5ms88FjHSj09Ti/PIDxN/j/8137TCpbrJIbfN+EJyO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4VtusYAAADd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JSRcYA&#10;AADdAAAADwAAAGRycy9kb3ducmV2LnhtbESPQWvCQBSE74X+h+UVvNVNI1obXaWkCl616aG3Z/aZ&#10;hGTfhuw2Rn+9Kwg9DjPzDbNcD6YRPXWusqzgbRyBIM6trrhQkH1vX+cgnEfW2FgmBRdysF49Py0x&#10;0fbMe+oPvhABwi5BBaX3bSKly0sy6Ma2JQ7eyXYGfZBdIXWH5wA3jYyjaCYNVhwWSmwpLSmvD39G&#10;wc9XXU8+OJpcf/t07tJjlsWnjVKjl+FzAcLT4P/Dj/ZOK4jfpzHc34QnIF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fJSRcYAAADd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hLwc8kA&#10;AADdAAAADwAAAGRycy9kb3ducmV2LnhtbESPQWvCQBSE7wX/w/IEL0U32lZL6ioiFhTaQ1WqvT2y&#10;zySYfRuza4z99V2h4HGYmW+Y8bQxhaipcrllBf1eBII4sTrnVMF28959BeE8ssbCMim4koPppPUw&#10;xljbC39RvfapCBB2MSrIvC9jKV2SkUHXsyVx8A62MuiDrFKpK7wEuCnkIIqG0mDOYSHDkuYZJcf1&#10;2Sh4pno/+/j9+fzenxbeHh53K9ffKdVpN7M3EJ4afw//t5dawWD08gS3N+EJyMk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hLwc8kAAADdAAAADwAAAAAAAAAAAAAAAACYAgAA&#10;ZHJzL2Rvd25yZXYueG1sUEsFBgAAAAAEAAQA9QAAAI4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dvqsYA&#10;AADdAAAADwAAAGRycy9kb3ducmV2LnhtbESPQWvCQBSE70L/w/IK3nTT2FpNXUXSCr1q48HbM/tM&#10;QrJvQ3Yb0/56t1DwOMzMN8xqM5hG9NS5yrKCp2kEgji3uuJCQfa1myxAOI+ssbFMCn7IwWb9MFph&#10;ou2V99QffCEChF2CCkrv20RKl5dk0E1tSxy8i+0M+iC7QuoOrwFuGhlH0VwarDgslNhSWlJeH76N&#10;guN7Xc+WHM1+T326cOk5y+LLh1Ljx2H7BsLT4O/h//anVhC/vjzD35vwBOT6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dvqsYAAADd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fNnMgA&#10;AADdAAAADwAAAGRycy9kb3ducmV2LnhtbESPQWvCQBSE70L/w/IKvYjZKNWW6CpSWrCgB61UvT2y&#10;zyQ0+zbNrjH117sFweMwM98wk1lrStFQ7QrLCvpRDII4tbrgTMH266P3CsJ5ZI2lZVLwRw5m04fO&#10;BBNtz7ymZuMzESDsElSQe18lUro0J4MushVx8I62NuiDrDOpazwHuCnlII5H0mDBYSHHit5ySn82&#10;J6PgmZr9fHk5rL73v+/eHru7T9ffKfX02M7HIDy1/h6+tRdaweBlOIT/N+EJyOkV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2t82cyAAAAN0AAAAPAAAAAAAAAAAAAAAAAJgCAABk&#10;cnMvZG93bnJldi54bWxQSwUGAAAAAAQABAD1AAAAjQ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8sXckA&#10;AADdAAAADwAAAGRycy9kb3ducmV2LnhtbESP3WrCQBSE7wt9h+UIvasbtf6QukpR2gqFglH09pA9&#10;zaZmz6bZ1aR9+m6h4OUwM98w82VnK3GhxpeOFQz6CQji3OmSCwX73fP9DIQPyBorx6TgmzwsF7c3&#10;c0y1a3lLlywUIkLYp6jAhFCnUvrckEXfdzVx9D5cYzFE2RRSN9hGuK3kMEkm0mLJccFgTStD+Sk7&#10;WwXHh9G7M6+ZO7frl5/T9mv6eVi9KXXX654eQQTqwjX8395oBcPpeAJ/b+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qa8sXckAAADdAAAADwAAAAAAAAAAAAAAAACYAgAA&#10;ZHJzL2Rvd25yZXYueG1sUEsFBgAAAAAEAAQA9QAAAI4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KGqW8UA&#10;AADdAAAADwAAAGRycy9kb3ducmV2LnhtbESPQWvCQBSE70L/w/IKvTWbWjQSs0pbqoieavX+yD6T&#10;YPZtmt3G7b93hYLHYWa+YYplMK0YqHeNZQUvSQqCuLS64UrB4Xv1PAPhPLLG1jIp+CMHy8XDqMBc&#10;2wt/0bD3lYgQdjkqqL3vcildWZNBl9iOOHon2xv0UfaV1D1eIty0cpymU2mw4bhQY0cfNZXn/a9R&#10;8Lqd/Kz1e/U5tLO1221Oq9CEo1JPj+FtDsJT8Pfwf3ujFYyzSQa3N/EJyMUV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QoapbxQAAAN0AAAAPAAAAAAAAAAAAAAAAAJgCAABkcnMv&#10;ZG93bnJldi54bWxQSwUGAAAAAAQABAD1AAAAig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iEdcIA&#10;AADdAAAADwAAAGRycy9kb3ducmV2LnhtbERPz2vCMBS+C/4P4Q1207TCqnZGKY5BYXiwetjx0bw1&#10;xealNFnt/vvlIHj8+H7vDpPtxEiDbx0rSJcJCOLa6ZYbBdfL52IDwgdkjZ1jUvBHHg77+WyHuXZ3&#10;PtNYhUbEEPY5KjAh9LmUvjZk0S9dTxy5HzdYDBEOjdQD3mO47eQqSTJpseXYYLCno6H6Vv1aBd/b&#10;0zadzEfyNa6LMtSMeBszpV5fpuIdRKApPMUPd6kVrNZvcW58E5+A3P8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OIR1wgAAAN0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vrT8gA&#10;AADdAAAADwAAAGRycy9kb3ducmV2LnhtbESPQWvCQBSE70L/w/IKvdWNKVpNXYMIihcP2tb2+Mi+&#10;Jmmzb5PsqtFf7woFj8PMfMNM085U4kitKy0rGPQjEMSZ1SXnCj7el89jEM4ja6wsk4IzOUhnD70p&#10;JtqeeEvHnc9FgLBLUEHhfZ1I6bKCDLq+rYmD92Nbgz7INpe6xVOAm0rGUTSSBksOCwXWtCgo+9sd&#10;jIKvweYyqV+6z/jbN+vfeNVky/1IqafHbv4GwlPn7+H/9loriF+HE7i9CU9Azq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i+tPyAAAAN0AAAAPAAAAAAAAAAAAAAAAAJgCAABk&#10;cnMvZG93bnJldi54bWxQSwUGAAAAAAQABAD1AAAAjQ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neGsAA&#10;AADdAAAADwAAAGRycy9kb3ducmV2LnhtbERP3WrCMBS+H/gO4QjezXQiVTqjFEVw7MrqAxyas7au&#10;OQlJtPXtzcVglx/f/2Y3ml48yIfOsoKPeQaCuLa640bB9XJ8X4MIEVljb5kUPCnAbjt522Ch7cBn&#10;elSxESmEQ4EK2hhdIWWoWzIY5tYRJ+7HeoMxQd9I7XFI4aaXiyzLpcGOU0OLjvYt1b/V3ShA71YH&#10;V8nhnN++8XT7KmlpS6Vm07H8BBFpjP/iP/dJK1is8rQ/vUlPQG5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BneGsAAAADdAAAADwAAAAAAAAAAAAAAAACYAgAAZHJzL2Rvd25y&#10;ZXYueG1sUEsFBgAAAAAEAAQA9QAAAIU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rNqh8cA&#10;AADdAAAADwAAAGRycy9kb3ducmV2LnhtbESPT2vCQBTE74V+h+UVeqsbLajErNJ/AdFcavWQ2yP7&#10;TEKzb0N21eindwXB4zAzv2GSRW8acaTO1ZYVDAcRCOLC6ppLBdu/9G0KwnlkjY1lUnAmB4v581OC&#10;sbYn/qXjxpciQNjFqKDyvo2ldEVFBt3AtsTB29vOoA+yK6Xu8BTgppGjKBpLgzWHhQpb+qqo+N8c&#10;jIIszdpszT/T/Pvw+Z4vL7sJr1KlXl/6jxkIT71/hO/tpVYwmoyHcHsTnoCcX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qzaofHAAAA3QAAAA8AAAAAAAAAAAAAAAAAmAIAAGRy&#10;cy9kb3ducmV2LnhtbFBLBQYAAAAABAAEAPUAAACM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Rs8cA&#10;AADdAAAADwAAAGRycy9kb3ducmV2LnhtbESPQWvCQBSE70L/w/IKvemmOaQaXaUI0hZqQS3U4zP7&#10;TEKzb+PuGtN/7xYEj8PMfMPMFr1pREfO15YVPI8SEMSF1TWXCr53q+EYhA/IGhvLpOCPPCzmD4MZ&#10;5tpeeEPdNpQiQtjnqKAKoc2l9EVFBv3ItsTRO1pnMETpSqkdXiLcNDJNkkwarDkuVNjSsqLid3s2&#10;Cr5O2fmz+9m/HVy/ak/Nx3KtJ7VST4/96xREoD7cw7f2u1aQvmQp/L+JT0D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PpEbP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fanMYA&#10;AADdAAAADwAAAGRycy9kb3ducmV2LnhtbESP0WrCQBRE3wv+w3ILvtVNI2pJXUUKaYsUxOgHXLLX&#10;bDB7N2Q3Me3Xu4VCH4eZOcOst6NtxECdrx0reJ4lIIhLp2uuFJxP+dMLCB+QNTaOScE3edhuJg9r&#10;zLS78ZGGIlQiQthnqMCE0GZS+tKQRT9zLXH0Lq6zGKLsKqk7vEW4bWSaJEtpsea4YLClN0Plteit&#10;Ak5kfvgqGy3ff86r/Ycp9ou+UGr6OO5eQQQaw3/4r/2pFaSr5Rx+38Qn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vfanMYAAADdAAAADwAAAAAAAAAAAAAAAACYAgAAZHJz&#10;L2Rvd25yZXYueG1sUEsFBgAAAAAEAAQA9QAAAIs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CX5kMcA&#10;AADdAAAADwAAAGRycy9kb3ducmV2LnhtbESPW2vCQBSE3wv+h+UIfasbrVqNruIVrG9NCyVvh+zJ&#10;BbNnQ3arqb++Wyj0cZiZb5jlujO1uFLrKssKhoMIBHFmdcWFgo/349MMhPPIGmvLpOCbHKxXvYcl&#10;xtre+I2uiS9EgLCLUUHpfRNL6bKSDLqBbYiDl9vWoA+yLaRu8RbgppajKJpKgxWHhRIb2pWUXZIv&#10;oyDJ01Rv+TB+nU3c7nx+vs8/j3ulHvvdZgHCU+f/w3/tk1YwepmO4fdNeAJy9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Al+ZDHAAAA3QAAAA8AAAAAAAAAAAAAAAAAmAIAAGRy&#10;cy9kb3ducmV2LnhtbFBLBQYAAAAABAAEAPUAAACM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HV1sUA&#10;AADdAAAADwAAAGRycy9kb3ducmV2LnhtbESPQWvCQBSE74X+h+UVvDUblVqJriKi4KGHav0Bj+xL&#10;Npp9G7ObGP+9Wyj0OMx8M8xyPdha9NT6yrGCcZKCIM6drrhUcP7Zv89B+ICssXZMCh7kYb16fVli&#10;pt2dj9SfQiliCfsMFZgQmkxKnxuy6BPXEEevcK3FEGVbSt3iPZbbWk7SdCYtVhwXDDa0NZRfT51V&#10;MDlvLtvie/p1uU1T3lkz7LqjUWr0NmwWIAIN4T/8Rx905D5nH/D7Jj4Bu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wdXWxQAAAN0AAAAPAAAAAAAAAAAAAAAAAJgCAABkcnMv&#10;ZG93bnJldi54bWxQSwUGAAAAAAQABAD1AAAAig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AV0sgA&#10;AADdAAAADwAAAGRycy9kb3ducmV2LnhtbESPT2vCQBTE74V+h+UJvdWNoaaaukoVCl4K9c9Bb8/s&#10;axLMvo27W0399K5Q6HGYmd8wk1lnGnEm52vLCgb9BARxYXXNpYLt5uN5BMIHZI2NZVLwSx5m08eH&#10;CebaXnhF53UoRYSwz1FBFUKbS+mLigz6vm2Jo/dtncEQpSuldniJcNPINEkyabDmuFBhS4uKiuP6&#10;xyiYj0fz09cLf15Xhz3td4fjMHWJUk+97v0NRKAu/If/2kutIH3NMri/iU9ATm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IBXSyAAAAN0AAAAPAAAAAAAAAAAAAAAAAJgCAABk&#10;cnMvZG93bnJldi54bWxQSwUGAAAAAAQABAD1AAAAjQ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4ry8UA&#10;AADdAAAADwAAAGRycy9kb3ducmV2LnhtbESPQYvCMBSE74L/ITzBi2haWapUo4gouHsRXQWPj+bZ&#10;FpuX0sRa//1mYWGPw8x8wyzXnalES40rLSuIJxEI4szqknMFl+/9eA7CeWSNlWVS8CYH61W/t8RU&#10;2xefqD37XAQIuxQVFN7XqZQuK8igm9iaOHh32xj0QTa51A2+AtxUchpFiTRYclgosKZtQdnj/DQK&#10;vmTWjj4/KD7m7e2xO86vJjnFSg0H3WYBwlPn/8N/7YNWMJ0lM/h9E56AXP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LivLxQAAAN0AAAAPAAAAAAAAAAAAAAAAAJgCAABkcnMv&#10;ZG93bnJldi54bWxQSwUGAAAAAAQABAD1AAAAigM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jG0MIA&#10;AADdAAAADwAAAGRycy9kb3ducmV2LnhtbERPzUrDQBC+C32HZQre7MZCa43dllIqKAhi2wcYdsck&#10;mJ0N2WkTfXrnIHj8+P7X2zG25kp9bhI7uJ8VYIh9Cg1XDs6n57sVmCzIAdvE5OCbMmw3k5s1liEN&#10;/EHXo1RGQziX6KAW6Uprs68pYp6ljli5z9RHFIV9ZUOPg4bH1s6LYmkjNqwNNXa0r8l/HS/Rwfzi&#10;xcfH15+3w1kW76duKBarnXO303H3BEZolH/xn/slqO9hqXP1jT4Bu/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WMbQwgAAAN0AAAAPAAAAAAAAAAAAAAAAAJgCAABkcnMvZG93&#10;bnJldi54bWxQSwUGAAAAAAQABAD1AAAAhw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c7McA&#10;AADdAAAADwAAAGRycy9kb3ducmV2LnhtbESPQWsCMRSE7wX/Q3iCt5rtFqzdGqWUViysitaLt0fy&#10;3CzdvCybqOu/bwqFHoeZ+YaZLXrXiAt1ofas4GGcgSDW3tRcKTh8fdxPQYSIbLDxTApuFGAxH9zN&#10;sDD+yju67GMlEoRDgQpsjG0hZdCWHIaxb4mTd/Kdw5hkV0nT4TXBXSPzLJtIhzWnBYstvVnS3/uz&#10;U6CXj+X7Z3m0+pxv11W92ZZud1JqNOxfX0BE6uN/+K+9Mgryp8kz/L5JT0DO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pKnOzHAAAA3QAAAA8AAAAAAAAAAAAAAAAAmAIAAGRy&#10;cy9kb3ducmV2LnhtbFBLBQYAAAAABAAEAPUAAACMAw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l1/MIA&#10;AADdAAAADwAAAGRycy9kb3ducmV2LnhtbERPTWuDQBC9F/oflinkVlc9JMFmI0UotJdAjKU9Du5U&#10;RXdW3K2a/PrsodDj430f8tUMYqbJdZYVJFEMgri2uuNGQXV5e96DcB5Z42CZFFzJQX58fDhgpu3C&#10;Z5pL34gQwi5DBa33Yyalq1sy6CI7Egfux04GfYBTI/WESwg3g0zjeCsNdhwaWhypaKnuy1+jYDS3&#10;z+r74zTHyRemeil46bes1OZpfX0B4Wn1/+I/97tWkO52YX94E56AP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OXX8wgAAAN0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0aacYA&#10;AADdAAAADwAAAGRycy9kb3ducmV2LnhtbESPQWvCQBSE7wX/w/IKvdWNUhpNXUWEFE+BGiH29si+&#10;JsHs25DdaNpf3xUEj8PMfMOsNqNpxYV611hWMJtGIIhLqxuuFBzz9HUBwnlkja1lUvBLDjbrydMK&#10;E22v/EWXg69EgLBLUEHtfZdI6cqaDLqp7YiD92N7gz7IvpK6x2uAm1bOo+hdGmw4LNTY0a6m8nwY&#10;jIK303KbF/T9dy4+bSH3eWazdFDq5XncfoDwNPpH+N7eawXzOJ7B7U14AnL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0aacYAAADdAAAADwAAAAAAAAAAAAAAAACYAgAAZHJz&#10;L2Rvd25yZXYueG1sUEsFBgAAAAAEAAQA9QAAAIs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jAycYA&#10;AADdAAAADwAAAGRycy9kb3ducmV2LnhtbESPQWvCQBSE74L/YXlCb7oxQpTUVYqloBSEWsHrM/ua&#10;pMm+jbtbjf++KxR6HGbmG2a57k0rruR8bVnBdJKAIC6srrlUcPx8Gy9A+ICssbVMCu7kYb0aDpaY&#10;a3vjD7oeQikihH2OCqoQulxKX1Rk0E9sRxy9L+sMhihdKbXDW4SbVqZJkkmDNceFCjvaVFQ0hx+j&#10;4DJ7bfbufPo+v+8W96wpLqncZUo9jfqXZxCB+vAf/mtvtYJ0Pk/h8SY+Abn6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jAycYAAADdAAAADwAAAAAAAAAAAAAAAACYAgAAZHJz&#10;L2Rvd25yZXYueG1sUEsFBgAAAAAEAAQA9QAAAIsDA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4gl8gA&#10;AADdAAAADwAAAGRycy9kb3ducmV2LnhtbESPS2/CMBCE75X6H6ytxK04TVseAYMKUiUulcrjALcl&#10;XpKIeJ3aLgR+fY1UieNoZr7RjKetqcWJnK8sK3jpJiCIc6srLhRs1p/PAxA+IGusLZOCC3mYTh4f&#10;xphpe+YlnVahEBHCPkMFZQhNJqXPSzLou7Yhjt7BOoMhSldI7fAc4aaWaZL0pMGK40KJDc1Lyo+r&#10;X6NgNhzMfr7f+Ou63O9ot90f31OXKNV5aj9GIAK14R7+by+0grTff4Xbm/gE5OQ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7jiCXyAAAAN0AAAAPAAAAAAAAAAAAAAAAAJgCAABk&#10;cnMvZG93bnJldi54bWxQSwUGAAAAAAQABAD1AAAAjQM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he0MYA&#10;AADdAAAADwAAAGRycy9kb3ducmV2LnhtbESPUWvCMBSF3wf7D+EKexmaroyp1ShjbLCxQpn6A67N&#10;tS0mNyXJtP57MxD2eDjnfIezXA/WiBP50DlW8DTJQBDXTnfcKNhtP8YzECEiazSOScGFAqxX93dL&#10;LLQ78w+dNrERCcKhQAVtjH0hZahbshgmridO3sF5izFJ30jt8Zzg1sg8y16kxY7TQos9vbVUHze/&#10;VsF7vvfVHr9NnW0bU35V5eO8KpV6GA2vCxCRhvgfvrU/tYJ8On2GvzfpCcjV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Zhe0MYAAADdAAAADwAAAAAAAAAAAAAAAACYAgAAZHJz&#10;L2Rvd25yZXYueG1sUEsFBgAAAAAEAAQA9QAAAIsDA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ksYccA&#10;AADdAAAADwAAAGRycy9kb3ducmV2LnhtbESPW2sCMRSE34X+h3AKfdOslnrZGkWFBUGo9fLg4+nm&#10;uFncnKybqNt/3xQKfRxm5htmOm9tJe7U+NKxgn4vAUGcO11yoeB4yLpjED4ga6wck4Jv8jCfPXWm&#10;mGr34B3d96EQEcI+RQUmhDqV0ueGLPqeq4mjd3aNxRBlU0jd4CPCbSUHSTKUFkuOCwZrWhnKL/ub&#10;VWAlnr6KYZZ/LF43282kXH5eM6PUy3O7eAcRqA3/4b/2WisYjEZv8PsmPgE5+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spLGHHAAAA3QAAAA8AAAAAAAAAAAAAAAAAmAIAAGRy&#10;cy9kb3ducmV2LnhtbFBLBQYAAAAABAAEAPUAAACMAwAAAAA=&#10;" path="m201,4097r199,l400,,,,,4097r201,xe" fillcolor="black" stroked="f">
              <v:path arrowok="t" o:connecttype="custom" o:connectlocs="20,410;40,410;40,0;0,0;0,410;20,410" o:connectangles="0,0,0,0,0,0"/>
            </v:shape>
          </v:group>
        </w:pict>
      </w:r>
    </w:p>
    <w:p w:rsidR="000413C2" w:rsidRPr="002E1F4D" w:rsidRDefault="000413C2" w:rsidP="000413C2">
      <w:pPr>
        <w:tabs>
          <w:tab w:val="left" w:pos="2160"/>
        </w:tabs>
        <w:spacing w:after="0" w:line="240" w:lineRule="auto"/>
        <w:jc w:val="center"/>
        <w:rPr>
          <w:rFonts w:ascii="Times New Roman" w:eastAsia="Calibri" w:hAnsi="Times New Roman" w:cs="Times New Roman"/>
          <w:b/>
        </w:rPr>
      </w:pPr>
    </w:p>
    <w:p w:rsidR="000413C2" w:rsidRPr="002E1F4D" w:rsidRDefault="000413C2" w:rsidP="000413C2">
      <w:pPr>
        <w:tabs>
          <w:tab w:val="left" w:pos="2160"/>
        </w:tabs>
        <w:spacing w:after="0" w:line="240" w:lineRule="auto"/>
        <w:rPr>
          <w:rFonts w:ascii="Times New Roman" w:eastAsia="Calibri" w:hAnsi="Times New Roman" w:cs="Times New Roman"/>
          <w:b/>
        </w:rPr>
      </w:pPr>
    </w:p>
    <w:p w:rsidR="000413C2" w:rsidRPr="002E1F4D" w:rsidRDefault="000413C2" w:rsidP="000413C2">
      <w:pPr>
        <w:tabs>
          <w:tab w:val="left" w:pos="2160"/>
        </w:tabs>
        <w:spacing w:after="0" w:line="240" w:lineRule="auto"/>
        <w:rPr>
          <w:rFonts w:ascii="Times New Roman" w:eastAsia="Calibri" w:hAnsi="Times New Roman" w:cs="Times New Roman"/>
          <w:b/>
        </w:rPr>
      </w:pPr>
    </w:p>
    <w:p w:rsidR="000413C2" w:rsidRPr="002E1F4D" w:rsidRDefault="000413C2" w:rsidP="000413C2">
      <w:pPr>
        <w:spacing w:after="0" w:line="240" w:lineRule="auto"/>
        <w:jc w:val="center"/>
        <w:rPr>
          <w:rFonts w:ascii="Times New Roman" w:eastAsia="Calibri" w:hAnsi="Times New Roman" w:cs="Times New Roman"/>
          <w:b/>
        </w:rPr>
      </w:pPr>
    </w:p>
    <w:p w:rsidR="000413C2" w:rsidRPr="002E1F4D" w:rsidRDefault="000413C2" w:rsidP="000413C2">
      <w:pPr>
        <w:spacing w:after="0" w:line="240" w:lineRule="auto"/>
        <w:jc w:val="center"/>
        <w:rPr>
          <w:rFonts w:ascii="Times New Roman" w:eastAsia="Calibri" w:hAnsi="Times New Roman" w:cs="Times New Roman"/>
          <w:b/>
          <w:lang w:val="uk-UA"/>
        </w:rPr>
      </w:pPr>
    </w:p>
    <w:p w:rsidR="000413C2" w:rsidRPr="002E1F4D" w:rsidRDefault="000413C2" w:rsidP="000413C2">
      <w:pPr>
        <w:spacing w:after="0" w:line="240" w:lineRule="auto"/>
        <w:jc w:val="center"/>
        <w:rPr>
          <w:rFonts w:ascii="Times New Roman" w:eastAsia="Calibri" w:hAnsi="Times New Roman" w:cs="Times New Roman"/>
          <w:b/>
        </w:rPr>
      </w:pPr>
      <w:r w:rsidRPr="002E1F4D">
        <w:rPr>
          <w:rFonts w:ascii="Times New Roman" w:eastAsia="Calibri" w:hAnsi="Times New Roman" w:cs="Times New Roman"/>
          <w:b/>
        </w:rPr>
        <w:t>УКРАЇНА</w:t>
      </w:r>
    </w:p>
    <w:p w:rsidR="000413C2" w:rsidRPr="002E1F4D" w:rsidRDefault="000413C2" w:rsidP="000413C2">
      <w:pPr>
        <w:keepNext/>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КРУПЕЦЬКА СІЛЬСЬКА РАДА</w:t>
      </w:r>
    </w:p>
    <w:p w:rsidR="000413C2" w:rsidRPr="002E1F4D" w:rsidRDefault="000413C2" w:rsidP="000413C2">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СЛАВУТСЬКОГО РАЙОНУ</w:t>
      </w:r>
    </w:p>
    <w:p w:rsidR="000413C2" w:rsidRPr="002E1F4D" w:rsidRDefault="000413C2" w:rsidP="000413C2">
      <w:pPr>
        <w:spacing w:after="0" w:line="240" w:lineRule="auto"/>
        <w:jc w:val="center"/>
        <w:rPr>
          <w:rFonts w:ascii="Times New Roman" w:eastAsia="Calibri" w:hAnsi="Times New Roman" w:cs="Times New Roman"/>
          <w:b/>
          <w:sz w:val="24"/>
          <w:szCs w:val="24"/>
        </w:rPr>
      </w:pPr>
      <w:r w:rsidRPr="002E1F4D">
        <w:rPr>
          <w:rFonts w:ascii="Times New Roman" w:eastAsia="Calibri" w:hAnsi="Times New Roman" w:cs="Times New Roman"/>
          <w:b/>
          <w:sz w:val="24"/>
          <w:szCs w:val="24"/>
        </w:rPr>
        <w:t>ХМЕЛЬНИЦЬКОЇ ОБЛАСТІ</w:t>
      </w:r>
    </w:p>
    <w:p w:rsidR="000413C2" w:rsidRPr="002E1F4D" w:rsidRDefault="000413C2" w:rsidP="000413C2">
      <w:pPr>
        <w:spacing w:after="0" w:line="240" w:lineRule="auto"/>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w:t>
      </w:r>
    </w:p>
    <w:p w:rsidR="000413C2" w:rsidRPr="002E1F4D" w:rsidRDefault="000413C2" w:rsidP="000413C2">
      <w:pPr>
        <w:spacing w:after="0" w:line="240" w:lineRule="auto"/>
        <w:jc w:val="center"/>
        <w:rPr>
          <w:rFonts w:ascii="Times New Roman" w:eastAsia="Calibri" w:hAnsi="Times New Roman" w:cs="Times New Roman"/>
          <w:b/>
          <w:sz w:val="24"/>
          <w:szCs w:val="24"/>
        </w:rPr>
      </w:pPr>
      <w:proofErr w:type="gramStart"/>
      <w:r w:rsidRPr="002E1F4D">
        <w:rPr>
          <w:rFonts w:ascii="Times New Roman" w:eastAsia="Calibri" w:hAnsi="Times New Roman" w:cs="Times New Roman"/>
          <w:b/>
          <w:sz w:val="24"/>
          <w:szCs w:val="24"/>
        </w:rPr>
        <w:t>Р</w:t>
      </w:r>
      <w:proofErr w:type="gramEnd"/>
      <w:r w:rsidRPr="002E1F4D">
        <w:rPr>
          <w:rFonts w:ascii="Times New Roman" w:eastAsia="Calibri" w:hAnsi="Times New Roman" w:cs="Times New Roman"/>
          <w:b/>
          <w:sz w:val="24"/>
          <w:szCs w:val="24"/>
        </w:rPr>
        <w:t>ІШЕННЯ</w:t>
      </w:r>
    </w:p>
    <w:p w:rsidR="000413C2" w:rsidRPr="002E1F4D" w:rsidRDefault="000413C2" w:rsidP="000413C2">
      <w:pPr>
        <w:spacing w:after="0" w:line="240" w:lineRule="auto"/>
        <w:jc w:val="center"/>
        <w:rPr>
          <w:rFonts w:ascii="Times New Roman" w:eastAsia="Calibri" w:hAnsi="Times New Roman" w:cs="Times New Roman"/>
          <w:sz w:val="24"/>
          <w:szCs w:val="24"/>
        </w:rPr>
      </w:pPr>
      <w:r w:rsidRPr="002E1F4D">
        <w:rPr>
          <w:rFonts w:ascii="Times New Roman" w:eastAsia="Calibri" w:hAnsi="Times New Roman" w:cs="Times New Roman"/>
          <w:sz w:val="24"/>
          <w:szCs w:val="24"/>
        </w:rPr>
        <w:t xml:space="preserve">   Х___ </w:t>
      </w:r>
      <w:r w:rsidRPr="002E1F4D">
        <w:rPr>
          <w:rFonts w:ascii="Times New Roman" w:eastAsia="Calibri" w:hAnsi="Times New Roman" w:cs="Times New Roman"/>
          <w:color w:val="FF0000"/>
          <w:sz w:val="24"/>
          <w:szCs w:val="24"/>
        </w:rPr>
        <w:t xml:space="preserve"> </w:t>
      </w:r>
      <w:proofErr w:type="spellStart"/>
      <w:r w:rsidRPr="002E1F4D">
        <w:rPr>
          <w:rFonts w:ascii="Times New Roman" w:eastAsia="Calibri" w:hAnsi="Times New Roman" w:cs="Times New Roman"/>
          <w:sz w:val="24"/>
          <w:szCs w:val="24"/>
        </w:rPr>
        <w:t>сесії</w:t>
      </w:r>
      <w:proofErr w:type="spellEnd"/>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сільської</w:t>
      </w:r>
      <w:proofErr w:type="spellEnd"/>
      <w:r w:rsidRPr="002E1F4D">
        <w:rPr>
          <w:rFonts w:ascii="Times New Roman" w:eastAsia="Calibri" w:hAnsi="Times New Roman" w:cs="Times New Roman"/>
          <w:sz w:val="24"/>
          <w:szCs w:val="24"/>
        </w:rPr>
        <w:t xml:space="preserve"> ради   </w:t>
      </w:r>
      <w:r w:rsidRPr="002E1F4D">
        <w:rPr>
          <w:rFonts w:ascii="Times New Roman" w:eastAsia="Calibri" w:hAnsi="Times New Roman" w:cs="Times New Roman"/>
          <w:sz w:val="24"/>
          <w:szCs w:val="24"/>
          <w:lang w:val="en-US"/>
        </w:rPr>
        <w:t>VII</w:t>
      </w:r>
      <w:r w:rsidRPr="002E1F4D">
        <w:rPr>
          <w:rFonts w:ascii="Times New Roman" w:eastAsia="Calibri" w:hAnsi="Times New Roman" w:cs="Times New Roman"/>
          <w:sz w:val="24"/>
          <w:szCs w:val="24"/>
        </w:rPr>
        <w:t xml:space="preserve"> </w:t>
      </w:r>
      <w:proofErr w:type="spellStart"/>
      <w:r w:rsidRPr="002E1F4D">
        <w:rPr>
          <w:rFonts w:ascii="Times New Roman" w:eastAsia="Calibri" w:hAnsi="Times New Roman" w:cs="Times New Roman"/>
          <w:sz w:val="24"/>
          <w:szCs w:val="24"/>
        </w:rPr>
        <w:t>скликання</w:t>
      </w:r>
      <w:proofErr w:type="spellEnd"/>
    </w:p>
    <w:p w:rsidR="000413C2" w:rsidRPr="002E1F4D" w:rsidRDefault="000413C2" w:rsidP="000413C2">
      <w:pPr>
        <w:spacing w:after="0" w:line="240" w:lineRule="auto"/>
        <w:rPr>
          <w:rFonts w:ascii="Times New Roman" w:eastAsia="Calibri" w:hAnsi="Times New Roman" w:cs="Times New Roman"/>
          <w:sz w:val="24"/>
          <w:szCs w:val="24"/>
        </w:rPr>
      </w:pPr>
    </w:p>
    <w:p w:rsidR="000413C2" w:rsidRPr="0059569F" w:rsidRDefault="000413C2" w:rsidP="000413C2">
      <w:pPr>
        <w:tabs>
          <w:tab w:val="left" w:pos="2160"/>
        </w:tabs>
        <w:spacing w:after="0" w:line="240" w:lineRule="auto"/>
        <w:rPr>
          <w:rFonts w:ascii="Times New Roman" w:eastAsia="Calibri" w:hAnsi="Times New Roman" w:cs="Times New Roman"/>
          <w:sz w:val="24"/>
          <w:szCs w:val="24"/>
          <w:lang w:val="uk-UA"/>
        </w:rPr>
      </w:pPr>
      <w:r w:rsidRPr="002E1F4D">
        <w:rPr>
          <w:rFonts w:ascii="Times New Roman" w:eastAsia="Calibri" w:hAnsi="Times New Roman" w:cs="Times New Roman"/>
          <w:sz w:val="24"/>
          <w:szCs w:val="24"/>
        </w:rPr>
        <w:t xml:space="preserve">                __.01. 20</w:t>
      </w:r>
      <w:proofErr w:type="spellStart"/>
      <w:r w:rsidRPr="002E1F4D">
        <w:rPr>
          <w:rFonts w:ascii="Times New Roman" w:eastAsia="Calibri" w:hAnsi="Times New Roman" w:cs="Times New Roman"/>
          <w:sz w:val="24"/>
          <w:szCs w:val="24"/>
          <w:lang w:val="uk-UA"/>
        </w:rPr>
        <w:t>20</w:t>
      </w:r>
      <w:proofErr w:type="spellEnd"/>
      <w:r w:rsidRPr="002E1F4D">
        <w:rPr>
          <w:rFonts w:ascii="Times New Roman" w:eastAsia="Calibri" w:hAnsi="Times New Roman" w:cs="Times New Roman"/>
          <w:sz w:val="24"/>
          <w:szCs w:val="24"/>
        </w:rPr>
        <w:t xml:space="preserve">р.                                </w:t>
      </w:r>
      <w:proofErr w:type="spellStart"/>
      <w:r w:rsidRPr="002E1F4D">
        <w:rPr>
          <w:rFonts w:ascii="Times New Roman" w:eastAsia="Calibri" w:hAnsi="Times New Roman" w:cs="Times New Roman"/>
          <w:sz w:val="24"/>
          <w:szCs w:val="24"/>
        </w:rPr>
        <w:t>Крупець</w:t>
      </w:r>
      <w:proofErr w:type="spellEnd"/>
      <w:r w:rsidRPr="002E1F4D">
        <w:rPr>
          <w:rFonts w:ascii="Times New Roman" w:eastAsia="Calibri" w:hAnsi="Times New Roman" w:cs="Times New Roman"/>
          <w:sz w:val="24"/>
          <w:szCs w:val="24"/>
        </w:rPr>
        <w:t xml:space="preserve">                                               №___  </w:t>
      </w:r>
    </w:p>
    <w:p w:rsidR="000413C2" w:rsidRPr="0059569F" w:rsidRDefault="000413C2" w:rsidP="000413C2">
      <w:pPr>
        <w:spacing w:after="0" w:line="240" w:lineRule="auto"/>
        <w:jc w:val="both"/>
        <w:rPr>
          <w:rFonts w:ascii="Times New Roman" w:eastAsia="Times New Roman" w:hAnsi="Times New Roman" w:cs="Times New Roman"/>
          <w:sz w:val="24"/>
          <w:szCs w:val="24"/>
          <w:lang w:val="uk-UA" w:eastAsia="ru-RU"/>
        </w:rPr>
      </w:pPr>
      <w:r w:rsidRPr="002E1F4D">
        <w:rPr>
          <w:rFonts w:ascii="Times New Roman" w:eastAsia="Calibri" w:hAnsi="Times New Roman" w:cs="Times New Roman"/>
          <w:sz w:val="28"/>
          <w:szCs w:val="28"/>
          <w:lang w:val="uk-UA"/>
        </w:rPr>
        <w:t xml:space="preserve">                                                                                                                                                  </w:t>
      </w:r>
      <w:r w:rsidRPr="0059569F">
        <w:rPr>
          <w:rFonts w:ascii="Times New Roman" w:eastAsia="Times New Roman" w:hAnsi="Times New Roman" w:cs="Times New Roman"/>
          <w:sz w:val="24"/>
          <w:szCs w:val="24"/>
          <w:lang w:val="uk-UA" w:eastAsia="ru-RU"/>
        </w:rPr>
        <w:t xml:space="preserve">Про затвердження Генерального плану </w:t>
      </w:r>
    </w:p>
    <w:p w:rsidR="000413C2" w:rsidRPr="0059569F" w:rsidRDefault="000413C2" w:rsidP="000413C2">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населеног</w:t>
      </w:r>
      <w:r>
        <w:rPr>
          <w:rFonts w:ascii="Times New Roman" w:eastAsia="Times New Roman" w:hAnsi="Times New Roman" w:cs="Times New Roman"/>
          <w:sz w:val="24"/>
          <w:szCs w:val="24"/>
          <w:lang w:val="uk-UA" w:eastAsia="ru-RU"/>
        </w:rPr>
        <w:t xml:space="preserve">о 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Комарівка</w:t>
      </w:r>
      <w:r w:rsidRPr="0059569F">
        <w:rPr>
          <w:rFonts w:ascii="Times New Roman" w:eastAsia="Times New Roman" w:hAnsi="Times New Roman" w:cs="Times New Roman"/>
          <w:sz w:val="24"/>
          <w:szCs w:val="24"/>
          <w:lang w:val="uk-UA" w:eastAsia="ru-RU"/>
        </w:rPr>
        <w:t>,</w:t>
      </w:r>
    </w:p>
    <w:p w:rsidR="000413C2" w:rsidRPr="0059569F" w:rsidRDefault="000413C2" w:rsidP="000413C2">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Славутського району Хмельницької області</w:t>
      </w:r>
    </w:p>
    <w:p w:rsidR="000413C2" w:rsidRPr="0059569F" w:rsidRDefault="000413C2" w:rsidP="000413C2">
      <w:pPr>
        <w:spacing w:after="0" w:line="240" w:lineRule="auto"/>
        <w:jc w:val="both"/>
        <w:rPr>
          <w:rFonts w:ascii="Times New Roman" w:eastAsia="Calibri" w:hAnsi="Times New Roman" w:cs="Times New Roman"/>
          <w:sz w:val="24"/>
          <w:szCs w:val="24"/>
          <w:lang w:val="uk-UA"/>
        </w:rPr>
      </w:pPr>
      <w:r w:rsidRPr="0059569F">
        <w:rPr>
          <w:rFonts w:ascii="Times New Roman" w:eastAsia="Times New Roman" w:hAnsi="Times New Roman" w:cs="Times New Roman"/>
          <w:sz w:val="24"/>
          <w:szCs w:val="24"/>
          <w:lang w:val="uk-UA" w:eastAsia="ru-RU"/>
        </w:rPr>
        <w:t xml:space="preserve"> </w:t>
      </w:r>
    </w:p>
    <w:p w:rsidR="000413C2" w:rsidRPr="0059569F" w:rsidRDefault="000413C2" w:rsidP="000413C2">
      <w:pPr>
        <w:spacing w:after="0" w:line="240" w:lineRule="auto"/>
        <w:jc w:val="both"/>
        <w:rPr>
          <w:rFonts w:ascii="Times New Roman" w:eastAsia="Times New Roman" w:hAnsi="Times New Roman" w:cs="Times New Roman"/>
          <w:sz w:val="24"/>
          <w:szCs w:val="24"/>
          <w:lang w:val="uk-UA" w:eastAsia="ru-RU"/>
        </w:rPr>
      </w:pPr>
    </w:p>
    <w:p w:rsidR="000413C2" w:rsidRPr="0059569F" w:rsidRDefault="000413C2" w:rsidP="000413C2">
      <w:pPr>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 xml:space="preserve">           </w:t>
      </w:r>
      <w:r w:rsidRPr="0059569F">
        <w:rPr>
          <w:rFonts w:ascii="Times New Roman" w:eastAsia="Calibri" w:hAnsi="Times New Roman" w:cs="Times New Roman"/>
          <w:sz w:val="24"/>
          <w:szCs w:val="24"/>
          <w:lang w:val="uk-UA"/>
        </w:rPr>
        <w:t xml:space="preserve"> Відповідно до пункту 34 частини 1 статті 26,  статті 42 Закону України «Про місцеве самоврядування в Україні», р</w:t>
      </w:r>
      <w:r w:rsidRPr="0059569F">
        <w:rPr>
          <w:rFonts w:ascii="Times New Roman" w:eastAsia="Times New Roman" w:hAnsi="Times New Roman" w:cs="Times New Roman"/>
          <w:sz w:val="24"/>
          <w:szCs w:val="24"/>
          <w:lang w:val="uk-UA" w:eastAsia="ru-RU"/>
        </w:rPr>
        <w:t xml:space="preserve">озглянувши матеріали проекту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Комарівка</w:t>
      </w:r>
      <w:r w:rsidRPr="0059569F">
        <w:rPr>
          <w:rFonts w:ascii="Times New Roman" w:eastAsia="Times New Roman" w:hAnsi="Times New Roman" w:cs="Times New Roman"/>
          <w:sz w:val="24"/>
          <w:szCs w:val="24"/>
          <w:lang w:val="uk-UA" w:eastAsia="ru-RU"/>
        </w:rPr>
        <w:t xml:space="preserve">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 xml:space="preserve"> Комарівка</w:t>
      </w:r>
      <w:r w:rsidRPr="0059569F">
        <w:rPr>
          <w:rFonts w:ascii="Times New Roman" w:eastAsia="Times New Roman" w:hAnsi="Times New Roman" w:cs="Times New Roman"/>
          <w:sz w:val="24"/>
          <w:szCs w:val="24"/>
          <w:lang w:val="uk-UA" w:eastAsia="ru-RU"/>
        </w:rPr>
        <w:t>, сільська рада</w:t>
      </w:r>
    </w:p>
    <w:p w:rsidR="000413C2" w:rsidRDefault="000413C2" w:rsidP="000413C2">
      <w:pPr>
        <w:spacing w:after="0" w:line="240" w:lineRule="auto"/>
        <w:jc w:val="both"/>
        <w:rPr>
          <w:rFonts w:ascii="Times New Roman" w:eastAsia="Calibri" w:hAnsi="Times New Roman" w:cs="Times New Roman"/>
          <w:bCs/>
          <w:sz w:val="24"/>
          <w:szCs w:val="24"/>
          <w:lang w:val="uk-UA" w:eastAsia="uk-UA"/>
        </w:rPr>
      </w:pPr>
      <w:r w:rsidRPr="0059569F">
        <w:rPr>
          <w:rFonts w:ascii="Times New Roman" w:eastAsia="Calibri" w:hAnsi="Times New Roman" w:cs="Times New Roman"/>
          <w:bCs/>
          <w:sz w:val="24"/>
          <w:szCs w:val="24"/>
          <w:lang w:val="uk-UA" w:eastAsia="uk-UA"/>
        </w:rPr>
        <w:t>ВИРІШИЛА:</w:t>
      </w:r>
    </w:p>
    <w:p w:rsidR="000413C2" w:rsidRPr="0059569F" w:rsidRDefault="000413C2" w:rsidP="000413C2">
      <w:pPr>
        <w:spacing w:after="0" w:line="240" w:lineRule="auto"/>
        <w:jc w:val="both"/>
        <w:rPr>
          <w:rFonts w:ascii="Times New Roman" w:eastAsia="Times New Roman" w:hAnsi="Times New Roman" w:cs="Times New Roman"/>
          <w:b/>
          <w:sz w:val="24"/>
          <w:szCs w:val="24"/>
          <w:lang w:val="uk-UA" w:eastAsia="uk-UA"/>
        </w:rPr>
      </w:pPr>
    </w:p>
    <w:p w:rsidR="000413C2" w:rsidRPr="0059569F" w:rsidRDefault="000413C2" w:rsidP="000413C2">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1.</w:t>
      </w:r>
      <w:r w:rsidRPr="0059569F">
        <w:rPr>
          <w:rFonts w:ascii="Times New Roman" w:eastAsia="Times New Roman" w:hAnsi="Times New Roman" w:cs="Times New Roman"/>
          <w:sz w:val="24"/>
          <w:szCs w:val="24"/>
          <w:lang w:val="uk-UA" w:eastAsia="ru-RU"/>
        </w:rPr>
        <w:t xml:space="preserve">Затвердити містобудівну документацію «Генерального плану населеного пункту та </w:t>
      </w:r>
      <w:proofErr w:type="spellStart"/>
      <w:r w:rsidRPr="0059569F">
        <w:rPr>
          <w:rFonts w:ascii="Times New Roman" w:eastAsia="Times New Roman" w:hAnsi="Times New Roman" w:cs="Times New Roman"/>
          <w:sz w:val="24"/>
          <w:szCs w:val="24"/>
          <w:lang w:val="uk-UA" w:eastAsia="ru-RU"/>
        </w:rPr>
        <w:t>зонінгу</w:t>
      </w:r>
      <w:proofErr w:type="spellEnd"/>
      <w:r w:rsidRPr="0059569F">
        <w:rPr>
          <w:rFonts w:ascii="Times New Roman" w:eastAsia="Times New Roman" w:hAnsi="Times New Roman" w:cs="Times New Roman"/>
          <w:sz w:val="24"/>
          <w:szCs w:val="24"/>
          <w:lang w:val="uk-UA" w:eastAsia="ru-RU"/>
        </w:rPr>
        <w:t xml:space="preserve"> села </w:t>
      </w:r>
      <w:r>
        <w:rPr>
          <w:rFonts w:ascii="Times New Roman" w:eastAsia="Times New Roman" w:hAnsi="Times New Roman" w:cs="Times New Roman"/>
          <w:sz w:val="24"/>
          <w:szCs w:val="24"/>
          <w:lang w:val="uk-UA" w:eastAsia="ru-RU"/>
        </w:rPr>
        <w:t>Комарівка</w:t>
      </w:r>
      <w:r w:rsidRPr="0059569F">
        <w:rPr>
          <w:rFonts w:ascii="Times New Roman" w:eastAsia="Times New Roman" w:hAnsi="Times New Roman" w:cs="Times New Roman"/>
          <w:sz w:val="24"/>
          <w:szCs w:val="24"/>
          <w:lang w:val="uk-UA" w:eastAsia="ru-RU"/>
        </w:rPr>
        <w:t xml:space="preserve"> Славутського району Миколаївської області», розроблену приватним підприємством  «КРОК ЦЕНТР» </w:t>
      </w:r>
      <w:proofErr w:type="spellStart"/>
      <w:r w:rsidRPr="0059569F">
        <w:rPr>
          <w:rFonts w:ascii="Times New Roman" w:eastAsia="Times New Roman" w:hAnsi="Times New Roman" w:cs="Times New Roman"/>
          <w:sz w:val="24"/>
          <w:szCs w:val="24"/>
          <w:lang w:val="uk-UA" w:eastAsia="ru-RU"/>
        </w:rPr>
        <w:t>м.Хмельницький</w:t>
      </w:r>
      <w:proofErr w:type="spellEnd"/>
      <w:r w:rsidRPr="0059569F">
        <w:rPr>
          <w:rFonts w:ascii="Times New Roman" w:eastAsia="Times New Roman" w:hAnsi="Times New Roman" w:cs="Times New Roman"/>
          <w:sz w:val="24"/>
          <w:szCs w:val="24"/>
          <w:lang w:val="uk-UA" w:eastAsia="ru-RU"/>
        </w:rPr>
        <w:t xml:space="preserve">. </w:t>
      </w:r>
    </w:p>
    <w:p w:rsidR="000413C2" w:rsidRPr="0059569F" w:rsidRDefault="000413C2" w:rsidP="000413C2">
      <w:pPr>
        <w:widowControl w:val="0"/>
        <w:tabs>
          <w:tab w:val="num" w:pos="993"/>
        </w:tabs>
        <w:overflowPunct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2</w:t>
      </w:r>
      <w:r w:rsidRPr="0059569F">
        <w:rPr>
          <w:rFonts w:ascii="Times New Roman" w:eastAsia="Times New Roman" w:hAnsi="Times New Roman" w:cs="Times New Roman"/>
          <w:sz w:val="24"/>
          <w:szCs w:val="24"/>
          <w:lang w:val="uk-UA" w:eastAsia="ru-RU"/>
        </w:rPr>
        <w:t xml:space="preserve">.Підготовку та вирішення  питань проводити відповідно до затвердженого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Комарівка</w:t>
      </w:r>
      <w:r w:rsidRPr="0059569F">
        <w:rPr>
          <w:rFonts w:ascii="Times New Roman" w:eastAsia="Times New Roman" w:hAnsi="Times New Roman" w:cs="Times New Roman"/>
          <w:sz w:val="24"/>
          <w:szCs w:val="24"/>
          <w:lang w:val="uk-UA" w:eastAsia="ru-RU"/>
        </w:rPr>
        <w:t>,  Славутського району  Хмельницької області:</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 щодо зміни меж села;</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.2. підготовку вихідних даних для розроблення планів земельно-господарського устрою території села та іншої землевпорядної документації;</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lastRenderedPageBreak/>
        <w:t>2</w:t>
      </w:r>
      <w:r w:rsidRPr="0059569F">
        <w:rPr>
          <w:rFonts w:ascii="Times New Roman" w:eastAsia="Times New Roman" w:hAnsi="Times New Roman" w:cs="Times New Roman"/>
          <w:sz w:val="24"/>
          <w:szCs w:val="24"/>
          <w:lang w:val="uk-UA" w:eastAsia="ru-RU"/>
        </w:rPr>
        <w:t>.3.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.4. вибір, вилучення (викуп), надання у власність чи користування земельних ділянок, надання дозволу на будівництво об’єктів містобудування;</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.6. проведення грошової оцінки земель;</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.7. розроблення та затвердження місцевих містобудівних програм та програм соціально-економічного розвитку;</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0413C2" w:rsidRPr="0059569F" w:rsidRDefault="000413C2" w:rsidP="000413C2">
      <w:pPr>
        <w:widowControl w:val="0"/>
        <w:tabs>
          <w:tab w:val="num" w:pos="993"/>
        </w:tabs>
        <w:overflowPunct w:val="0"/>
        <w:autoSpaceDE w:val="0"/>
        <w:autoSpaceDN w:val="0"/>
        <w:adjustRightInd w:val="0"/>
        <w:spacing w:after="0" w:line="240" w:lineRule="auto"/>
        <w:ind w:firstLine="825"/>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0413C2" w:rsidRPr="0059569F" w:rsidRDefault="000413C2" w:rsidP="000413C2">
      <w:pPr>
        <w:widowControl w:val="0"/>
        <w:overflowPunct w:val="0"/>
        <w:autoSpaceDE w:val="0"/>
        <w:autoSpaceDN w:val="0"/>
        <w:adjustRightInd w:val="0"/>
        <w:spacing w:after="0" w:line="240" w:lineRule="auto"/>
        <w:ind w:firstLine="822"/>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2</w:t>
      </w:r>
      <w:r w:rsidRPr="0059569F">
        <w:rPr>
          <w:rFonts w:ascii="Times New Roman" w:eastAsia="Times New Roman" w:hAnsi="Times New Roman" w:cs="Times New Roman"/>
          <w:sz w:val="24"/>
          <w:szCs w:val="24"/>
          <w:lang w:val="uk-UA" w:eastAsia="ru-RU"/>
        </w:rPr>
        <w:t>.10. встановлення на відповідних територіях режиму використання    земель, передбачених для містобудівних потреб.</w:t>
      </w:r>
    </w:p>
    <w:p w:rsidR="000413C2" w:rsidRPr="0059569F" w:rsidRDefault="000413C2" w:rsidP="000413C2">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w:t>
      </w: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3</w:t>
      </w:r>
      <w:r w:rsidRPr="0059569F">
        <w:rPr>
          <w:rFonts w:ascii="Times New Roman" w:eastAsia="Times New Roman" w:hAnsi="Times New Roman" w:cs="Times New Roman"/>
          <w:sz w:val="24"/>
          <w:szCs w:val="24"/>
          <w:lang w:val="uk-UA" w:eastAsia="ru-RU"/>
        </w:rPr>
        <w:t xml:space="preserve">.Виконавчому комітету сільської ради: </w:t>
      </w:r>
    </w:p>
    <w:p w:rsidR="000413C2" w:rsidRPr="0059569F" w:rsidRDefault="000413C2" w:rsidP="000413C2">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 xml:space="preserve">.1.замовити розроблення проекту землеустрою щодо встановлення (зміни) меж села Генерального плану населеного </w:t>
      </w:r>
      <w:r>
        <w:rPr>
          <w:rFonts w:ascii="Times New Roman" w:eastAsia="Times New Roman" w:hAnsi="Times New Roman" w:cs="Times New Roman"/>
          <w:sz w:val="24"/>
          <w:szCs w:val="24"/>
          <w:lang w:val="uk-UA" w:eastAsia="ru-RU"/>
        </w:rPr>
        <w:t xml:space="preserve">пункту та </w:t>
      </w:r>
      <w:proofErr w:type="spellStart"/>
      <w:r>
        <w:rPr>
          <w:rFonts w:ascii="Times New Roman" w:eastAsia="Times New Roman" w:hAnsi="Times New Roman" w:cs="Times New Roman"/>
          <w:sz w:val="24"/>
          <w:szCs w:val="24"/>
          <w:lang w:val="uk-UA" w:eastAsia="ru-RU"/>
        </w:rPr>
        <w:t>зонінгу</w:t>
      </w:r>
      <w:proofErr w:type="spellEnd"/>
      <w:r>
        <w:rPr>
          <w:rFonts w:ascii="Times New Roman" w:eastAsia="Times New Roman" w:hAnsi="Times New Roman" w:cs="Times New Roman"/>
          <w:sz w:val="24"/>
          <w:szCs w:val="24"/>
          <w:lang w:val="uk-UA" w:eastAsia="ru-RU"/>
        </w:rPr>
        <w:t xml:space="preserve"> села Комарівка</w:t>
      </w:r>
      <w:r w:rsidRPr="0059569F">
        <w:rPr>
          <w:rFonts w:ascii="Times New Roman" w:eastAsia="Times New Roman" w:hAnsi="Times New Roman" w:cs="Times New Roman"/>
          <w:sz w:val="24"/>
          <w:szCs w:val="24"/>
          <w:lang w:val="uk-UA" w:eastAsia="ru-RU"/>
        </w:rPr>
        <w:t xml:space="preserve"> Славутського району Хмельницької області та подати на затвердження сесії  Крупецької сільської ради  Хмельницької області; </w:t>
      </w:r>
    </w:p>
    <w:p w:rsidR="000413C2" w:rsidRPr="0059569F" w:rsidRDefault="000413C2" w:rsidP="000413C2">
      <w:pPr>
        <w:widowControl w:val="0"/>
        <w:autoSpaceDE w:val="0"/>
        <w:autoSpaceDN w:val="0"/>
        <w:adjustRightInd w:val="0"/>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3</w:t>
      </w:r>
      <w:r w:rsidRPr="0059569F">
        <w:rPr>
          <w:rFonts w:ascii="Times New Roman" w:eastAsia="Times New Roman" w:hAnsi="Times New Roman" w:cs="Times New Roman"/>
          <w:sz w:val="24"/>
          <w:szCs w:val="24"/>
          <w:lang w:val="uk-UA" w:eastAsia="ru-RU"/>
        </w:rPr>
        <w:t>.2.довести зміст цього рішення до жителів Крупецької сільської ради шляхом його оприлюднення</w:t>
      </w:r>
      <w:r>
        <w:rPr>
          <w:rFonts w:ascii="Times New Roman" w:eastAsia="Times New Roman" w:hAnsi="Times New Roman" w:cs="Times New Roman"/>
          <w:sz w:val="24"/>
          <w:szCs w:val="24"/>
          <w:lang w:val="uk-UA" w:eastAsia="ru-RU"/>
        </w:rPr>
        <w:t>.</w:t>
      </w:r>
      <w:r w:rsidRPr="0059569F">
        <w:rPr>
          <w:rFonts w:ascii="Times New Roman" w:eastAsia="Times New Roman" w:hAnsi="Times New Roman" w:cs="Times New Roman"/>
          <w:sz w:val="24"/>
          <w:szCs w:val="24"/>
          <w:lang w:val="uk-UA" w:eastAsia="ru-RU"/>
        </w:rPr>
        <w:t xml:space="preserve"> </w:t>
      </w:r>
    </w:p>
    <w:p w:rsidR="000413C2" w:rsidRPr="0059569F" w:rsidRDefault="000413C2" w:rsidP="000413C2">
      <w:pPr>
        <w:tabs>
          <w:tab w:val="left" w:pos="993"/>
        </w:tabs>
        <w:spacing w:after="0" w:line="240" w:lineRule="auto"/>
        <w:jc w:val="both"/>
        <w:rPr>
          <w:rFonts w:ascii="Times New Roman" w:eastAsia="Times New Roman" w:hAnsi="Times New Roman" w:cs="Times New Roman"/>
          <w:sz w:val="24"/>
          <w:szCs w:val="24"/>
          <w:lang w:val="uk-UA" w:eastAsia="ru-RU"/>
        </w:rPr>
      </w:pPr>
      <w:r w:rsidRPr="0059569F">
        <w:rPr>
          <w:rFonts w:ascii="Times New Roman" w:eastAsia="Times New Roman" w:hAnsi="Times New Roman" w:cs="Times New Roman"/>
          <w:sz w:val="24"/>
          <w:szCs w:val="24"/>
          <w:lang w:val="uk-UA" w:eastAsia="ru-RU"/>
        </w:rPr>
        <w:t xml:space="preserve">    </w:t>
      </w:r>
      <w:r>
        <w:rPr>
          <w:rFonts w:ascii="Times New Roman" w:eastAsia="Times New Roman" w:hAnsi="Times New Roman" w:cs="Times New Roman"/>
          <w:sz w:val="24"/>
          <w:szCs w:val="24"/>
          <w:lang w:val="uk-UA" w:eastAsia="ru-RU"/>
        </w:rPr>
        <w:t xml:space="preserve">   4</w:t>
      </w:r>
      <w:r w:rsidRPr="0059569F">
        <w:rPr>
          <w:rFonts w:ascii="Times New Roman" w:eastAsia="Times New Roman" w:hAnsi="Times New Roman" w:cs="Times New Roman"/>
          <w:sz w:val="24"/>
          <w:szCs w:val="24"/>
          <w:lang w:val="uk-UA" w:eastAsia="ru-RU"/>
        </w:rPr>
        <w:t>.   Це рішення набирає чинності з моменту його оприлюднення.</w:t>
      </w:r>
    </w:p>
    <w:p w:rsidR="000413C2" w:rsidRPr="0059569F" w:rsidRDefault="000413C2" w:rsidP="000413C2">
      <w:pPr>
        <w:tabs>
          <w:tab w:val="left" w:pos="993"/>
        </w:tabs>
        <w:spacing w:after="0" w:line="240" w:lineRule="auto"/>
        <w:jc w:val="both"/>
        <w:rPr>
          <w:rFonts w:ascii="Times New Roman" w:eastAsia="Calibri" w:hAnsi="Times New Roman" w:cs="Times New Roman"/>
          <w:sz w:val="24"/>
          <w:szCs w:val="24"/>
          <w:lang w:val="uk-UA"/>
        </w:rPr>
      </w:pPr>
      <w:r>
        <w:rPr>
          <w:rFonts w:ascii="Times New Roman" w:eastAsia="Times New Roman" w:hAnsi="Times New Roman" w:cs="Times New Roman"/>
          <w:sz w:val="24"/>
          <w:szCs w:val="24"/>
          <w:lang w:val="uk-UA" w:eastAsia="ru-RU"/>
        </w:rPr>
        <w:t xml:space="preserve">       5</w:t>
      </w:r>
      <w:r w:rsidRPr="0059569F">
        <w:rPr>
          <w:rFonts w:ascii="Times New Roman" w:eastAsia="Times New Roman" w:hAnsi="Times New Roman" w:cs="Times New Roman"/>
          <w:sz w:val="24"/>
          <w:szCs w:val="24"/>
          <w:lang w:val="uk-UA" w:eastAsia="ru-RU"/>
        </w:rPr>
        <w:t>.</w:t>
      </w:r>
      <w:r w:rsidRPr="0059569F">
        <w:rPr>
          <w:rFonts w:ascii="Times New Roman" w:eastAsia="Calibri" w:hAnsi="Times New Roman" w:cs="Times New Roman"/>
          <w:sz w:val="24"/>
          <w:szCs w:val="24"/>
          <w:lang w:val="uk-UA"/>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w:t>
      </w:r>
      <w:r>
        <w:rPr>
          <w:rFonts w:ascii="Times New Roman" w:eastAsia="Calibri" w:hAnsi="Times New Roman" w:cs="Times New Roman"/>
          <w:sz w:val="24"/>
          <w:szCs w:val="24"/>
          <w:lang w:val="uk-UA"/>
        </w:rPr>
        <w:t>а та благоустрою (Денисюк Т.В.)</w:t>
      </w: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p>
    <w:p w:rsidR="000413C2" w:rsidRPr="0059569F" w:rsidRDefault="000413C2" w:rsidP="000413C2">
      <w:pPr>
        <w:tabs>
          <w:tab w:val="left" w:pos="2160"/>
        </w:tabs>
        <w:spacing w:after="0" w:line="240" w:lineRule="auto"/>
        <w:jc w:val="both"/>
        <w:rPr>
          <w:rFonts w:ascii="Times New Roman" w:eastAsia="Calibri" w:hAnsi="Times New Roman" w:cs="Times New Roman"/>
          <w:sz w:val="24"/>
          <w:szCs w:val="24"/>
          <w:lang w:val="uk-UA"/>
        </w:rPr>
      </w:pPr>
      <w:r w:rsidRPr="0059569F">
        <w:rPr>
          <w:rFonts w:ascii="Times New Roman" w:eastAsia="Calibri" w:hAnsi="Times New Roman" w:cs="Times New Roman"/>
          <w:sz w:val="24"/>
          <w:szCs w:val="24"/>
          <w:lang w:val="uk-UA"/>
        </w:rPr>
        <w:t>Сільський голова                                                                                                   В.А.</w:t>
      </w:r>
      <w:proofErr w:type="spellStart"/>
      <w:r w:rsidRPr="0059569F">
        <w:rPr>
          <w:rFonts w:ascii="Times New Roman" w:eastAsia="Calibri" w:hAnsi="Times New Roman" w:cs="Times New Roman"/>
          <w:sz w:val="24"/>
          <w:szCs w:val="24"/>
          <w:lang w:val="uk-UA"/>
        </w:rPr>
        <w:t>Михалюк</w:t>
      </w:r>
      <w:proofErr w:type="spellEnd"/>
      <w:r w:rsidRPr="0059569F">
        <w:rPr>
          <w:rFonts w:ascii="Times New Roman" w:eastAsia="Calibri" w:hAnsi="Times New Roman" w:cs="Times New Roman"/>
          <w:sz w:val="24"/>
          <w:szCs w:val="24"/>
          <w:lang w:val="uk-UA"/>
        </w:rPr>
        <w:t xml:space="preserve"> </w:t>
      </w:r>
    </w:p>
    <w:p w:rsidR="007C5BD9" w:rsidRDefault="007C5BD9"/>
    <w:sectPr w:rsidR="007C5BD9" w:rsidSect="007C5BD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0413C2"/>
    <w:rsid w:val="000413C2"/>
    <w:rsid w:val="00171A2E"/>
    <w:rsid w:val="00304C90"/>
    <w:rsid w:val="00505B6D"/>
    <w:rsid w:val="006D3977"/>
    <w:rsid w:val="007C5BD9"/>
    <w:rsid w:val="007D6C1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13C2"/>
    <w:rPr>
      <w:rFonts w:eastAsiaTheme="minorHAnsi"/>
      <w:lang w:val="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rFonts w:eastAsiaTheme="minorEastAsia"/>
      <w:i/>
      <w:iCs/>
      <w:color w:val="000000" w:themeColor="text1"/>
      <w:lang w:val="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rFonts w:eastAsiaTheme="minorEastAsia"/>
      <w:b/>
      <w:bCs/>
      <w:i/>
      <w:iCs/>
      <w:color w:val="2DA2BF" w:themeColor="accent1"/>
      <w:lang w:val="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rFonts w:eastAsiaTheme="minorEastAsia"/>
      <w:lang w:val="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rFonts w:eastAsiaTheme="minorEastAsia"/>
      <w:lang w:val="en-US" w:bidi="en-US"/>
    </w:rPr>
  </w:style>
  <w:style w:type="paragraph" w:styleId="23">
    <w:name w:val="toc 2"/>
    <w:basedOn w:val="a"/>
    <w:next w:val="a"/>
    <w:autoRedefine/>
    <w:uiPriority w:val="39"/>
    <w:semiHidden/>
    <w:unhideWhenUsed/>
    <w:rsid w:val="00304C90"/>
    <w:pPr>
      <w:spacing w:after="100"/>
      <w:ind w:left="220"/>
    </w:pPr>
    <w:rPr>
      <w:rFonts w:eastAsiaTheme="minorEastAsia"/>
      <w:lang w:val="en-US" w:bidi="en-US"/>
    </w:rPr>
  </w:style>
  <w:style w:type="paragraph" w:styleId="31">
    <w:name w:val="toc 3"/>
    <w:basedOn w:val="a"/>
    <w:next w:val="a"/>
    <w:autoRedefine/>
    <w:uiPriority w:val="39"/>
    <w:semiHidden/>
    <w:unhideWhenUsed/>
    <w:rsid w:val="00304C90"/>
    <w:pPr>
      <w:spacing w:after="100"/>
      <w:ind w:left="440"/>
    </w:pPr>
    <w:rPr>
      <w:rFonts w:eastAsiaTheme="minorEastAsia"/>
      <w:lang w:val="en-US" w:bidi="en-US"/>
    </w:rPr>
  </w:style>
  <w:style w:type="paragraph" w:styleId="41">
    <w:name w:val="toc 4"/>
    <w:basedOn w:val="a"/>
    <w:next w:val="a"/>
    <w:autoRedefine/>
    <w:uiPriority w:val="39"/>
    <w:semiHidden/>
    <w:unhideWhenUsed/>
    <w:rsid w:val="00304C90"/>
    <w:pPr>
      <w:spacing w:after="100"/>
      <w:ind w:left="660"/>
    </w:pPr>
    <w:rPr>
      <w:rFonts w:eastAsiaTheme="minorEastAsia"/>
      <w:lang w:val="en-US" w:bidi="en-US"/>
    </w:rPr>
  </w:style>
  <w:style w:type="paragraph" w:styleId="51">
    <w:name w:val="toc 5"/>
    <w:basedOn w:val="a"/>
    <w:next w:val="a"/>
    <w:autoRedefine/>
    <w:uiPriority w:val="39"/>
    <w:semiHidden/>
    <w:unhideWhenUsed/>
    <w:rsid w:val="00304C90"/>
    <w:pPr>
      <w:spacing w:after="100"/>
      <w:ind w:left="880"/>
    </w:pPr>
    <w:rPr>
      <w:rFonts w:eastAsiaTheme="minorEastAsia"/>
      <w:lang w:val="en-US" w:bidi="en-US"/>
    </w:rPr>
  </w:style>
  <w:style w:type="paragraph" w:styleId="61">
    <w:name w:val="toc 6"/>
    <w:basedOn w:val="a"/>
    <w:next w:val="a"/>
    <w:autoRedefine/>
    <w:uiPriority w:val="39"/>
    <w:semiHidden/>
    <w:unhideWhenUsed/>
    <w:rsid w:val="00304C90"/>
    <w:pPr>
      <w:spacing w:after="100"/>
      <w:ind w:left="1100"/>
    </w:pPr>
    <w:rPr>
      <w:rFonts w:eastAsiaTheme="minorEastAsia"/>
      <w:lang w:val="en-US" w:bidi="en-US"/>
    </w:rPr>
  </w:style>
  <w:style w:type="paragraph" w:styleId="71">
    <w:name w:val="toc 7"/>
    <w:basedOn w:val="a"/>
    <w:next w:val="a"/>
    <w:autoRedefine/>
    <w:uiPriority w:val="39"/>
    <w:semiHidden/>
    <w:unhideWhenUsed/>
    <w:rsid w:val="00304C90"/>
    <w:pPr>
      <w:spacing w:after="100"/>
      <w:ind w:left="1320"/>
    </w:pPr>
    <w:rPr>
      <w:rFonts w:eastAsiaTheme="minorEastAsia"/>
      <w:lang w:val="en-US" w:bidi="en-US"/>
    </w:rPr>
  </w:style>
  <w:style w:type="paragraph" w:styleId="81">
    <w:name w:val="toc 8"/>
    <w:basedOn w:val="a"/>
    <w:next w:val="a"/>
    <w:autoRedefine/>
    <w:uiPriority w:val="39"/>
    <w:semiHidden/>
    <w:unhideWhenUsed/>
    <w:rsid w:val="00304C90"/>
    <w:pPr>
      <w:spacing w:after="100"/>
      <w:ind w:left="1540"/>
    </w:pPr>
    <w:rPr>
      <w:rFonts w:eastAsiaTheme="minorEastAsia"/>
      <w:lang w:val="en-US" w:bidi="en-US"/>
    </w:rPr>
  </w:style>
  <w:style w:type="paragraph" w:styleId="91">
    <w:name w:val="toc 9"/>
    <w:basedOn w:val="a"/>
    <w:next w:val="a"/>
    <w:autoRedefine/>
    <w:uiPriority w:val="39"/>
    <w:semiHidden/>
    <w:unhideWhenUsed/>
    <w:rsid w:val="00304C90"/>
    <w:pPr>
      <w:spacing w:after="100"/>
      <w:ind w:left="1760"/>
    </w:pPr>
    <w:rPr>
      <w:rFonts w:eastAsiaTheme="minorEastAsia"/>
      <w:lang w:val="en-US" w:bidi="en-US"/>
    </w:rPr>
  </w:style>
  <w:style w:type="paragraph" w:styleId="af3">
    <w:name w:val="caption"/>
    <w:basedOn w:val="a"/>
    <w:next w:val="a"/>
    <w:uiPriority w:val="35"/>
    <w:semiHidden/>
    <w:unhideWhenUsed/>
    <w:qFormat/>
    <w:rsid w:val="006329F8"/>
    <w:pPr>
      <w:spacing w:line="240" w:lineRule="auto"/>
    </w:pPr>
    <w:rPr>
      <w:rFonts w:eastAsiaTheme="minorEastAsia"/>
      <w:b/>
      <w:bCs/>
      <w:color w:val="2DA2BF" w:themeColor="accent1"/>
      <w:sz w:val="18"/>
      <w:szCs w:val="18"/>
      <w:lang w:val="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607</Words>
  <Characters>3463</Characters>
  <Application>Microsoft Office Word</Application>
  <DocSecurity>0</DocSecurity>
  <Lines>28</Lines>
  <Paragraphs>8</Paragraphs>
  <ScaleCrop>false</ScaleCrop>
  <Company>Microsoft</Company>
  <LinksUpToDate>false</LinksUpToDate>
  <CharactersWithSpaces>4062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2020-01-13T06:45:00Z</dcterms:created>
  <dcterms:modified xsi:type="dcterms:W3CDTF">2020-01-13T06:45:00Z</dcterms:modified>
</cp:coreProperties>
</file>