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CB" w:rsidRPr="00744026" w:rsidRDefault="00D357CB" w:rsidP="00D357C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7CB" w:rsidRDefault="00D357CB" w:rsidP="00D3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57CB" w:rsidRDefault="00D357CB" w:rsidP="00D3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57CB" w:rsidRDefault="00D357CB" w:rsidP="00D357C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7CB" w:rsidRDefault="00D357CB" w:rsidP="00D3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357CB" w:rsidRDefault="00D357CB" w:rsidP="00D357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57CB" w:rsidRPr="00186FBA" w:rsidRDefault="00D357CB" w:rsidP="00D357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D357CB" w:rsidRDefault="00D357CB" w:rsidP="00D357C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57CB" w:rsidRPr="00CF04D8" w:rsidRDefault="00D357CB" w:rsidP="00D357C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D357CB" w:rsidRPr="00CF04D8" w:rsidRDefault="00D357CB" w:rsidP="00D357C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D357CB" w:rsidRPr="00CF04D8" w:rsidRDefault="00D357CB" w:rsidP="00D357C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D357CB" w:rsidRPr="00CF04D8" w:rsidRDefault="00D357CB" w:rsidP="00D357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D357CB" w:rsidRPr="00CF04D8" w:rsidRDefault="00D357CB" w:rsidP="00D357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57CB" w:rsidRPr="00CF04D8" w:rsidRDefault="00D357CB" w:rsidP="00D357C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  <w:szCs w:val="24"/>
        </w:rPr>
        <w:t>92, 122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D357CB" w:rsidRPr="00EA4C24" w:rsidRDefault="00D357CB" w:rsidP="00D357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357CB" w:rsidRPr="00CF04D8" w:rsidRDefault="00D357CB" w:rsidP="00D357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0,6500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57CB" w:rsidRPr="00CF04D8" w:rsidRDefault="00D357CB" w:rsidP="00D357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D357CB" w:rsidRPr="00CF04D8" w:rsidRDefault="00D357CB" w:rsidP="00D357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57CB" w:rsidRPr="00CF04D8" w:rsidRDefault="00D357CB" w:rsidP="00D357C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D357CB" w:rsidRPr="00CF04D8" w:rsidRDefault="00D357CB" w:rsidP="00D357C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78B7" w:rsidRPr="001A5C17" w:rsidRDefault="00D357CB" w:rsidP="001A5C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1478B7" w:rsidRPr="001A5C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CB"/>
    <w:rsid w:val="001478B7"/>
    <w:rsid w:val="00171A2E"/>
    <w:rsid w:val="001A5C17"/>
    <w:rsid w:val="00304C90"/>
    <w:rsid w:val="00505B6D"/>
    <w:rsid w:val="006D3977"/>
    <w:rsid w:val="007D6C18"/>
    <w:rsid w:val="00D1641A"/>
    <w:rsid w:val="00D3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357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357C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357C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357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357C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357C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2021-03-02T14:02:00Z</dcterms:created>
  <dcterms:modified xsi:type="dcterms:W3CDTF">2021-03-02T14:35:00Z</dcterms:modified>
</cp:coreProperties>
</file>