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025" w:rsidRPr="00CD53EA" w:rsidRDefault="00C27025" w:rsidP="00C27025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025" w:rsidRDefault="00C27025" w:rsidP="00C2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27025" w:rsidRDefault="00C27025" w:rsidP="00C2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27025" w:rsidRDefault="00C27025" w:rsidP="00C2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7025" w:rsidRDefault="00C27025" w:rsidP="00C2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7025" w:rsidRDefault="00C27025" w:rsidP="00C2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7025" w:rsidRDefault="00C27025" w:rsidP="00C2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7025" w:rsidRDefault="00C27025" w:rsidP="00C2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27025" w:rsidRDefault="00C27025" w:rsidP="00C2702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27025" w:rsidRDefault="00C27025" w:rsidP="00C2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27025" w:rsidRDefault="00C27025" w:rsidP="00C2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27025" w:rsidRDefault="00C27025" w:rsidP="00C2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7025" w:rsidRDefault="00C27025" w:rsidP="00C2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27025" w:rsidRDefault="00C27025" w:rsidP="00C2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7025" w:rsidRDefault="00C27025" w:rsidP="00C2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27025" w:rsidRDefault="00C27025" w:rsidP="00C270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27025" w:rsidRDefault="00C27025" w:rsidP="00C270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№26</w:t>
      </w:r>
    </w:p>
    <w:p w:rsidR="00C27025" w:rsidRPr="00CD53EA" w:rsidRDefault="00C27025" w:rsidP="00C27025">
      <w:pPr>
        <w:pStyle w:val="HTML0"/>
        <w:spacing w:line="276" w:lineRule="auto"/>
        <w:rPr>
          <w:rFonts w:ascii="Times New Roman" w:hAnsi="Times New Roman"/>
        </w:rPr>
      </w:pPr>
    </w:p>
    <w:p w:rsidR="00C27025" w:rsidRDefault="00C27025" w:rsidP="00C2702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C27025" w:rsidRDefault="00C27025" w:rsidP="00C2702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C27025" w:rsidRDefault="00C27025" w:rsidP="00C2702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C27025" w:rsidRPr="00634905" w:rsidRDefault="00C27025" w:rsidP="00C2702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Семенчуку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В.Ф</w:t>
      </w:r>
    </w:p>
    <w:p w:rsidR="00C27025" w:rsidRDefault="00C27025" w:rsidP="00C2702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27025" w:rsidRDefault="00C27025" w:rsidP="00C2702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Семенчука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В.Ф.,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C27025" w:rsidRDefault="00C27025" w:rsidP="00C2702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C27025" w:rsidRDefault="00C27025" w:rsidP="00C2702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Семенчуку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Василю Федоровичу,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253154">
        <w:rPr>
          <w:rFonts w:ascii="Times New Roman" w:eastAsia="Calibri" w:hAnsi="Times New Roman" w:cs="Times New Roman"/>
          <w:sz w:val="24"/>
          <w:lang w:val="en-US"/>
        </w:rPr>
        <w:t>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253154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0,2500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6823984000:01:009:0108, 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обслуговування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житлового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будинку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господарських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будівель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споруд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  яка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вул</w:t>
      </w:r>
      <w:proofErr w:type="spellEnd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.. </w:t>
      </w:r>
      <w:proofErr w:type="spellStart"/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Незалежності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90.</w:t>
      </w:r>
    </w:p>
    <w:p w:rsidR="00C27025" w:rsidRDefault="00C27025" w:rsidP="00C2702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Семенчуку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В.Ф.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C27025" w:rsidRDefault="00C27025" w:rsidP="00C2702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C27025" w:rsidRDefault="00C27025" w:rsidP="00C2702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27025" w:rsidRPr="00CD53EA" w:rsidRDefault="00C27025" w:rsidP="00C27025">
      <w:pPr>
        <w:pStyle w:val="HTML0"/>
        <w:spacing w:line="276" w:lineRule="auto"/>
        <w:rPr>
          <w:rFonts w:ascii="Times New Roman" w:hAnsi="Times New Roman"/>
        </w:rPr>
      </w:pPr>
    </w:p>
    <w:p w:rsidR="00C27025" w:rsidRPr="00CD53EA" w:rsidRDefault="00C27025" w:rsidP="00C27025">
      <w:pPr>
        <w:pStyle w:val="HTML0"/>
        <w:spacing w:line="276" w:lineRule="auto"/>
        <w:rPr>
          <w:rFonts w:ascii="Times New Roman" w:hAnsi="Times New Roman"/>
        </w:rPr>
      </w:pPr>
    </w:p>
    <w:p w:rsidR="00C27025" w:rsidRPr="00CD53EA" w:rsidRDefault="00C27025" w:rsidP="00C27025">
      <w:pPr>
        <w:pStyle w:val="HTML0"/>
        <w:spacing w:line="276" w:lineRule="auto"/>
        <w:rPr>
          <w:rFonts w:ascii="Times New Roman" w:hAnsi="Times New Roman"/>
        </w:rPr>
      </w:pPr>
    </w:p>
    <w:p w:rsidR="00CF60D3" w:rsidRPr="00C27025" w:rsidRDefault="00C27025" w:rsidP="00C27025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CD53EA">
        <w:rPr>
          <w:rFonts w:ascii="Times New Roman" w:hAnsi="Times New Roman"/>
        </w:rPr>
        <w:t>Сільський</w:t>
      </w:r>
      <w:proofErr w:type="spellEnd"/>
      <w:r w:rsidRPr="00CD53EA">
        <w:rPr>
          <w:rFonts w:ascii="Times New Roman" w:hAnsi="Times New Roman"/>
        </w:rPr>
        <w:t xml:space="preserve"> голова                                                                                 </w:t>
      </w:r>
      <w:proofErr w:type="spellStart"/>
      <w:r w:rsidRPr="00CD53EA">
        <w:rPr>
          <w:rFonts w:ascii="Times New Roman" w:hAnsi="Times New Roman"/>
        </w:rPr>
        <w:t>Валерій</w:t>
      </w:r>
      <w:proofErr w:type="spellEnd"/>
      <w:r w:rsidRPr="00CD53EA">
        <w:rPr>
          <w:rFonts w:ascii="Times New Roman" w:hAnsi="Times New Roman"/>
        </w:rPr>
        <w:t xml:space="preserve"> МИХАЛЮК</w:t>
      </w:r>
    </w:p>
    <w:sectPr w:rsidR="00CF60D3" w:rsidRPr="00C2702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025"/>
    <w:rsid w:val="00171A2E"/>
    <w:rsid w:val="00253154"/>
    <w:rsid w:val="00304C90"/>
    <w:rsid w:val="00505B6D"/>
    <w:rsid w:val="006D3977"/>
    <w:rsid w:val="007D6C18"/>
    <w:rsid w:val="00C27025"/>
    <w:rsid w:val="00CF60D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2702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270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2702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2702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270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2702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263</Words>
  <Characters>1501</Characters>
  <Application>Microsoft Office Word</Application>
  <DocSecurity>0</DocSecurity>
  <Lines>12</Lines>
  <Paragraphs>3</Paragraphs>
  <ScaleCrop>false</ScaleCrop>
  <Company>Microsoft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2020-09-29T17:16:00Z</dcterms:created>
  <dcterms:modified xsi:type="dcterms:W3CDTF">2020-09-30T04:12:00Z</dcterms:modified>
</cp:coreProperties>
</file>