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5D1" w:rsidRDefault="002055D1" w:rsidP="002055D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5D1" w:rsidRDefault="002055D1" w:rsidP="00205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55D1" w:rsidRDefault="002055D1" w:rsidP="00205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5D1" w:rsidRDefault="002055D1" w:rsidP="00205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55D1" w:rsidRDefault="002055D1" w:rsidP="00205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5D1" w:rsidRDefault="002055D1" w:rsidP="00205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55D1" w:rsidRDefault="002055D1" w:rsidP="00205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5D1" w:rsidRDefault="002055D1" w:rsidP="00205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55D1" w:rsidRDefault="002055D1" w:rsidP="00205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5D1" w:rsidRDefault="002055D1" w:rsidP="00205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55D1" w:rsidRDefault="002055D1" w:rsidP="00205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5D1" w:rsidRDefault="002055D1" w:rsidP="00205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55D1" w:rsidRDefault="002055D1" w:rsidP="00205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5D1" w:rsidRDefault="002055D1" w:rsidP="00205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55D1" w:rsidRDefault="002055D1" w:rsidP="00205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5D1" w:rsidRDefault="002055D1" w:rsidP="00205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55D1" w:rsidRDefault="002055D1" w:rsidP="00205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5D1" w:rsidRDefault="002055D1" w:rsidP="00205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55D1" w:rsidRDefault="002055D1" w:rsidP="00205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5D1" w:rsidRDefault="002055D1" w:rsidP="00205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55D1" w:rsidRDefault="002055D1" w:rsidP="00205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5D1" w:rsidRDefault="002055D1" w:rsidP="00205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5D1" w:rsidRDefault="002055D1" w:rsidP="00205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5D1" w:rsidRDefault="002055D1" w:rsidP="00205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5D1" w:rsidRDefault="002055D1" w:rsidP="00205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5D1" w:rsidRDefault="002055D1" w:rsidP="00205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5D1" w:rsidRDefault="002055D1" w:rsidP="00205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5D1" w:rsidRDefault="002055D1" w:rsidP="00205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5D1" w:rsidRDefault="002055D1" w:rsidP="00205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5D1" w:rsidRDefault="002055D1" w:rsidP="00205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55D1" w:rsidRDefault="002055D1" w:rsidP="00205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055D1" w:rsidRDefault="002055D1" w:rsidP="00205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055D1" w:rsidRDefault="002055D1" w:rsidP="00205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055D1" w:rsidRDefault="002055D1" w:rsidP="00205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055D1" w:rsidRDefault="002055D1" w:rsidP="00205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055D1" w:rsidRDefault="002055D1" w:rsidP="00205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055D1" w:rsidRDefault="002055D1" w:rsidP="00205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055D1" w:rsidRDefault="002055D1" w:rsidP="00205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055D1" w:rsidRDefault="002055D1" w:rsidP="00205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055D1" w:rsidRDefault="002055D1" w:rsidP="00205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055D1" w:rsidRDefault="002055D1" w:rsidP="00205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055D1" w:rsidRDefault="002055D1" w:rsidP="00205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055D1" w:rsidRDefault="002055D1" w:rsidP="00205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055D1" w:rsidRDefault="002055D1" w:rsidP="00205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055D1" w:rsidRDefault="002055D1" w:rsidP="00205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055D1" w:rsidRDefault="002055D1" w:rsidP="00205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055D1" w:rsidRDefault="002055D1" w:rsidP="00205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055D1" w:rsidRDefault="002055D1" w:rsidP="00205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055D1" w:rsidRDefault="002055D1" w:rsidP="00205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055D1" w:rsidRDefault="002055D1" w:rsidP="00205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055D1" w:rsidRDefault="002055D1" w:rsidP="00205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2055D1" w:rsidRDefault="002055D1" w:rsidP="00205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055D1" w:rsidRDefault="002055D1" w:rsidP="00205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055D1" w:rsidRDefault="002055D1" w:rsidP="00205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055D1" w:rsidRDefault="002055D1" w:rsidP="00205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055D1" w:rsidRDefault="002055D1" w:rsidP="00205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055D1" w:rsidRDefault="002055D1" w:rsidP="00205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055D1" w:rsidRDefault="002055D1" w:rsidP="00205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2055D1" w:rsidRDefault="002055D1" w:rsidP="00205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055D1" w:rsidRDefault="002055D1" w:rsidP="00205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055D1" w:rsidRDefault="002055D1" w:rsidP="00205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055D1" w:rsidRDefault="002055D1" w:rsidP="002055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55D1" w:rsidRDefault="002055D1" w:rsidP="002055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55D1" w:rsidRDefault="002055D1" w:rsidP="002055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55D1" w:rsidRDefault="002055D1" w:rsidP="002055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55D1" w:rsidRDefault="002055D1" w:rsidP="002055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055D1" w:rsidRDefault="002055D1" w:rsidP="002055D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055D1" w:rsidRDefault="002055D1" w:rsidP="002055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055D1" w:rsidRDefault="002055D1" w:rsidP="002055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055D1" w:rsidRDefault="002055D1" w:rsidP="002055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55D1" w:rsidRDefault="002055D1" w:rsidP="002055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055D1" w:rsidRDefault="002055D1" w:rsidP="002055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55D1" w:rsidRDefault="002055D1" w:rsidP="002055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055D1" w:rsidRDefault="002055D1" w:rsidP="002055D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055D1" w:rsidRDefault="002055D1" w:rsidP="002055D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№103</w:t>
      </w:r>
    </w:p>
    <w:p w:rsidR="002055D1" w:rsidRPr="00FC0DC9" w:rsidRDefault="002055D1" w:rsidP="002055D1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2055D1" w:rsidRPr="00FC0DC9" w:rsidRDefault="002055D1" w:rsidP="002055D1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FC0DC9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2055D1" w:rsidRPr="00FC0DC9" w:rsidRDefault="002055D1" w:rsidP="002055D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FC0DC9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FC0DC9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2055D1" w:rsidRPr="00FC0DC9" w:rsidRDefault="002055D1" w:rsidP="002055D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C0DC9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2055D1" w:rsidRPr="00FC0DC9" w:rsidRDefault="002055D1" w:rsidP="002055D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Бойченко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Л.Г.</w:t>
      </w:r>
    </w:p>
    <w:p w:rsidR="002055D1" w:rsidRPr="00FC0DC9" w:rsidRDefault="002055D1" w:rsidP="002055D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055D1" w:rsidRPr="00FC0DC9" w:rsidRDefault="002055D1" w:rsidP="002055D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 xml:space="preserve">          Відповідно 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C0DC9">
        <w:rPr>
          <w:rFonts w:ascii="Times New Roman" w:eastAsia="Calibri" w:hAnsi="Times New Roman" w:cs="Times New Roman"/>
          <w:sz w:val="24"/>
        </w:rPr>
        <w:t xml:space="preserve">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розглянувши   заяву    </w:t>
      </w:r>
      <w:proofErr w:type="spellStart"/>
      <w:r>
        <w:rPr>
          <w:rFonts w:ascii="Times New Roman" w:eastAsia="Calibri" w:hAnsi="Times New Roman" w:cs="Times New Roman"/>
          <w:sz w:val="24"/>
        </w:rPr>
        <w:t>Бойченко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Л.Г., </w:t>
      </w:r>
      <w:r w:rsidRPr="00FC0DC9">
        <w:rPr>
          <w:rFonts w:ascii="Times New Roman" w:eastAsia="Calibri" w:hAnsi="Times New Roman" w:cs="Times New Roman"/>
          <w:sz w:val="24"/>
        </w:rPr>
        <w:t xml:space="preserve"> сільська рада </w:t>
      </w:r>
    </w:p>
    <w:p w:rsidR="002055D1" w:rsidRPr="009B43AA" w:rsidRDefault="002055D1" w:rsidP="002055D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>ВИРІШИЛА:</w:t>
      </w:r>
    </w:p>
    <w:p w:rsidR="002055D1" w:rsidRPr="00FC0DC9" w:rsidRDefault="002055D1" w:rsidP="002055D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 xml:space="preserve">       1. Надати  </w:t>
      </w:r>
      <w:proofErr w:type="spellStart"/>
      <w:r>
        <w:rPr>
          <w:rFonts w:ascii="Times New Roman" w:eastAsia="Calibri" w:hAnsi="Times New Roman" w:cs="Times New Roman"/>
          <w:sz w:val="24"/>
        </w:rPr>
        <w:t>Бойченко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Любові Григорівні,  яка</w:t>
      </w:r>
      <w:r w:rsidRPr="00FC0DC9">
        <w:rPr>
          <w:rFonts w:ascii="Times New Roman" w:eastAsia="Calibri" w:hAnsi="Times New Roman" w:cs="Times New Roman"/>
          <w:sz w:val="24"/>
        </w:rPr>
        <w:t xml:space="preserve">  зареєстрован</w:t>
      </w:r>
      <w:r>
        <w:rPr>
          <w:rFonts w:ascii="Times New Roman" w:eastAsia="Calibri" w:hAnsi="Times New Roman" w:cs="Times New Roman"/>
          <w:sz w:val="24"/>
        </w:rPr>
        <w:t xml:space="preserve">а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7A35A9">
        <w:rPr>
          <w:rFonts w:ascii="Times New Roman" w:eastAsia="Calibri" w:hAnsi="Times New Roman" w:cs="Times New Roman"/>
          <w:sz w:val="24"/>
        </w:rPr>
        <w:t>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</w:t>
      </w:r>
      <w:r w:rsidRPr="00FC0DC9">
        <w:rPr>
          <w:rFonts w:ascii="Times New Roman" w:eastAsia="Calibri" w:hAnsi="Times New Roman" w:cs="Times New Roman"/>
          <w:sz w:val="24"/>
        </w:rPr>
        <w:t xml:space="preserve">дозвіл на розробку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 </w:t>
      </w:r>
      <w:r>
        <w:rPr>
          <w:rFonts w:ascii="Times New Roman" w:eastAsia="Calibri" w:hAnsi="Times New Roman" w:cs="Times New Roman"/>
          <w:sz w:val="24"/>
        </w:rPr>
        <w:t xml:space="preserve">орієнтовною </w:t>
      </w:r>
      <w:r w:rsidRPr="00FC0DC9">
        <w:rPr>
          <w:rFonts w:ascii="Times New Roman" w:eastAsia="Calibri" w:hAnsi="Times New Roman" w:cs="Times New Roman"/>
          <w:sz w:val="24"/>
        </w:rPr>
        <w:t xml:space="preserve">площею </w:t>
      </w:r>
      <w:r>
        <w:rPr>
          <w:rFonts w:ascii="Times New Roman" w:eastAsia="Calibri" w:hAnsi="Times New Roman" w:cs="Times New Roman"/>
          <w:sz w:val="24"/>
        </w:rPr>
        <w:t>0,3500</w:t>
      </w:r>
      <w:r w:rsidRPr="00FC0DC9">
        <w:rPr>
          <w:rFonts w:ascii="Times New Roman" w:eastAsia="Calibri" w:hAnsi="Times New Roman" w:cs="Times New Roman"/>
          <w:sz w:val="24"/>
        </w:rPr>
        <w:t xml:space="preserve"> га, </w:t>
      </w:r>
      <w:r w:rsidRPr="00FC0DC9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FC0DC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FC0DC9">
        <w:rPr>
          <w:rFonts w:ascii="Times New Roman" w:eastAsia="Calibri" w:hAnsi="Times New Roman" w:cs="Times New Roman"/>
          <w:sz w:val="24"/>
        </w:rPr>
        <w:t xml:space="preserve">яка розташована на території </w:t>
      </w:r>
      <w:r>
        <w:rPr>
          <w:rFonts w:ascii="Times New Roman" w:eastAsia="Calibri" w:hAnsi="Times New Roman" w:cs="Times New Roman"/>
          <w:sz w:val="24"/>
        </w:rPr>
        <w:t>Хмельницької області, Шепетівського району,</w:t>
      </w:r>
      <w:r w:rsidRPr="00FC0DC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сільської ради, </w:t>
      </w:r>
      <w:r>
        <w:rPr>
          <w:rFonts w:ascii="Times New Roman" w:eastAsia="Calibri" w:hAnsi="Times New Roman" w:cs="Times New Roman"/>
          <w:sz w:val="24"/>
        </w:rPr>
        <w:t xml:space="preserve">в с. </w:t>
      </w:r>
      <w:proofErr w:type="spellStart"/>
      <w:r>
        <w:rPr>
          <w:rFonts w:ascii="Times New Roman" w:eastAsia="Calibri" w:hAnsi="Times New Roman" w:cs="Times New Roman"/>
          <w:sz w:val="24"/>
        </w:rPr>
        <w:t>Головлі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>.</w:t>
      </w:r>
    </w:p>
    <w:p w:rsidR="002055D1" w:rsidRPr="00FC0DC9" w:rsidRDefault="002055D1" w:rsidP="002055D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Бойченко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Л.Г.</w:t>
      </w:r>
      <w:r w:rsidRPr="00FC0DC9">
        <w:rPr>
          <w:rFonts w:ascii="Times New Roman" w:eastAsia="Calibri" w:hAnsi="Times New Roman" w:cs="Times New Roman"/>
          <w:sz w:val="24"/>
        </w:rPr>
        <w:t xml:space="preserve">, розробити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2055D1" w:rsidRPr="00FC0DC9" w:rsidRDefault="002055D1" w:rsidP="002055D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0D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2055D1" w:rsidRPr="00FC0DC9" w:rsidRDefault="002055D1" w:rsidP="002055D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C0DC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055D1" w:rsidRPr="00FC0DC9" w:rsidRDefault="002055D1" w:rsidP="002055D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055D1" w:rsidRDefault="002055D1" w:rsidP="002055D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055D1" w:rsidRPr="00FC0DC9" w:rsidRDefault="002055D1" w:rsidP="002055D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055D1" w:rsidRPr="00FC0DC9" w:rsidRDefault="002055D1" w:rsidP="002055D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055D1" w:rsidRPr="00FC0DC9" w:rsidRDefault="002055D1" w:rsidP="002055D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FC0DC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7C114B" w:rsidRDefault="007C114B"/>
    <w:sectPr w:rsidR="007C114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5D1"/>
    <w:rsid w:val="00171A2E"/>
    <w:rsid w:val="002055D1"/>
    <w:rsid w:val="00304C90"/>
    <w:rsid w:val="00505B6D"/>
    <w:rsid w:val="006D3977"/>
    <w:rsid w:val="007A35A9"/>
    <w:rsid w:val="007C114B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E0F6A"/>
  <w15:docId w15:val="{D20FF08D-C194-49DA-8C2D-40FDF8116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5D1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2055D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055D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2055D1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4B8DA9-68CA-442B-9CF0-783844722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246</Words>
  <Characters>1405</Characters>
  <Application>Microsoft Office Word</Application>
  <DocSecurity>0</DocSecurity>
  <Lines>11</Lines>
  <Paragraphs>3</Paragraphs>
  <ScaleCrop>false</ScaleCrop>
  <Company>Microsoft</Company>
  <LinksUpToDate>false</LinksUpToDate>
  <CharactersWithSpaces>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2021-04-28T12:21:00Z</dcterms:created>
  <dcterms:modified xsi:type="dcterms:W3CDTF">2021-04-28T13:37:00Z</dcterms:modified>
</cp:coreProperties>
</file>