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E15" w:rsidRDefault="00472E15" w:rsidP="00472E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72E15" w:rsidRDefault="00472E15" w:rsidP="00472E15"/>
    <w:p w:rsidR="00472E15" w:rsidRDefault="00472E15" w:rsidP="00472E15"/>
    <w:p w:rsidR="00472E15" w:rsidRDefault="00472E15" w:rsidP="00472E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72E15" w:rsidRDefault="00472E15" w:rsidP="00472E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72E15" w:rsidRDefault="00472E15" w:rsidP="00472E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72E15" w:rsidRDefault="00472E15" w:rsidP="00472E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72E15" w:rsidRDefault="00472E15" w:rsidP="00472E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72E15" w:rsidRDefault="00472E15" w:rsidP="00472E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72E15" w:rsidRDefault="00472E15" w:rsidP="00472E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72E15" w:rsidRDefault="00472E15" w:rsidP="00472E1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72E15" w:rsidRPr="00754841" w:rsidRDefault="00472E15" w:rsidP="00472E15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№129</w:t>
      </w:r>
    </w:p>
    <w:p w:rsidR="00472E15" w:rsidRPr="00875C2B" w:rsidRDefault="00472E15" w:rsidP="00472E15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472E15" w:rsidRPr="00875C2B" w:rsidRDefault="00472E15" w:rsidP="00472E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75C2B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472E15" w:rsidRPr="00875C2B" w:rsidRDefault="00472E15" w:rsidP="00472E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472E15" w:rsidRPr="00875C2B" w:rsidRDefault="00472E15" w:rsidP="00472E1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b/>
          <w:sz w:val="24"/>
          <w:szCs w:val="24"/>
        </w:rPr>
        <w:t>Матвійчук</w:t>
      </w:r>
      <w:proofErr w:type="spellEnd"/>
      <w:r w:rsidRPr="00875C2B">
        <w:rPr>
          <w:rFonts w:ascii="Times New Roman" w:hAnsi="Times New Roman" w:cs="Times New Roman"/>
          <w:b/>
          <w:sz w:val="24"/>
          <w:szCs w:val="24"/>
        </w:rPr>
        <w:t xml:space="preserve"> О.В.</w:t>
      </w:r>
    </w:p>
    <w:p w:rsidR="00472E15" w:rsidRPr="00875C2B" w:rsidRDefault="00472E15" w:rsidP="00472E1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72E15" w:rsidRPr="00875C2B" w:rsidRDefault="00472E15" w:rsidP="00472E1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proofErr w:type="gramEnd"/>
      <w:r w:rsidRPr="00875C2B">
        <w:rPr>
          <w:rFonts w:ascii="Times New Roman" w:hAnsi="Times New Roman" w:cs="Times New Roman"/>
          <w:sz w:val="24"/>
          <w:szCs w:val="24"/>
        </w:rPr>
        <w:t>Матвійчук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О.В.,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472E15" w:rsidRPr="00875C2B" w:rsidRDefault="00472E15" w:rsidP="00472E1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472E15" w:rsidRPr="00875C2B" w:rsidRDefault="00472E15" w:rsidP="00472E1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Матвійчук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Вікторівні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2,0000 га, яка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район, за межами 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75C2B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отереба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>.</w:t>
      </w:r>
    </w:p>
    <w:p w:rsidR="00472E15" w:rsidRPr="00875C2B" w:rsidRDefault="00472E15" w:rsidP="00472E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Матвійчук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Вікторівні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: </w:t>
      </w:r>
      <w:r w:rsidR="006163B3">
        <w:rPr>
          <w:rFonts w:ascii="Times New Roman" w:hAnsi="Times New Roman" w:cs="Times New Roman"/>
          <w:sz w:val="24"/>
          <w:szCs w:val="24"/>
          <w:lang w:val="en-US"/>
        </w:rPr>
        <w:t>_________________</w:t>
      </w:r>
      <w:r w:rsidRPr="00875C2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6163B3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875C2B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2,0000 га,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номер: 6823984700:04:008:0002, для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рада за межами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75C2B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отереба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>.</w:t>
      </w:r>
    </w:p>
    <w:p w:rsidR="00472E15" w:rsidRPr="00875C2B" w:rsidRDefault="00472E15" w:rsidP="00472E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Матвійчук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О.В.,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75C2B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472E15" w:rsidRPr="00875C2B" w:rsidRDefault="00472E15" w:rsidP="00472E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472E15" w:rsidRPr="00875C2B" w:rsidRDefault="00472E15" w:rsidP="00472E1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261A" w:rsidRPr="00472E15" w:rsidRDefault="00472E15" w:rsidP="00472E1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9261A" w:rsidRPr="00472E1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E15"/>
    <w:rsid w:val="00171A2E"/>
    <w:rsid w:val="00304C90"/>
    <w:rsid w:val="00472E15"/>
    <w:rsid w:val="00505B6D"/>
    <w:rsid w:val="006163B3"/>
    <w:rsid w:val="0069261A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284</Words>
  <Characters>1625</Characters>
  <Application>Microsoft Office Word</Application>
  <DocSecurity>0</DocSecurity>
  <Lines>13</Lines>
  <Paragraphs>3</Paragraphs>
  <ScaleCrop>false</ScaleCrop>
  <Company>Microsoft</Company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2020-07-29T14:48:00Z</dcterms:created>
  <dcterms:modified xsi:type="dcterms:W3CDTF">2020-07-29T18:24:00Z</dcterms:modified>
</cp:coreProperties>
</file>