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9F" w:rsidRPr="00B623A8" w:rsidRDefault="00EE039F" w:rsidP="00EE039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9F" w:rsidRDefault="00EE039F" w:rsidP="00EE0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039F" w:rsidRDefault="00EE039F" w:rsidP="00EE0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039F" w:rsidRDefault="00EE039F" w:rsidP="00EE03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E039F" w:rsidRDefault="00EE039F" w:rsidP="00EE03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</w:t>
      </w:r>
    </w:p>
    <w:p w:rsidR="00EE039F" w:rsidRPr="006C4E95" w:rsidRDefault="00EE039F" w:rsidP="00EE039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9F" w:rsidRPr="00A31AA4" w:rsidRDefault="00EE039F" w:rsidP="00EE039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EE039F" w:rsidRPr="00A31AA4" w:rsidRDefault="00EE039F" w:rsidP="00EE039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EE039F" w:rsidRPr="00243225" w:rsidRDefault="00EE039F" w:rsidP="00EE039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М.П.</w:t>
      </w:r>
    </w:p>
    <w:p w:rsidR="00EE039F" w:rsidRPr="00A31AA4" w:rsidRDefault="00EE039F" w:rsidP="00EE039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9F" w:rsidRPr="00A31AA4" w:rsidRDefault="00EE039F" w:rsidP="00EE039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EE039F" w:rsidRPr="00A31AA4" w:rsidRDefault="00EE039F" w:rsidP="00EE039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E039F" w:rsidRPr="00A31AA4" w:rsidRDefault="00EE039F" w:rsidP="00EE039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Михайлу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Петровичу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7C79CA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ділянки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r w:rsidRPr="007C79CA">
        <w:rPr>
          <w:rFonts w:ascii="Times New Roman" w:eastAsia="Arial Unicode MS" w:hAnsi="Times New Roman"/>
          <w:sz w:val="24"/>
          <w:szCs w:val="24"/>
          <w:lang w:val="uk-UA"/>
        </w:rPr>
        <w:t>особистого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r w:rsidRPr="007C79CA">
        <w:rPr>
          <w:rFonts w:ascii="Times New Roman" w:eastAsia="Arial Unicode MS" w:hAnsi="Times New Roman"/>
          <w:sz w:val="24"/>
          <w:szCs w:val="24"/>
          <w:lang w:val="uk-UA"/>
        </w:rPr>
        <w:t>господарства</w:t>
      </w:r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0,1267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  <w:proofErr w:type="gramEnd"/>
    </w:p>
    <w:p w:rsidR="00EE039F" w:rsidRDefault="00EE039F" w:rsidP="00EE039F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</w:t>
      </w:r>
      <w:proofErr w:type="gramStart"/>
      <w:r w:rsidRPr="004E3D91">
        <w:rPr>
          <w:rFonts w:ascii="Times New Roman" w:eastAsia="Arial Unicode MS" w:hAnsi="Times New Roman"/>
          <w:sz w:val="24"/>
          <w:szCs w:val="24"/>
        </w:rPr>
        <w:t>2.Передат</w:t>
      </w:r>
      <w:r>
        <w:rPr>
          <w:rFonts w:ascii="Times New Roman" w:eastAsia="Arial Unicode MS" w:hAnsi="Times New Roman"/>
          <w:sz w:val="24"/>
          <w:szCs w:val="24"/>
        </w:rPr>
        <w:t xml:space="preserve">и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Михайлу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Петровичу, 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який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зареєстрований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адресою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: </w:t>
      </w:r>
      <w:r w:rsidR="007C79CA">
        <w:rPr>
          <w:rFonts w:ascii="Times New Roman" w:eastAsia="Arial Unicode MS" w:hAnsi="Times New Roman"/>
          <w:sz w:val="24"/>
          <w:szCs w:val="24"/>
          <w:lang w:val="uk-UA"/>
        </w:rPr>
        <w:t>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7C79CA">
        <w:rPr>
          <w:rFonts w:ascii="Times New Roman" w:eastAsia="Arial Unicode MS" w:hAnsi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4E3D91">
        <w:rPr>
          <w:rFonts w:ascii="Times New Roman" w:eastAsia="Arial Unicode MS" w:hAnsi="Times New Roman"/>
          <w:sz w:val="24"/>
          <w:szCs w:val="24"/>
        </w:rPr>
        <w:t xml:space="preserve">, у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0,1267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 га,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кадастровий</w:t>
      </w:r>
      <w:proofErr w:type="spellEnd"/>
      <w:r w:rsidRPr="004E3D91">
        <w:rPr>
          <w:rFonts w:ascii="Times New Roman" w:eastAsia="Arial Unicode MS" w:hAnsi="Times New Roman"/>
          <w:sz w:val="24"/>
          <w:szCs w:val="24"/>
        </w:rPr>
        <w:t xml:space="preserve"> номер: 6823984000:03:013:006</w:t>
      </w:r>
      <w:r>
        <w:rPr>
          <w:rFonts w:ascii="Times New Roman" w:eastAsia="Arial Unicode MS" w:hAnsi="Times New Roman"/>
          <w:sz w:val="24"/>
          <w:szCs w:val="24"/>
        </w:rPr>
        <w:t>1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sz w:val="24"/>
          <w:szCs w:val="24"/>
        </w:rPr>
        <w:t xml:space="preserve">(01.03)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(16.00)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</w:t>
      </w:r>
      <w:r w:rsidRPr="004E3D91">
        <w:rPr>
          <w:rFonts w:ascii="Times New Roman" w:eastAsia="Arial Unicode MS" w:hAnsi="Times New Roman"/>
          <w:sz w:val="24"/>
          <w:szCs w:val="24"/>
        </w:rPr>
        <w:t xml:space="preserve">, яка </w:t>
      </w:r>
      <w:proofErr w:type="spellStart"/>
      <w:r w:rsidRPr="004E3D91">
        <w:rPr>
          <w:rFonts w:ascii="Times New Roman" w:eastAsia="Arial Unicode MS" w:hAnsi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EE039F" w:rsidRPr="00A31AA4" w:rsidRDefault="00EE039F" w:rsidP="00EE039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М.П.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EE039F" w:rsidRPr="00A31AA4" w:rsidRDefault="00EE039F" w:rsidP="00EE039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EE039F" w:rsidRDefault="00EE039F" w:rsidP="00EE039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9F" w:rsidRPr="00A31AA4" w:rsidRDefault="00EE039F" w:rsidP="00EE039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9F" w:rsidRDefault="00EE039F" w:rsidP="00EE039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DF7890" w:rsidRDefault="00DF7890"/>
    <w:sectPr w:rsidR="00DF78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9F"/>
    <w:rsid w:val="00171A2E"/>
    <w:rsid w:val="00304C90"/>
    <w:rsid w:val="00505B6D"/>
    <w:rsid w:val="006D3977"/>
    <w:rsid w:val="007C79CA"/>
    <w:rsid w:val="007D6C18"/>
    <w:rsid w:val="00D1641A"/>
    <w:rsid w:val="00DF7890"/>
    <w:rsid w:val="00EE0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E039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E0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39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E039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E0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39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335</Words>
  <Characters>1912</Characters>
  <Application>Microsoft Office Word</Application>
  <DocSecurity>0</DocSecurity>
  <Lines>15</Lines>
  <Paragraphs>4</Paragraphs>
  <ScaleCrop>false</ScaleCrop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2020-10-16T16:24:00Z</dcterms:created>
  <dcterms:modified xsi:type="dcterms:W3CDTF">2020-10-16T17:35:00Z</dcterms:modified>
</cp:coreProperties>
</file>