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19F" w:rsidRPr="009A7621" w:rsidRDefault="00B1219F" w:rsidP="00B1219F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DE6ED3">
        <w:rPr>
          <w:rFonts w:ascii="Times New Roman" w:eastAsia="Calibri" w:hAnsi="Times New Roman" w:cs="Times New Roman"/>
          <w:color w:val="FF0000"/>
        </w:rPr>
        <w:t>ПРОЕКТ</w:t>
      </w:r>
      <w:r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128A90D" wp14:editId="0FEA05CF">
                <wp:simplePos x="0" y="0"/>
                <wp:positionH relativeFrom="column">
                  <wp:posOffset>2796540</wp:posOffset>
                </wp:positionH>
                <wp:positionV relativeFrom="paragraph">
                  <wp:posOffset>92710</wp:posOffset>
                </wp:positionV>
                <wp:extent cx="440690" cy="573405"/>
                <wp:effectExtent l="0" t="0" r="0" b="0"/>
                <wp:wrapNone/>
                <wp:docPr id="12567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0690" cy="573405"/>
                          <a:chOff x="0" y="0"/>
                          <a:chExt cx="1142" cy="1718"/>
                        </a:xfrm>
                      </wpg:grpSpPr>
                      <wps:wsp>
                        <wps:cNvPr id="1256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7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7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7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7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7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7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7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7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7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7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9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9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9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9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9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9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9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9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508" o:spid="_x0000_s1026" style="position:absolute;left:0;text-align:left;margin-left:220.2pt;margin-top:7.3pt;width:34.7pt;height:45.1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+gnsUA&#10;AADeAAAADwAAAGRycy9kb3ducmV2LnhtbESPQYvCQAyF7wv+hyGCt3VqZV2pjiKi4kFYdPUeOrEt&#10;djKlM2r99+awsLeE9/Lel/myc7V6UBsqzwZGwwQUce5txYWB8+/2cwoqRGSLtWcy8KIAy0XvY46Z&#10;9U8+0uMUCyUhHDI0UMbYZFqHvCSHYegbYtGuvnUYZW0LbVt8SrirdZokE+2wYmkosaF1SfntdHcG&#10;/Hi3P1yK9Dje8Hfk1c/0eukOxgz63WoGKlIX/81/13sr+OnXRHjlHZlBL9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b6Ce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e3pscA&#10;AADeAAAADwAAAGRycy9kb3ducmV2LnhtbERPTWsCMRC9F/ofwhR6kZqt0LVujSLC2upB0BZ6HTbT&#10;zdbNZEmibv31TUHobR7vc6bz3rbiRD40jhU8DjMQxJXTDdcKPt7Lh2cQISJrbB2Tgh8KMJ/d3kyx&#10;0O7MOzrtYy1SCIcCFZgYu0LKUBmyGIauI07cl/MWY4K+ltrjOYXbVo6yLJcWG04NBjtaGqoO+6NV&#10;8F1uzedyfFn5wWRHl0G5eW3XuVL3d/3iBUSkPv6Lr+43neaPnvIJ/L2Tbp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Lnt6b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cs58YA&#10;AADeAAAADwAAAGRycy9kb3ducmV2LnhtbESP3WrCQBCF7wu+wzIFb4putNiW1FWkaBFvxJ8HGLJj&#10;NjQ7G7JbE9/euRC8m2HOOd+c+bL3tbpSG6vABibjDBRxEWzFpYHzaTP6AhUTssU6MBm4UYTlYvAy&#10;x9yGjg90PaZSSQjHHA24lJpc61g48hjHoSGW2yW0HpOsbalti52E+1pPs+xDe6xYCA4b+nFU/B3/&#10;vUD277jfXbrT5rfHDtc7x2+rgzHD1371DSpRn57ih3tr5f3p7FMKSB2ZQS/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Bcs5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+cRsQA&#10;AADeAAAADwAAAGRycy9kb3ducmV2LnhtbERPTUsDMRC9F/wPYQRvbbaLbWVtWqQqiOChrSDehs10&#10;d3EzCcnYXf+9EYTe5vE+Z70dXa/OFFPn2cB8VoAirr3tuDHwfnye3oFKgmyx90wGfijBdnM1WWNl&#10;/cB7Oh+kUTmEU4UGWpFQaZ3qlhymmQ/EmTv56FAyjI22EYcc7npdFsVSO+w4N7QYaNdS/XX4dgbe&#10;hqfwulouTuEz3pY6PVr52IkxN9fjwz0ooVEu4n/3i83zy8VqDn/v5Bv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fnEb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kXC8UA&#10;AADeAAAADwAAAGRycy9kb3ducmV2LnhtbESP0YrCMBBF3xf8hzCCL4umVlaXrlFEVMQXUfcDhmZs&#10;yjaT0kRb/94Iwr7NcO/cc2e+7Gwl7tT40rGC8SgBQZw7XXKh4PeyHX6D8AFZY+WYFDzIw3LR+5hj&#10;pl3LJ7qfQyFiCPsMFZgQ6kxKnxuy6EeuJo7a1TUWQ1ybQuoG2xhuK5kmyVRaLDkSDNa0NpT/nW82&#10;Qo4TPB6u7WW767DFzcHw5+qk1KDfrX5ABOrCv/l9vdexfvo1S+H1TpxBL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iRcL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GnqsUA&#10;AADeAAAADwAAAGRycy9kb3ducmV2LnhtbERPTUsDMRC9C/0PYQRvNutqW1mbllIVROihrSDehs10&#10;d3EzCcnYXf+9EQRv83ifs1yPrldniqnzbOBmWoAirr3tuDHwdny+vgeVBNli75kMfFOC9WpyscTK&#10;+oH3dD5Io3IIpwoNtCKh0jrVLTlMUx+IM3fy0aFkGBttIw453PW6LIq5dthxbmgx0Lal+vPw5Qzs&#10;hqfwupjPTuEj3pU6PVp534oxV5fj5gGU0Cj/4j/3i83zy9niFn7fyTf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Qaeq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0iN8UA&#10;AADeAAAADwAAAGRycy9kb3ducmV2LnhtbERP32vCMBB+F/wfwgl7EU3nppNqlDkIDhyMOcHXoznb&#10;suZSksx2/70ZDPZ2H9/PW29724gr+VA7VnA/zUAQF87UXCo4ferJEkSIyAYbx6TghwJsN8PBGnPj&#10;Ov6g6zGWIoVwyFFBFWObSxmKiiyGqWuJE3dx3mJM0JfSeOxSuG3kLMsW0mLNqaHCll4qKr6O31bB&#10;7r0rH/y42PXucNmf51ob/aaVuhv1zysQkfr4L/5zv5o0fzZ/eoTfd9INcn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rSI3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HNU8MA&#10;AADeAAAADwAAAGRycy9kb3ducmV2LnhtbERP3WrCMBS+H+wdwhl4N1OL3aQzimwUZHgz3QMcmrOm&#10;2pyUJNb69osgeHc+vt+zXI+2EwP50DpWMJtmIIhrp1tuFPweqtcFiBCRNXaOScGVAqxXz09LLLW7&#10;8A8N+9iIFMKhRAUmxr6UMtSGLIap64kT9+e8xZigb6T2eEnhtpN5lr1Jiy2nBoM9fRqqT/uzVVB9&#10;57vhdNa+cptxbqkwx8WXUWryMm4+QEQa40N8d291mp8X7wXc3kk3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NHNU8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MZ28UA&#10;AADeAAAADwAAAGRycy9kb3ducmV2LnhtbERP22oCMRB9F/oPYQp9KTWrRStbo2ghVKggXsDXYTPu&#10;Lt1MliR1t39vCgXf5nCuM1/2thFX8qF2rGA0zEAQF87UXCo4HfXLDESIyAYbx6TglwIsFw+DOebG&#10;dbyn6yGWIoVwyFFBFWObSxmKiiyGoWuJE3dx3mJM0JfSeOxSuG3kOMum0mLNqaHClj4qKr4PP1bB&#10;eteVr/65WPfu6/J5nmht9FYr9fTYr95BROrjXfzv3pg0fzx5m8LfO+kG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Mxnb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/2v8MA&#10;AADeAAAADwAAAGRycy9kb3ducmV2LnhtbERPS2rDMBDdB3IHMYHuErmm+eBaCSHBUEo3SXuAwZpa&#10;rq2RkRTHvX1VKHQ3j/ed8jDZXozkQ+tYweMqA0FcO91yo+DjvVruQISIrLF3TAq+KcBhP5+VWGh3&#10;5wuN19iIFMKhQAUmxqGQMtSGLIaVG4gT9+m8xZigb6T2eE/htpd5lm2kxZZTg8GBTobq7nqzCqrX&#10;/G3sbtpX7jg9WVqbr93ZKPWwmI7PICJN8V/8537RaX6+3m7h9510g9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0/2v8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78JcQA&#10;AADeAAAADwAAAGRycy9kb3ducmV2LnhtbESPzW7CQAyE75V4h5WReisbflJQYEEVElU5kvIAVtYk&#10;EVlvyG5JePv6gMTN1oxnPm92g2vUnbpQezYwnSSgiAtvay4NnH8PHytQISJbbDyTgQcF2G1HbxvM&#10;rO/5RPc8lkpCOGRooIqxzbQORUUOw8S3xKJdfOcwytqV2nbYS7hr9CxJPrXDmqWhwpb2FRXX/M8Z&#10;WDz671ueXpODdTQ9ztsjxyI15n08fK1BRRriy/y8/rGCP0uXwivvyAx6+w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e/CX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BPEcQA&#10;AADeAAAADwAAAGRycy9kb3ducmV2LnhtbERPTWvCQBC9F/wPywjemo0BbU1dRZSI9NSmac9DdkyC&#10;2dmQ3Wj8926h0Ns83uest6NpxZV611hWMI9iEMSl1Q1XCoqv7PkVhPPIGlvLpOBODrabydMaU21v&#10;/EnX3FcihLBLUUHtfZdK6cqaDLrIdsSBO9veoA+wr6Tu8RbCTSuTOF5Kgw2Hhho72tdUXvLBKBiW&#10;P0nB53f9kR/ux9Uh2zn5XSk1m467NxCeRv8v/nOfdJifLF5W8PtOuEF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QTxH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AmtskA&#10;AADeAAAADwAAAGRycy9kb3ducmV2LnhtbESPQU/CQBCF7yT8h82QeIMtqE0tLERNTNSDBNQDt6E7&#10;tMXubO2uUP+9czDhNpN58977FqveNepEXag9G5hOElDEhbc1lwY+3p/GGagQkS02nsnALwVYLYeD&#10;BebWn3lDp20slZhwyNFAFWObax2KihyGiW+J5XbwncMoa1dq2+FZzF2jZ0mSaoc1S0KFLT1WVHxt&#10;f5yBz3WW3q0fXm6Or297vHb2e2fr1JirUX8/BxWpjxfx//ezlfqz20wABEdm0Ms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tAmts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UUucQA&#10;AADeAAAADwAAAGRycy9kb3ducmV2LnhtbERPTWvCQBC9F/wPywi91Y1pG0LMRrSlKp7UFrwO2WkS&#10;mp0N2a3G/npXKHibx/ucfD6YVpyod41lBdNJBIK4tLrhSsHX58dTCsJ5ZI2tZVJwIQfzYvSQY6bt&#10;mfd0OvhKhBB2GSqove8yKV1Zk0E3sR1x4L5tb9AH2FdS93gO4aaVcRQl0mDDoaHGjt5qKn8Ov0bB&#10;X3LEnVvHy/dn7enykq7sdrdS6nE8LGYgPA3+Lv53b3SYH7+mU7i9E26Q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lFLn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7jYMQA&#10;AADeAAAADwAAAGRycy9kb3ducmV2LnhtbERPzWrCQBC+C32HZQq9mU1DImnqKkUs9NYa+wBDdroJ&#10;ZmdjdtXUp3cLBW/z8f3Ocj3ZXpxp9J1jBc9JCoK4cbpjo+B7/z4vQfiArLF3TAp+ycN69TBbYqXd&#10;hXd0roMRMYR9hQraEIZKSt+0ZNEnbiCO3I8bLYYIRyP1iJcYbnuZpelCWuw4NrQ40Kal5lCfrIKj&#10;ywo91Vv8PGxfvjpj8uN1lyv19Di9vYIINIW7+N/9oeP8rCgz+Hsn3i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O42D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4gEMQA&#10;AADeAAAADwAAAGRycy9kb3ducmV2LnhtbERPyW7CMBC9I/UfrKnUGzgNAkLARC1SJa4shx6n9pCk&#10;jcdpbCDw9XUlJG7z9NZZFr1txJk6XztW8DpKQBBrZ2ouFRz2H8MMhA/IBhvHpOBKHorV02CJuXEX&#10;3tJ5F0oRQ9jnqKAKoc2l9Loii37kWuLIHV1nMUTYldJ0eInhtpFpkkylxZpjQ4UtrSvSP7uTVbCp&#10;v2gy1ce5zd719vP2G8azb6PUy3P/tgARqA8P8d29MXF+OsnG8P9OvEG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+IBD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ZBs8YA&#10;AADeAAAADwAAAGRycy9kb3ducmV2LnhtbERP0WrCQBB8L/gPxwp9qxdDLRo9RQuFSlWoir4uuTUX&#10;zO2F3DXGv+8Jhb7N7uzM7MwWna1ES40vHSsYDhIQxLnTJRcKjoePlzEIH5A1Vo5JwZ08LOa9pxlm&#10;2t34m9p9KEQ0YZ+hAhNCnUnpc0MW/cDVxJG7uMZiiGNTSN3gLZrbSqZJ8iYtlhwTDNb0bii/7n+s&#10;ghZ39+RsVtvJutzk6W51+tJxr5773XIKIlAX/o//1J86vp+Oxq/wqBMx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rZBs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c7ssMA&#10;AADeAAAADwAAAGRycy9kb3ducmV2LnhtbERPTUvDQBC9C/0Pywi92Y2BSondllJo8VijB49jdppN&#10;zc6E3bWJ/npXELzN433Oejv5Xl0pxE7YwP2iAEXciO24NfD6crhbgYoJ2WIvTAa+KMJ2M7tZY2Vl&#10;5Ge61qlVOYRjhQZcSkOldWwceYwLGYgzd5bgMWUYWm0Djjnc97osigftsePc4HCgvaPmo/70BsZj&#10;834pz2/WfYdBDvVJLmUvxsxvp90jqERT+hf/uZ9snl8uV0v4fSffo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Pc7s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210sUA&#10;AADeAAAADwAAAGRycy9kb3ducmV2LnhtbERP22rCQBB9L/gPywi+1U0D2hBdxWoFKRXx0vdpdppE&#10;d2dDdtX077uFQt/mcK4znXfWiBu1vnas4GmYgCAunK65VHA6rh8zED4gazSOScE3eZjPeg9TzLW7&#10;855uh1CKGMI+RwVVCE0upS8qsuiHriGO3JdrLYYI21LqFu8x3BqZJslYWqw5NlTY0LKi4nK4WgXr&#10;3cqc0+1+8SHD8vX502RvL6t3pQb9bjEBEagL/+I/90bH+ekoG8PvO/EGOf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3bXS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fN3cUA&#10;AADeAAAADwAAAGRycy9kb3ducmV2LnhtbERPTWvCQBC9F/wPywheim5UtCFmI1IoWqhgtdDrmB2T&#10;YHY2ZNcY/323UOhtHu9z0nVvatFR6yrLCqaTCARxbnXFhYKv09s4BuE8ssbaMil4kIN1NnhKMdH2&#10;zp/UHX0hQgi7BBWU3jeJlC4vyaCb2IY4cBfbGvQBtoXULd5DuKnlLIqW0mDFoaHEhl5Lyq/Hm1HQ&#10;HT7Oxa5zzfs1fnaL+Xm73etvpUbDfrMC4an3/+I/906H+bNF/AK/74QbZP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Z83d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QnsskA&#10;AADeAAAADwAAAGRycy9kb3ducmV2LnhtbESPT0/DMAzF70j7DpGRuLGUiqHSLZs2JCQuSOzPgd28&#10;xmurNU5Jwlb49PiAtJut9/zez7PF4Dp1phBbzwYexhko4srblmsDu+3rfQEqJmSLnWcy8EMRFvPR&#10;zQxL6y+8pvMm1UpCOJZooEmpL7WOVUMO49j3xKIdfXCYZA21tgEvEu46nWfZk3bYsjQ02NNLQ9Vp&#10;8+0MrJ6L1dfHI7//rg972n8eTpM8ZMbc3Q7LKahEQ7qa/6/frODnk0J45R2ZQc/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IJQnsskAAADeAAAADwAAAAAAAAAAAAAAAACYAgAA&#10;ZHJzL2Rvd25yZXYueG1sUEsFBgAAAAAEAAQA9QAAAI4DAAAAAA==&#10;" fillcolor="black" stroked="f"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uMKcYA&#10;AADeAAAADwAAAGRycy9kb3ducmV2LnhtbERPS2vCQBC+F/oflil4q5sGlBhdpbYVhNqDj4PHMTtN&#10;lmRnQ3bV6K/vFgq9zcf3nNmit424UOeNYwUvwwQEceG04VLBYb96zkD4gKyxcUwKbuRhMX98mGGu&#10;3ZW3dNmFUsQQ9jkqqEJocyl9UZFFP3QtceS+XWcxRNiVUnd4jeG2kWmSjKVFw7GhwpbeKirq3dkq&#10;OH6OTbY1lJ429+WH3ozq5dd7rdTgqX+dggjUh3/xn3ut4/x0lE3g9514g5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huMK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reW8cA&#10;AADeAAAADwAAAGRycy9kb3ducmV2LnhtbESPQU8CMRCF7yb8h2ZIvElXEg0uFEIwRi8eBI3XyXbY&#10;rrudLm2BhV/vHEy8zWTevPe+xWrwnTpRTE1gA/eTAhRxFWzDtYHP3cvdDFTKyBa7wGTgQglWy9HN&#10;AksbzvxBp22ulZhwKtGAy7kvtU6VI49pEnpiue1D9JhljbW2Ec9i7js9LYpH7bFhSXDY08ZR1W6P&#10;3kBcfz+3Vz5+tcX1/ZJef4bDDJ0xt+NhPQeVacj/4r/vNyv1pw9PAiA4MoNe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Sq3lv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fNi8QA&#10;AADeAAAADwAAAGRycy9kb3ducmV2LnhtbERP22rCQBB9L/Qflin0pejGQFuNriJCoaAUtH7AmB2T&#10;4O5syE41+vXdQsG3OZzrzBa9d+pMXWwCGxgNM1DEZbANVwb23x+DMagoyBZdYDJwpQiL+ePDDAsb&#10;Lryl804qlUI4FmigFmkLrWNZk8c4DC1x4o6h8ygJdpW2HV5SuHc6z7I37bHh1FBjS6uaytPuxxtw&#10;+cFN1u9xI9e93mQ3L9uXL2vM81O/nIIS6uUu/nd/2jQ/f52M4O+ddIO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XzYv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USpsQA&#10;AADeAAAADwAAAGRycy9kb3ducmV2LnhtbERPTWsCMRC9F/ofwgi9adaFil2NYivCXjx0tXgdN+Nm&#10;MZksm1S3/fVNodDbPN7nLNeDs+JGfWg9K5hOMhDEtdctNwqOh914DiJEZI3WMyn4ogDr1ePDEgvt&#10;7/xOtyo2IoVwKFCBibErpAy1IYdh4jvixF187zAm2DdS93hP4c7KPMtm0mHLqcFgR2+G6mv16RRs&#10;q87mx9K8htPH/ny25feOTlulnkbDZgEi0hD/xX/uUqf5+fNLDr/vpBv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+VEqb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wFC8MA&#10;AADeAAAADwAAAGRycy9kb3ducmV2LnhtbERPTWsCMRC9C/6HMEJvmmip2q1RRCoInrR66G1Iprur&#10;m8myie723zeC0Ns83ucsVp2rxJ2aUHrWMB4pEMTG25JzDaev7XAOIkRki5Vn0vBLAVbLfm+BmfUt&#10;H+h+jLlIIRwy1FDEWGdSBlOQwzDyNXHifnzjMCbY5NI22KZwV8mJUlPpsOTUUGBNm4LM9XhzGi5b&#10;ufdGoTmfzu3Ozr4/p1QprV8G3foDRKQu/ouf7p1N8ydv76/weCfd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wFC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1uGMUA&#10;AADeAAAADwAAAGRycy9kb3ducmV2LnhtbERPTWvCQBC9F/wPywi91Y1pFY2uYguFUvFQFfE4Zsck&#10;JDsbdldN/31XEHqbx/uc+bIzjbiS85VlBcNBAoI4t7riQsF+9/kyAeEDssbGMin4JQ/LRe9pjpm2&#10;N/6h6zYUIoawz1BBGUKbSenzkgz6gW2JI3e2zmCI0BVSO7zFcNPINEnG0mDFsaHElj5KyuvtxSg4&#10;XtZ83rx+r9x7ONhu5+v0NKmVeu53qxmIQF34Fz/cXzrOT0fTN7i/E2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3W4Y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we8cYA&#10;AADeAAAADwAAAGRycy9kb3ducmV2LnhtbERPS2vCQBC+F/wPyxR6q5uGpmh0FRUKvRR89FBvY3ZM&#10;gtnZuLvV6K/vCoK3+fieM552phEncr62rOCtn4AgLqyuuVTws/l8HYDwAVljY5kUXMjDdNJ7GmOu&#10;7ZlXdFqHUsQQ9jkqqEJocyl9UZFB37ctceT21hkMEbpSaofnGG4amSbJhzRYc2yosKVFRcVh/WcU&#10;zIeD+XH5zt/X1W5L29/dIUtdotTLczcbgQjUhYf47v7ScX6aDTO4vRNvkJ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0we8cYAAADeAAAADwAAAAAAAAAAAAAAAACYAgAAZHJz&#10;L2Rvd25yZXYueG1sUEsFBgAAAAAEAAQA9QAAAIsDAAAAAA==&#10;" fillcolor="black" stroked="f"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iLLMQA&#10;AADeAAAADwAAAGRycy9kb3ducmV2LnhtbERPTUsDMRC9F/wPYQRvbdaKxa5Ny1IoiqdtVXqdbsbN&#10;4mayJGm6/nsjCL3N433OajPaXiTyoXOs4H5WgCBunO64VfDxvps+gQgRWWPvmBT8UIDN+maywlK7&#10;C+8pHWIrcgiHEhWYGIdSytAYshhmbiDO3JfzFmOGvpXa4yWH217Oi2IhLXacGwwOtDXUfB/OVkE6&#10;bevqIR2T2b/5qvWufvk81Urd3Y7VM4hIY7yK/92vOs+fPy4X8PdOvkG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oiyz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hqvsUA&#10;AADeAAAADwAAAGRycy9kb3ducmV2LnhtbERPS2vCQBC+C/0PyxS86UbBV+oqRVrRXlrTQnscstNs&#10;aHY2ZNcY/fVdQfA2H99zluvOVqKlxpeOFYyGCQji3OmSCwVfn6+DOQgfkDVWjknBmTysVw+9Jaba&#10;nfhAbRYKEUPYp6jAhFCnUvrckEU/dDVx5H5dYzFE2BRSN3iK4baS4ySZSoslxwaDNW0M5X/Z0Srw&#10;o83L95u9LNqfreH3bG+mH4VRqv/YPT+BCNSFu/jm3uk4fzxZzOD6TrxBr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yGq+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B1219F" w:rsidRPr="00DE6ED3" w:rsidRDefault="00B1219F" w:rsidP="00B1219F">
      <w:pPr>
        <w:spacing w:after="0" w:line="240" w:lineRule="auto"/>
        <w:rPr>
          <w:rFonts w:ascii="Times New Roman" w:eastAsia="Calibri" w:hAnsi="Times New Roman" w:cs="Times New Roman"/>
        </w:rPr>
      </w:pPr>
    </w:p>
    <w:p w:rsidR="00B1219F" w:rsidRPr="00DE6ED3" w:rsidRDefault="00B1219F" w:rsidP="00B1219F">
      <w:pPr>
        <w:spacing w:after="0" w:line="240" w:lineRule="auto"/>
        <w:rPr>
          <w:rFonts w:ascii="Times New Roman" w:eastAsia="Calibri" w:hAnsi="Times New Roman" w:cs="Times New Roman"/>
        </w:rPr>
      </w:pPr>
    </w:p>
    <w:p w:rsidR="00B1219F" w:rsidRPr="00DE6ED3" w:rsidRDefault="00B1219F" w:rsidP="00B1219F">
      <w:pPr>
        <w:spacing w:after="0" w:line="240" w:lineRule="auto"/>
        <w:rPr>
          <w:rFonts w:ascii="Times New Roman" w:eastAsia="Calibri" w:hAnsi="Times New Roman" w:cs="Times New Roman"/>
        </w:rPr>
      </w:pPr>
    </w:p>
    <w:p w:rsidR="00B1219F" w:rsidRPr="00DE6ED3" w:rsidRDefault="00B1219F" w:rsidP="00B1219F">
      <w:pPr>
        <w:spacing w:after="0" w:line="240" w:lineRule="auto"/>
        <w:rPr>
          <w:rFonts w:ascii="Times New Roman" w:eastAsia="Calibri" w:hAnsi="Times New Roman" w:cs="Times New Roman"/>
        </w:rPr>
      </w:pPr>
    </w:p>
    <w:p w:rsidR="00B1219F" w:rsidRPr="00DE6ED3" w:rsidRDefault="00B1219F" w:rsidP="00B1219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B1219F" w:rsidRPr="00DE6ED3" w:rsidRDefault="00B1219F" w:rsidP="00B1219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УКРАЇНА</w:t>
      </w:r>
    </w:p>
    <w:p w:rsidR="00B1219F" w:rsidRPr="00DE6ED3" w:rsidRDefault="00B1219F" w:rsidP="00B1219F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КРУПЕЦЬКА СІЛЬСЬКА РАДА</w:t>
      </w:r>
    </w:p>
    <w:p w:rsidR="00B1219F" w:rsidRPr="00DE6ED3" w:rsidRDefault="00B1219F" w:rsidP="00B1219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СЛАВУТСЬКОГО РАЙОНУ</w:t>
      </w:r>
    </w:p>
    <w:p w:rsidR="00B1219F" w:rsidRPr="00DE6ED3" w:rsidRDefault="00B1219F" w:rsidP="00B1219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ХМЕЛЬНИЦЬКОЇ ОБЛАСТІ</w:t>
      </w:r>
    </w:p>
    <w:p w:rsidR="00B1219F" w:rsidRPr="00DE6ED3" w:rsidRDefault="00B1219F" w:rsidP="00B1219F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FED7E84" wp14:editId="751B424A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0" b="0"/>
                <wp:wrapNone/>
                <wp:docPr id="12598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2599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0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1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2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3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4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5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6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7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8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09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10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11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12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13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14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15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16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17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18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19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20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21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22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23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24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25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26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27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28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219F" w:rsidRDefault="00B1219F" w:rsidP="00B121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Z1IsEA&#10;AADeAAAADwAAAGRycy9kb3ducmV2LnhtbERPy6rCMBDdC/5DGMHdNbXiVatRRK7iQhBf+6EZ22Iz&#10;KU2u1r83guBuDuc5s0VjSnGn2hWWFfR7EQji1OqCMwXn0/pnDMJ5ZI2lZVLwJAeLebs1w0TbBx/o&#10;fvSZCCHsElSQe18lUro0J4OuZyviwF1tbdAHWGdS1/gI4aaUcRT9SoMFh4YcK1rllN6O/0aBHWy2&#10;u0sWHwZ/PPK83I+vl2anVLfTLKcgPDX+K/64tzrMj4eTCbzfCTfI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X2dSLBAAAA3g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ea58kA&#10;AADeAAAADwAAAGRycy9kb3ducmV2LnhtbESPT0/DMAzF70h8h8iTuEwsZYfCyrIJTSr/DkjbkLha&#10;jWnKGqdKwlb26fEBiZstP7/3fsv16Ht1pJi6wAZuZgUo4ibYjlsD7/v6+g5UysgW+8Bk4IcSrFeX&#10;F0usbDjxlo673Cox4VShAZfzUGmdGkce0ywMxHL7DNFjljW22kY8ibnv9bwoSu2xY0lwONDGUXPY&#10;fXsDX/Wb+9jcnh/jdLGl87R+fepfSmOuJuPDPahMY/4X/30/W6k/LwsBEByZQa9+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BSea58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ibfcUA&#10;AADeAAAADwAAAGRycy9kb3ducmV2LnhtbESP0WrCQBBF3wv9h2UKvhSzMYUg0VVEVIovovEDhuyY&#10;DWZnQ3Y18e+7hULfZrh37rmzXI+2FU/qfeNYwSxJQRBXTjdcK7iW++kchA/IGlvHpOBFHtar97cl&#10;FtoNfKbnJdQihrAvUIEJoSuk9JUhiz5xHXHUbq63GOLa11L3OMRw28osTXNpseFIMNjR1lB1vzxs&#10;hJy+8HS8DeX+MOKAu6Phz81ZqcnHuFmACDSGf/Pf9beO9bM8ncHvO3EG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eJt9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4QMMQA&#10;AADeAAAADwAAAGRycy9kb3ducmV2LnhtbERPTUvDQBC9C/6HZQRvdmPQWGK3pbQVRPBgFYq3ITtN&#10;gtnZZXfaxH/vCoK3ebzPWawmN6gzxdR7NnA7K0ARN9723Br4eH+6mYNKgmxx8EwGvinBanl5scDa&#10;+pHf6LyXVuUQTjUa6ERCrXVqOnKYZj4QZ+7oo0PJMLbaRhxzuBt0WRSVdthzbugw0Kaj5mt/cgZe&#10;x114eajuj+Ez3pU6ba0cNmLM9dW0fgQlNMm/+M/9bPP8sipK+H0n36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uEDD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agkcMA&#10;AADeAAAADwAAAGRycy9kb3ducmV2LnhtbESP0YrCMBBF3wX/IYzgi2iqgkg1ioiK+CJWP2BoxqbY&#10;TEoTbffvN8LCvs1w79xzZ73tbCU+1PjSsYLpJAFBnDtdcqHgcT+OlyB8QNZYOSYFP+Rhu+n31phq&#10;1/KNPlkoRAxhn6ICE0KdSulzQxb9xNXEUXu6xmKIa1NI3WAbw20lZ0mykBZLjgSDNe0N5a/sbSPk&#10;Osfr5dnej6cOWzxcDI92N6WGg263AhGoC//mv+uzjvVni2QO33fiDH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+agkcMAAADe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st38QA&#10;AADeAAAADwAAAGRycy9kb3ducmV2LnhtbERPTUvDQBC9C/0Pywje7MZQU4ndllIVRPDQVhBvQ3aa&#10;BLOzy+7YxH/vCoK3ebzPWW0mN6gzxdR7NnAzL0ARN9723Bp4Oz5d34FKgmxx8EwGvinBZj27WGFt&#10;/ch7Oh+kVTmEU40GOpFQa52ajhymuQ/EmTv56FAyjK22Eccc7gZdFkWlHfacGzoMtOuo+Tx8OQOv&#10;42N4WVa3p/ARF6VOD1bed2LM1eW0vQclNMm/+M/9bPP8sioW8PtOvkG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LLd/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KVrcQA&#10;AADeAAAADwAAAGRycy9kb3ducmV2LnhtbERP32vCMBB+H/g/hBN8GZrOoUg1ig7CBg7GVPD1aM62&#10;2FxKEm3335vBYG/38f281aa3jbiTD7VjBS+TDARx4UzNpYLTUY8XIEJENtg4JgU/FGCzHjytMDeu&#10;42+6H2IpUgiHHBVUMba5lKGoyGKYuJY4cRfnLcYEfSmNxy6F20ZOs2wuLdacGips6a2i4nq4WQW7&#10;r6589c/Frnf7y/t5prXRn1qp0bDfLkFE6uO/+M/9YdL86Tybwe876Qa5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vCla3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BBJcMA&#10;AADeAAAADwAAAGRycy9kb3ducmV2LnhtbERPS2rDMBDdB3IHMYHuErmmNcGNYkKCoZRsmvYAgzW1&#10;XFsjIymOe/sqUOhuHu87u2q2g5jIh86xgsdNBoK4cbrjVsHnR73egggRWePgmBT8UIBqv1zssNTu&#10;xu80XWIrUgiHEhWYGMdSytAYshg2biRO3JfzFmOCvpXa4y2F20HmWVZIix2nBoMjHQ01/eVqFdRv&#10;+Xnqr9rX7jA/WXo239uTUephNR9eQESa47/4z/2q0/y8yAq4v5NukP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yBBJc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yuQcUA&#10;AADeAAAADwAAAGRycy9kb3ducmV2LnhtbERP32vCMBB+H+x/CDfwZWg6RR3VKHMQFBwMdeDr0Zxt&#10;WXMpSbTdf78Ig73dx/fzluveNuJGPtSOFbyMMhDEhTM1lwq+Tnr4CiJEZIONY1LwQwHWq8eHJebG&#10;dXyg2zGWIoVwyFFBFWObSxmKiiyGkWuJE3dx3mJM0JfSeOxSuG3kOMtm0mLNqaHClt4rKr6PV6tg&#10;89mVE/9cbHq3v2zPU62N/tBKDZ76twWISH38F/+5dybNH8+yOdzfSTf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XK5B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NwzMUA&#10;AADeAAAADwAAAGRycy9kb3ducmV2LnhtbESPQWvDMAyF74P9B6NBb6uz0JWS1i1lIzDGLmv7A0Ss&#10;xmljOdhumv376TDYTeI9vfdps5t8r0aKqQts4GVegCJugu24NXA61s8rUCkjW+wDk4EfSrDbPj5s&#10;sLLhzt80HnKrJIRThQZczkOldWoceUzzMBCLdg7RY5Y1ttpGvEu473VZFEvtsWNpcDjQm6Pmerh5&#10;A/Vn+TVebzbWYT8tPL26y+rdGTN7mvZrUJmm/G/+u/6wgl8uC+GVd2QGv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83DM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FLv8IA&#10;AADeAAAADwAAAGRycy9kb3ducmV2LnhtbERPzWrCQBC+F/oOyxR6a3a1Km10lSJE9NjoAwzZMQnJ&#10;zqbZ1SRv7xYKvc3H9zub3Whbcafe1441zBIFgrhwpuZSw+WcvX2A8AHZYOuYNEzkYbd9ftpgatzA&#10;33TPQyliCPsUNVQhdKmUvqjIok9cRxy5q+sthgj7UpoehxhuWzlXaiUt1hwbKuxoX1HR5DerYTEN&#10;h5982ajMWJqd3rsTh2Kp9evL+LUGEWgM/+I/99HE+fOV+oTfd+INcv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cUu/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BiUMUA&#10;AADeAAAADwAAAGRycy9kb3ducmV2LnhtbESPQW/CMAyF70j7D5GRuEFKDxXrCAiBmNBOrHQ7W41p&#10;qzVO1QQo/34+TNrNlp/fe996O7pO3WkIrWcDy0UCirjytuXaQHk5zlegQkS22HkmA08KsN28TNaY&#10;W//gT7oXsVZiwiFHA02Mfa51qBpyGBa+J5bb1Q8Oo6xDre2ADzF3nU6TJNMOW5aEBnvaN1T9FDdn&#10;4JZ9pyVfP+y5ODzfXw/HXdBftTGz6bh7AxVpjP/iv++TlfppthQAwZEZ9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kGJQ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N31sYA&#10;AADeAAAADwAAAGRycy9kb3ducmV2LnhtbERPS2vCQBC+F/oflhF6q5vYEjS6SlsQrAelPg7exuyY&#10;pM3Oxuyq8d+7QsHbfHzPGU1aU4kzNa60rCDuRiCIM6tLzhVs1tPXPgjnkTVWlknBlRxMxs9PI0y1&#10;vfAPnVc+FyGEXYoKCu/rVEqXFWTQdW1NHLiDbQz6AJtc6gYvIdxUshdFiTRYcmgosKavgrK/1cko&#10;2C77yWD5+f3+O1/s8c3o406XiVIvnfZjCMJT6x/if/dMh/m9JI7h/k64QY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rN31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h+NcQA&#10;AADeAAAADwAAAGRycy9kb3ducmV2LnhtbERPTWvCQBC9F/oflhG8NRujBIlZxbY0lp6sCl6H7JgE&#10;s7MhuzWxv75bKPQ2j/c5+WY0rbhR7xrLCmZRDIK4tLrhSsHp+Pa0BOE8ssbWMim4k4PN+vEhx0zb&#10;gT/pdvCVCCHsMlRQe99lUrqyJoMush1x4C62N+gD7CupexxCuGllEsepNNhwaKixo5eayuvhyyj4&#10;Ts+4d7vk+XWuPd0Xy8J+7AulppNxuwLhafT/4j/3uw7zk3SWwO874Qa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YfjX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2yAMMA&#10;AADeAAAADwAAAGRycy9kb3ducmV2LnhtbERPzYrCMBC+L/gOYQRva2p1ZbcaRURhb651H2BoZtNi&#10;M6lN1LpPbwTB23x8vzNfdrYWF2p95VjBaJiAIC6crtgo+D1s3z9B+ICssXZMCm7kYbnovc0x0+7K&#10;e7rkwYgYwj5DBWUITSalL0qy6IeuIY7cn2sthghbI3WL1xhua5kmyVRarDg2lNjQuqTimJ+tgpNL&#10;P3SXb3B33Hz9VMZMTv/7iVKDfreagQjUhZf46f7WcX46HY3h8U68QS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+2yA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hMn8QA&#10;AADeAAAADwAAAGRycy9kb3ducmV2LnhtbERPPW/CMBDdK/EfrEPqVpzQEmiKg2ilSqzQDh0P+0gC&#10;8TnELqT8eoyE1O2e3ufNF71txIk6XztWkI4SEMTamZpLBd9fn08zED4gG2wck4I/8rAoBg9zzI07&#10;85pOm1CKGMI+RwVVCG0updcVWfQj1xJHbuc6iyHCrpSmw3MMt40cJ0kmLdYcGyps6aMifdj8WgWr&#10;ekuTTO9e7exdr38ux/A83RulHof98g1EoD78i+/ulYnzx1n6Ard34g2yu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4TJ/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UQ08YA&#10;AADeAAAADwAAAGRycy9kb3ducmV2LnhtbERPXWvCQBB8F/ofji34phcDiqaeUgsFxQ/QlvZ1yW1z&#10;obm9kDtj/PeeIPg2u7MzszNfdrYSLTW+dKxgNExAEOdOl1wo+P76HExB+ICssXJMCq7kYbl46c0x&#10;0+7CR2pPoRDRhH2GCkwIdSalzw1Z9ENXE0fuzzUWQxybQuoGL9HcVjJNkom0WHJMMFjTh6H8/3S2&#10;Clo8XJNfs9rPNuUuTw+rn62Oe9V/7d7fQATqwvP4oV7r+H46GY3hXidi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tUQ0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pRPsIA&#10;AADeAAAADwAAAGRycy9kb3ducmV2LnhtbERPTUvDQBC9C/6HZQRvdtMcgqTdFhFaPGr04HGanWbT&#10;ZmfC7raJ/npXELzN433Oejv7QV0pxF7YwHJRgCJuxfbcGfh43z08gooJ2eIgTAa+KMJ2c3uzxtrK&#10;xG90bVKncgjHGg24lMZa69g68hgXMhJn7ijBY8owdNoGnHK4H3RZFJX22HNucDjSs6P23Fy8gWnf&#10;Hk7l8dO67zDKrnmVUzmIMfd389MKVKI5/Yv/3C82zy+rZQW/7+Qb9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ClE+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7kssQA&#10;AADeAAAADwAAAGRycy9kb3ducmV2LnhtbERPS2sCMRC+F/ofwhS81ax7UNkaxSeIWIpW7+Nm3F1N&#10;Jssm6vrvm0Kht/n4njOatNaIOzW+cqyg101AEOdOV1woOHyv3ocgfEDWaByTgid5mIxfX0aYaffg&#10;Hd33oRAxhH2GCsoQ6kxKn5dk0XddTRy5s2sshgibQuoGHzHcGpkmSV9arDg2lFjTvKT8ur9ZBauv&#10;hbmkn7vpUYb5cnAyw81ssVWq89ZOP0AEasO/+M+91nF+2u8N4PedeIM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+5LL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etVMcA&#10;AADeAAAADwAAAGRycy9kb3ducmV2LnhtbESPT2vCQBDF74V+h2UKvRTdqFQkdRURihYU/Adex+w0&#10;CWZnQ3Yb47d3DkJvM7w37/1mOu9cpVpqQunZwKCfgCLOvC05N3A6fvcmoEJEtlh5JgN3CjCfvb5M&#10;MbX+xntqDzFXEsIhRQNFjHWqdcgKchj6viYW7dc3DqOsTa5tgzcJd5UeJslYOyxZGgqsaVlQdj38&#10;OQPtbnPJ122of66Tj/A5uqxWW3s25v2tW3yBitTFf/Pzem0FfzgeCK+8IzPo2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bXrVT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d20sUA&#10;AADeAAAADwAAAGRycy9kb3ducmV2LnhtbERPTWsCMRC9C/6HMAVvmnVR0a1RtCB4Eartod7GzXR3&#10;cTPZJlFXf30jFHqbx/uc+bI1tbiS85VlBcNBAoI4t7riQsHnx6Y/BeEDssbaMim4k4flotuZY6bt&#10;jfd0PYRCxBD2GSooQ2gyKX1ekkE/sA1x5L6tMxgidIXUDm8x3NQyTZKJNFhxbCixobeS8vPhYhSs&#10;Z9P1z/uId4/96UjHr9N5nLpEqd5Lu3oFEagN/+I/91bH+elkOIPnO/EG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93bSxQAAAN4AAAAPAAAAAAAAAAAAAAAAAJgCAABkcnMv&#10;ZG93bnJldi54bWxQSwUGAAAAAAQABAD1AAAAigMAAAAA&#10;" fillcolor="black" stroked="f"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Ib8skA&#10;AADeAAAADwAAAGRycy9kb3ducmV2LnhtbESPS2vDMBCE74X8B7GB3hq5hprgRglNH1Boesjj0OPG&#10;2tjC1spYauL213cPhdx22dmZ+Rar0XfqTEN0gQ3czzJQxFWwjmsDh/3b3RxUTMgWu8Bk4IcirJaT&#10;mwWWNlx4S+ddqpWYcCzRQJNSX2odq4Y8xlnoieV2CoPHJOtQazvgRcx9p/MsK7RHx5LQYE/PDVXt&#10;7tsb+Poo3HzrKD9uftevdvPQrj9fWmNup+PTI6hEY7qK/7/frdTPi1wABEdm0Ms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mIb8s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zTW8MA&#10;AADeAAAADwAAAGRycy9kb3ducmV2LnhtbERPTWsCMRC9F/wPYQRvNeseRFajSKXUiwe1pddhM262&#10;u5msSdTVX98UhN7m8T5nseptK67kQ+1YwWScgSAuna65UvB5fH+dgQgRWWPrmBTcKcBqOXhZYKHd&#10;jfd0PcRKpBAOBSowMXaFlKE0ZDGMXUecuJPzFmOCvpLa4y2F21bmWTaVFmtODQY7ejNUNoeLVeDX&#10;35vmwZevJnvs7uHjpz/P0Cg1GvbrOYhIffwXP91bnebn03wCf++kG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3zTW8MAAADe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7Z8QA&#10;AADeAAAADwAAAGRycy9kb3ducmV2LnhtbERP22oCMRB9L/gPYYS+lJptHqxujSKFQqEiePmA6Wa6&#10;u5hMls1U1359UxD6NodzncVqCF6dqU9tZAtPkwIUcRVdy7WF4+HtcQYqCbJDH5ksXCnBajm6W2Dp&#10;4oV3dN5LrXIIpxItNCJdqXWqGgqYJrEjztxX7ANKhn2tXY+XHB68NkUx1QFbzg0NdvTaUHXafwcL&#10;3nz6+cdz2sj1qDfFT5Ddw9ZZez8e1i+ghAb5F9/c7y7PN1Nj4O+dfIN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f+2f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MfpsQA&#10;AADeAAAADwAAAGRycy9kb3ducmV2LnhtbERPTWsCMRC9F/ofwhS81awrSFmNohVhLx66VbyOm3Gz&#10;mEyWTaprf31TKPQ2j/c5i9XgrLhRH1rPCibjDARx7XXLjYLD5+71DUSIyBqtZ1LwoACr5fPTAgvt&#10;7/xBtyo2IoVwKFCBibErpAy1IYdh7DvixF187zAm2DdS93hP4c7KPMtm0mHLqcFgR++G6mv15RRs&#10;q87mh9Jswum4P59t+b2j01ap0cuwnoOINMR/8Z+71Gl+Psun8PtOukE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DH6b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815MMA&#10;AADeAAAADwAAAGRycy9kb3ducmV2LnhtbERPTWsCMRC9F/wPYQRvNXEp27IaRURB8FSrh96GZNxd&#10;3UyWTequ/94UCr3N433OYjW4RtypC7VnDbOpAkFsvK251HD62r1+gAgR2WLjmTQ8KMBqOXpZYGF9&#10;z590P8ZSpBAOBWqoYmwLKYOpyGGY+pY4cRffOYwJdqW0HfYp3DUyUyqXDmtODRW2tKnI3I4/TsN1&#10;Jw/eKDTn07nf2/fvbU6N0noyHtZzEJGG+C/+c+9tmp/l2Rv8vpNuk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q815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tjGMQA&#10;AADeAAAADwAAAGRycy9kb3ducmV2LnhtbERPS2vCQBC+C/0PyxS86aYplZC6ihWEonjwQelxmh2T&#10;kOxs2F01/vuuIHibj+8503lvWnEh52vLCt7GCQjiwuqaSwXHw2qUgfABWWNrmRTcyMN89jKYYq7t&#10;lXd02YdSxBD2OSqoQuhyKX1RkUE/th1x5E7WGQwRulJqh9cYblqZJslEGqw5NlTY0bKiotmfjYLf&#10;84ZP2/f1wn2FH9sffJP+ZY1Sw9d+8QkiUB+e4of7W8f56ST9gPs78QY5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LYxj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QoHcUA&#10;AADeAAAADwAAAGRycy9kb3ducmV2LnhtbERPTWvCQBC9C/6HZYTedGNog0ZX0ULBi6C2B72N2TEJ&#10;ZmfT3a2m/fVuodDbPN7nzJedacSNnK8tKxiPEhDEhdU1lwo+3t+GExA+IGtsLJOCb/KwXPR7c8y1&#10;vfOebodQihjCPkcFVQhtLqUvKjLoR7YljtzFOoMhQldK7fAew00j0yTJpMGaY0OFLb1WVFwPX0bB&#10;ejpZf+6eefuzP5/odDxfX1KXKPU06FYzEIG68C/+c290nJ9maQa/78Qb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BCgdxQAAAN4AAAAPAAAAAAAAAAAAAAAAAJgCAABkcnMv&#10;ZG93bnJldi54bWxQSwUGAAAAAAQABAD1AAAAigMAAAAA&#10;" fillcolor="black" stroked="f"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6GLMMA&#10;AADeAAAADwAAAGRycy9kb3ducmV2LnhtbERP30vDMBB+H+x/CCf4tqVWmFKXjTIYik/dVHy9Nbem&#10;rLmUJGb1vzeC4Nt9fD9vvZ3sIBL50DtWcLcsQBC3TvfcKXh/2y8eQYSIrHFwTAq+KcB2M5+tsdLu&#10;ygdKx9iJHMKhQgUmxrGSMrSGLIalG4kzd3beYszQd1J7vOZwO8iyKFbSYs+5weBIO0Pt5fhlFaTT&#10;rqnv02cyh1dfd941zx+nRqnbm6l+AhFpiv/iP/eLzvPLVfkAv+/kG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/6GLM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1WV8cA&#10;AADeAAAADwAAAGRycy9kb3ducmV2LnhtbESPQU/DMAyF70j8h8hIu7F0PVRQlk1ogmnjAhQkOFqN&#10;aSoap2qyrtuvnw9I3Gy95/c+L9eT79RIQ2wDG1jMM1DEdbAtNwY+P55v70DFhGyxC0wGThRhvbq+&#10;WmJpw5HfaaxSoySEY4kGXEp9qXWsHXmM89ATi/YTBo9J1qHRdsCjhPtO51lWaI8tS4PDnjaO6t/q&#10;4A3Exebp68Wf78fvrePXau+Kt8YZM7uZHh9AJZrSv/nvemcFPy9y4ZV3ZAa9u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LNVlf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1219F" w:rsidRDefault="00B1219F" w:rsidP="00B121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B1219F" w:rsidRPr="00DE6ED3" w:rsidRDefault="00B1219F" w:rsidP="00B1219F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proofErr w:type="gramStart"/>
      <w:r w:rsidRPr="00DE6ED3">
        <w:rPr>
          <w:rFonts w:ascii="Times New Roman" w:eastAsia="Calibri" w:hAnsi="Times New Roman" w:cs="Times New Roman"/>
          <w:b/>
        </w:rPr>
        <w:t>Р</w:t>
      </w:r>
      <w:proofErr w:type="gramEnd"/>
      <w:r w:rsidRPr="00DE6ED3">
        <w:rPr>
          <w:rFonts w:ascii="Times New Roman" w:eastAsia="Calibri" w:hAnsi="Times New Roman" w:cs="Times New Roman"/>
          <w:b/>
        </w:rPr>
        <w:t>ІШЕННЯ</w:t>
      </w:r>
    </w:p>
    <w:p w:rsidR="00B1219F" w:rsidRPr="00DE6ED3" w:rsidRDefault="00B1219F" w:rsidP="00B1219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ІХ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B1219F" w:rsidRPr="00DE6ED3" w:rsidRDefault="00B1219F" w:rsidP="00B1219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B1219F" w:rsidRPr="00DE6ED3" w:rsidRDefault="00B1219F" w:rsidP="00B1219F">
      <w:pPr>
        <w:spacing w:after="0" w:line="240" w:lineRule="auto"/>
        <w:rPr>
          <w:rFonts w:ascii="Times New Roman" w:eastAsia="Calibri" w:hAnsi="Times New Roman" w:cs="Times New Roman"/>
        </w:rPr>
      </w:pPr>
    </w:p>
    <w:p w:rsidR="00B1219F" w:rsidRPr="00DE6ED3" w:rsidRDefault="00B1219F" w:rsidP="00B1219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25</w:t>
      </w:r>
      <w:r w:rsidRPr="00DE6ED3">
        <w:rPr>
          <w:rFonts w:ascii="Times New Roman" w:eastAsia="Calibri" w:hAnsi="Times New Roman" w:cs="Times New Roman"/>
          <w:sz w:val="24"/>
        </w:rPr>
        <w:t xml:space="preserve">.03. 2021р.                               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Крупець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                                       №_____</w:t>
      </w:r>
    </w:p>
    <w:p w:rsidR="00B1219F" w:rsidRPr="00DE6ED3" w:rsidRDefault="00B1219F" w:rsidP="00B1219F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B1219F" w:rsidRPr="00DE6ED3" w:rsidRDefault="00B1219F" w:rsidP="00B1219F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B1219F" w:rsidRPr="00DE6ED3" w:rsidRDefault="00B1219F" w:rsidP="00B1219F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B1219F" w:rsidRPr="00DE6ED3" w:rsidRDefault="00B1219F" w:rsidP="00B1219F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proofErr w:type="gramStart"/>
      <w:r w:rsidRPr="00DE6ED3">
        <w:rPr>
          <w:rFonts w:ascii="Times New Roman" w:eastAsia="Calibri" w:hAnsi="Times New Roman" w:cs="Times New Roman"/>
          <w:b/>
          <w:sz w:val="24"/>
        </w:rPr>
        <w:t>техн</w:t>
      </w:r>
      <w:proofErr w:type="gramEnd"/>
      <w:r w:rsidRPr="00DE6ED3">
        <w:rPr>
          <w:rFonts w:ascii="Times New Roman" w:eastAsia="Calibri" w:hAnsi="Times New Roman" w:cs="Times New Roman"/>
          <w:b/>
          <w:sz w:val="24"/>
        </w:rPr>
        <w:t>ічної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документації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B1219F" w:rsidRPr="00DE6ED3" w:rsidRDefault="00B1219F" w:rsidP="00B1219F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встановлення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(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відновлення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) меж </w:t>
      </w:r>
    </w:p>
    <w:p w:rsidR="00B1219F" w:rsidRPr="00DE6ED3" w:rsidRDefault="00B1219F" w:rsidP="00B1219F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в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</w:rPr>
        <w:t>натурі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 xml:space="preserve"> (на </w:t>
      </w:r>
      <w:proofErr w:type="spellStart"/>
      <w:proofErr w:type="gramStart"/>
      <w:r w:rsidRPr="00DE6ED3">
        <w:rPr>
          <w:rFonts w:ascii="Times New Roman" w:eastAsia="Calibri" w:hAnsi="Times New Roman" w:cs="Times New Roman"/>
          <w:b/>
          <w:sz w:val="24"/>
        </w:rPr>
        <w:t>м</w:t>
      </w:r>
      <w:proofErr w:type="gramEnd"/>
      <w:r w:rsidRPr="00DE6ED3">
        <w:rPr>
          <w:rFonts w:ascii="Times New Roman" w:eastAsia="Calibri" w:hAnsi="Times New Roman" w:cs="Times New Roman"/>
          <w:b/>
          <w:sz w:val="24"/>
        </w:rPr>
        <w:t>ісцевості</w:t>
      </w:r>
      <w:proofErr w:type="spellEnd"/>
      <w:r w:rsidRPr="00DE6ED3">
        <w:rPr>
          <w:rFonts w:ascii="Times New Roman" w:eastAsia="Calibri" w:hAnsi="Times New Roman" w:cs="Times New Roman"/>
          <w:b/>
          <w:sz w:val="24"/>
        </w:rPr>
        <w:t>)</w:t>
      </w:r>
    </w:p>
    <w:p w:rsidR="00B1219F" w:rsidRDefault="00B1219F" w:rsidP="00B1219F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КП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сільської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рад</w:t>
      </w:r>
    </w:p>
    <w:p w:rsidR="00B1219F" w:rsidRPr="009A7621" w:rsidRDefault="00B1219F" w:rsidP="00B1219F">
      <w:pPr>
        <w:rPr>
          <w:b/>
        </w:rPr>
      </w:pPr>
      <w:r w:rsidRPr="00A83C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«</w:t>
      </w:r>
      <w:proofErr w:type="spellStart"/>
      <w:proofErr w:type="gramStart"/>
      <w:r w:rsidRPr="00A83C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Спец</w:t>
      </w:r>
      <w:proofErr w:type="gramEnd"/>
      <w:r w:rsidRPr="00A83C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іалізоване</w:t>
      </w:r>
      <w:proofErr w:type="spellEnd"/>
      <w:r w:rsidRPr="00A83C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83C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лісокомунальне</w:t>
      </w:r>
      <w:proofErr w:type="spellEnd"/>
      <w:r w:rsidRPr="00A83C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A83C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господарство</w:t>
      </w:r>
      <w:proofErr w:type="spellEnd"/>
      <w:r w:rsidRPr="00A83C0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»</w:t>
      </w:r>
    </w:p>
    <w:p w:rsidR="00B1219F" w:rsidRPr="00DE6ED3" w:rsidRDefault="00B1219F" w:rsidP="00B1219F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B1219F" w:rsidRPr="00DE6ED3" w:rsidRDefault="00B1219F" w:rsidP="00B1219F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proofErr w:type="spellStart"/>
      <w:r w:rsidRPr="00DE6ED3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до пункту 34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»,  Земельного кодексу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r w:rsidRPr="009A7621">
        <w:rPr>
          <w:rFonts w:ascii="Times New Roman" w:eastAsia="Calibri" w:hAnsi="Times New Roman" w:cs="Times New Roman"/>
          <w:sz w:val="24"/>
        </w:rPr>
        <w:t>КП</w:t>
      </w:r>
      <w:proofErr w:type="spellEnd"/>
      <w:r w:rsidRPr="009A762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A7621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9A762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A7621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9A7621">
        <w:rPr>
          <w:rFonts w:ascii="Times New Roman" w:eastAsia="Calibri" w:hAnsi="Times New Roman" w:cs="Times New Roman"/>
          <w:sz w:val="24"/>
        </w:rPr>
        <w:t xml:space="preserve"> рад </w:t>
      </w:r>
      <w:r w:rsidRPr="009A762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«</w:t>
      </w:r>
      <w:proofErr w:type="spellStart"/>
      <w:r w:rsidRPr="009A762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Спеціалізоване</w:t>
      </w:r>
      <w:proofErr w:type="spellEnd"/>
      <w:r w:rsidRPr="009A762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9A762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лісокомунальне</w:t>
      </w:r>
      <w:proofErr w:type="spellEnd"/>
      <w:r w:rsidRPr="009A762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9A762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господарство</w:t>
      </w:r>
      <w:proofErr w:type="spellEnd"/>
      <w:r w:rsidRPr="009A7621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»</w:t>
      </w:r>
      <w:proofErr w:type="gramStart"/>
      <w:r w:rsidRPr="00DE6ED3">
        <w:rPr>
          <w:rFonts w:ascii="Times New Roman" w:eastAsia="Calibri" w:hAnsi="Times New Roman" w:cs="Times New Roman"/>
          <w:sz w:val="24"/>
        </w:rPr>
        <w:t>,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с</w:t>
      </w:r>
      <w:proofErr w:type="gramEnd"/>
      <w:r w:rsidRPr="00DE6ED3">
        <w:rPr>
          <w:rFonts w:ascii="Times New Roman" w:eastAsia="Calibri" w:hAnsi="Times New Roman" w:cs="Times New Roman"/>
          <w:sz w:val="24"/>
        </w:rPr>
        <w:t>ільська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рада</w:t>
      </w:r>
    </w:p>
    <w:p w:rsidR="00B1219F" w:rsidRPr="00DE6ED3" w:rsidRDefault="00B1219F" w:rsidP="00B121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>ВИРІШИЛА:</w:t>
      </w:r>
    </w:p>
    <w:p w:rsidR="00B1219F" w:rsidRPr="00DE6ED3" w:rsidRDefault="00B1219F" w:rsidP="00B121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1219F" w:rsidRPr="00E81DBD" w:rsidRDefault="00B1219F" w:rsidP="00B1219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        1.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На</w:t>
      </w:r>
      <w:r>
        <w:rPr>
          <w:rFonts w:ascii="Times New Roman" w:eastAsia="Calibri" w:hAnsi="Times New Roman" w:cs="Times New Roman"/>
          <w:sz w:val="24"/>
        </w:rPr>
        <w:t>дати</w:t>
      </w:r>
      <w:proofErr w:type="spellEnd"/>
      <w:r w:rsidR="0011367A">
        <w:rPr>
          <w:rFonts w:ascii="Times New Roman" w:eastAsia="Calibri" w:hAnsi="Times New Roman" w:cs="Times New Roman"/>
          <w:sz w:val="24"/>
          <w:lang w:val="en-US"/>
        </w:rPr>
        <w:t xml:space="preserve"> </w:t>
      </w:r>
      <w:bookmarkStart w:id="0" w:name="_GoBack"/>
      <w:bookmarkEnd w:id="0"/>
      <w:r w:rsidRPr="00D6659A">
        <w:rPr>
          <w:rFonts w:ascii="Times New Roman" w:eastAsia="Calibri" w:hAnsi="Times New Roman" w:cs="Times New Roman"/>
          <w:sz w:val="24"/>
        </w:rPr>
        <w:t xml:space="preserve">КП </w:t>
      </w:r>
      <w:proofErr w:type="spellStart"/>
      <w:r w:rsidRPr="00D6659A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D6659A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6659A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D6659A">
        <w:rPr>
          <w:rFonts w:ascii="Times New Roman" w:eastAsia="Calibri" w:hAnsi="Times New Roman" w:cs="Times New Roman"/>
          <w:sz w:val="24"/>
        </w:rPr>
        <w:t xml:space="preserve"> рад  </w:t>
      </w:r>
      <w:r w:rsidRPr="00D6659A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proofErr w:type="spellStart"/>
      <w:r w:rsidRPr="00D6659A">
        <w:rPr>
          <w:rFonts w:ascii="Times New Roman" w:eastAsia="Times New Roman" w:hAnsi="Times New Roman" w:cs="Times New Roman"/>
          <w:bCs/>
          <w:sz w:val="24"/>
          <w:szCs w:val="24"/>
        </w:rPr>
        <w:t>Спеціалізоване</w:t>
      </w:r>
      <w:proofErr w:type="spellEnd"/>
      <w:r w:rsidRPr="00D6659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6659A">
        <w:rPr>
          <w:rFonts w:ascii="Times New Roman" w:eastAsia="Times New Roman" w:hAnsi="Times New Roman" w:cs="Times New Roman"/>
          <w:bCs/>
          <w:sz w:val="24"/>
          <w:szCs w:val="24"/>
        </w:rPr>
        <w:t>лісокомунальне</w:t>
      </w:r>
      <w:proofErr w:type="spellEnd"/>
      <w:r w:rsidRPr="00D6659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6659A">
        <w:rPr>
          <w:rFonts w:ascii="Times New Roman" w:eastAsia="Times New Roman" w:hAnsi="Times New Roman" w:cs="Times New Roman"/>
          <w:bCs/>
          <w:sz w:val="24"/>
          <w:szCs w:val="24"/>
        </w:rPr>
        <w:t>господарство</w:t>
      </w:r>
      <w:proofErr w:type="spellEnd"/>
      <w:r>
        <w:rPr>
          <w:rFonts w:ascii="Times New Roman" w:eastAsia="Calibri" w:hAnsi="Times New Roman" w:cs="Times New Roman"/>
          <w:sz w:val="24"/>
        </w:rPr>
        <w:t>»</w:t>
      </w:r>
      <w:r w:rsidRPr="00717B0B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proofErr w:type="gramStart"/>
      <w:r w:rsidRPr="00DE6ED3">
        <w:rPr>
          <w:rFonts w:ascii="Times New Roman" w:eastAsia="Calibri" w:hAnsi="Times New Roman" w:cs="Times New Roman"/>
          <w:sz w:val="24"/>
        </w:rPr>
        <w:t>техн</w:t>
      </w:r>
      <w:proofErr w:type="gramEnd"/>
      <w:r w:rsidRPr="00DE6ED3">
        <w:rPr>
          <w:rFonts w:ascii="Times New Roman" w:eastAsia="Calibri" w:hAnsi="Times New Roman" w:cs="Times New Roman"/>
          <w:sz w:val="24"/>
        </w:rPr>
        <w:t>ічної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документації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встановлення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відновлення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) меж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натурі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(на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місцевості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), </w:t>
      </w:r>
      <w:proofErr w:type="spellStart"/>
      <w:r>
        <w:rPr>
          <w:rFonts w:ascii="Times New Roman" w:eastAsia="Calibri" w:hAnsi="Times New Roman" w:cs="Times New Roman"/>
          <w:sz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9,7121</w:t>
      </w:r>
      <w:r w:rsidRPr="00DE6ED3">
        <w:rPr>
          <w:rFonts w:ascii="Times New Roman" w:eastAsia="Calibri" w:hAnsi="Times New Roman" w:cs="Times New Roman"/>
          <w:sz w:val="24"/>
        </w:rPr>
        <w:t xml:space="preserve"> га,   </w:t>
      </w:r>
      <w:r>
        <w:rPr>
          <w:rFonts w:ascii="Times New Roman" w:eastAsia="Calibri" w:hAnsi="Times New Roman" w:cs="Times New Roman"/>
          <w:sz w:val="24"/>
          <w:szCs w:val="24"/>
        </w:rPr>
        <w:t>16.</w:t>
      </w:r>
      <w:r w:rsidRPr="00E81DBD">
        <w:rPr>
          <w:rFonts w:ascii="Times New Roman" w:eastAsia="Calibri" w:hAnsi="Times New Roman" w:cs="Times New Roman"/>
          <w:sz w:val="24"/>
          <w:szCs w:val="24"/>
        </w:rPr>
        <w:t xml:space="preserve">00 </w:t>
      </w:r>
      <w:r w:rsidRPr="00E81DBD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proofErr w:type="spellStart"/>
      <w:r w:rsidRPr="00E81DBD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земельні</w:t>
      </w:r>
      <w:proofErr w:type="spellEnd"/>
      <w:r w:rsidRPr="00E81D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81DBD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E81D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81DBD">
        <w:rPr>
          <w:rFonts w:ascii="Times New Roman" w:hAnsi="Times New Roman" w:cs="Times New Roman"/>
          <w:sz w:val="24"/>
          <w:szCs w:val="24"/>
          <w:shd w:val="clear" w:color="auto" w:fill="FFFFFF"/>
        </w:rPr>
        <w:t>кожної</w:t>
      </w:r>
      <w:proofErr w:type="spellEnd"/>
      <w:r w:rsidRPr="00E81D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81DBD">
        <w:rPr>
          <w:rFonts w:ascii="Times New Roman" w:hAnsi="Times New Roman" w:cs="Times New Roman"/>
          <w:sz w:val="24"/>
          <w:szCs w:val="24"/>
          <w:shd w:val="clear" w:color="auto" w:fill="FFFFFF"/>
        </w:rPr>
        <w:t>категорії</w:t>
      </w:r>
      <w:proofErr w:type="spellEnd"/>
      <w:r w:rsidRPr="00E81D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E81DBD">
        <w:rPr>
          <w:rFonts w:ascii="Times New Roman" w:hAnsi="Times New Roman" w:cs="Times New Roman"/>
          <w:sz w:val="24"/>
          <w:szCs w:val="24"/>
          <w:shd w:val="clear" w:color="auto" w:fill="FFFFFF"/>
        </w:rPr>
        <w:t>які</w:t>
      </w:r>
      <w:proofErr w:type="spellEnd"/>
      <w:r w:rsidRPr="00E81D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</w:t>
      </w:r>
      <w:proofErr w:type="spellStart"/>
      <w:r w:rsidRPr="00E81DBD">
        <w:rPr>
          <w:rFonts w:ascii="Times New Roman" w:hAnsi="Times New Roman" w:cs="Times New Roman"/>
          <w:sz w:val="24"/>
          <w:szCs w:val="24"/>
          <w:shd w:val="clear" w:color="auto" w:fill="FFFFFF"/>
        </w:rPr>
        <w:t>надані</w:t>
      </w:r>
      <w:proofErr w:type="spellEnd"/>
      <w:r w:rsidRPr="00E81D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E81DBD">
        <w:rPr>
          <w:rFonts w:ascii="Times New Roman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E81D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81DBD">
        <w:rPr>
          <w:rFonts w:ascii="Times New Roman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 w:rsidRPr="00E81D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81DBD">
        <w:rPr>
          <w:rFonts w:ascii="Times New Roman" w:hAnsi="Times New Roman" w:cs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E81D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81DBD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громадянам</w:t>
      </w:r>
      <w:proofErr w:type="spellEnd"/>
      <w:r w:rsidRPr="00E81D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81DBD">
        <w:rPr>
          <w:rFonts w:ascii="Times New Roman" w:hAnsi="Times New Roman" w:cs="Times New Roman"/>
          <w:sz w:val="24"/>
          <w:szCs w:val="24"/>
          <w:shd w:val="clear" w:color="auto" w:fill="FFFFFF"/>
        </w:rPr>
        <w:t>чи</w:t>
      </w:r>
      <w:proofErr w:type="spellEnd"/>
      <w:r w:rsidRPr="00E81D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81DBD">
        <w:rPr>
          <w:rFonts w:ascii="Times New Roman" w:hAnsi="Times New Roman" w:cs="Times New Roman"/>
          <w:sz w:val="24"/>
          <w:szCs w:val="24"/>
          <w:shd w:val="clear" w:color="auto" w:fill="FFFFFF"/>
        </w:rPr>
        <w:t>юридичним</w:t>
      </w:r>
      <w:proofErr w:type="spellEnd"/>
      <w:r w:rsidRPr="00E81D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особам),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зміною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цільового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призначення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D665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09.01 для </w:t>
      </w:r>
      <w:proofErr w:type="spellStart"/>
      <w:r w:rsidRPr="00D6659A">
        <w:rPr>
          <w:rFonts w:ascii="Times New Roman" w:hAnsi="Times New Roman" w:cs="Times New Roman"/>
          <w:sz w:val="24"/>
          <w:szCs w:val="24"/>
          <w:shd w:val="clear" w:color="auto" w:fill="FFFFFF"/>
        </w:rPr>
        <w:t>ведення</w:t>
      </w:r>
      <w:proofErr w:type="spellEnd"/>
      <w:r w:rsidRPr="00D665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6659A">
        <w:rPr>
          <w:rFonts w:ascii="Times New Roman" w:hAnsi="Times New Roman" w:cs="Times New Roman"/>
          <w:sz w:val="24"/>
          <w:szCs w:val="24"/>
          <w:shd w:val="clear" w:color="auto" w:fill="FFFFFF"/>
        </w:rPr>
        <w:t>лісового</w:t>
      </w:r>
      <w:proofErr w:type="spellEnd"/>
      <w:r w:rsidRPr="00D665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D6659A">
        <w:rPr>
          <w:rFonts w:ascii="Times New Roman" w:hAnsi="Times New Roman" w:cs="Times New Roman"/>
          <w:sz w:val="24"/>
          <w:szCs w:val="24"/>
          <w:shd w:val="clear" w:color="auto" w:fill="FFFFFF"/>
        </w:rPr>
        <w:t>господарства</w:t>
      </w:r>
      <w:proofErr w:type="spellEnd"/>
      <w:r w:rsidRPr="00D665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і </w:t>
      </w:r>
      <w:proofErr w:type="spellStart"/>
      <w:r w:rsidRPr="00D6659A">
        <w:rPr>
          <w:rFonts w:ascii="Times New Roman" w:hAnsi="Times New Roman" w:cs="Times New Roman"/>
          <w:sz w:val="24"/>
          <w:szCs w:val="24"/>
          <w:shd w:val="clear" w:color="auto" w:fill="FFFFFF"/>
        </w:rPr>
        <w:t>пов'язаних</w:t>
      </w:r>
      <w:proofErr w:type="spellEnd"/>
      <w:r w:rsidRPr="00D6659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 ним </w:t>
      </w:r>
      <w:proofErr w:type="spellStart"/>
      <w:r w:rsidRPr="00D6659A">
        <w:rPr>
          <w:rFonts w:ascii="Times New Roman" w:hAnsi="Times New Roman" w:cs="Times New Roman"/>
          <w:sz w:val="24"/>
          <w:szCs w:val="24"/>
          <w:shd w:val="clear" w:color="auto" w:fill="FFFFFF"/>
        </w:rPr>
        <w:t>послуг</w:t>
      </w:r>
      <w:proofErr w:type="spellEnd"/>
      <w:r w:rsidRPr="00D6659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E81DBD">
        <w:rPr>
          <w:rFonts w:ascii="Times New Roman" w:eastAsia="Calibri" w:hAnsi="Times New Roman" w:cs="Times New Roman"/>
          <w:sz w:val="24"/>
          <w:szCs w:val="24"/>
        </w:rPr>
        <w:t xml:space="preserve">яка </w:t>
      </w:r>
      <w:proofErr w:type="spellStart"/>
      <w:r w:rsidRPr="00E81DBD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E81DBD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E81DBD">
        <w:rPr>
          <w:rFonts w:ascii="Times New Roman" w:hAnsi="Times New Roman" w:cs="Times New Roman"/>
          <w:sz w:val="24"/>
          <w:szCs w:val="24"/>
          <w:shd w:val="clear" w:color="auto" w:fill="FFFFFF"/>
        </w:rPr>
        <w:t>Хмельницька</w:t>
      </w:r>
      <w:proofErr w:type="spellEnd"/>
      <w:r w:rsidRPr="00E81D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область, </w:t>
      </w:r>
      <w:proofErr w:type="spellStart"/>
      <w:r w:rsidRPr="00E81DBD">
        <w:rPr>
          <w:rFonts w:ascii="Times New Roman" w:hAnsi="Times New Roman" w:cs="Times New Roman"/>
          <w:sz w:val="24"/>
          <w:szCs w:val="24"/>
          <w:shd w:val="clear" w:color="auto" w:fill="FFFFFF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Шепетівський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)</w:t>
      </w:r>
      <w:r w:rsidRPr="00E81D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район, </w:t>
      </w:r>
      <w:proofErr w:type="spellStart"/>
      <w:r w:rsidRPr="00E81DBD">
        <w:rPr>
          <w:rFonts w:ascii="Times New Roman" w:hAnsi="Times New Roman" w:cs="Times New Roman"/>
          <w:sz w:val="24"/>
          <w:szCs w:val="24"/>
          <w:shd w:val="clear" w:color="auto" w:fill="FFFFFF"/>
        </w:rPr>
        <w:t>Полянська</w:t>
      </w:r>
      <w:proofErr w:type="spellEnd"/>
      <w:r w:rsidRPr="00E81D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81DBD">
        <w:rPr>
          <w:rFonts w:ascii="Times New Roman" w:hAnsi="Times New Roman" w:cs="Times New Roman"/>
          <w:sz w:val="24"/>
          <w:szCs w:val="24"/>
          <w:shd w:val="clear" w:color="auto" w:fill="FFFFFF"/>
        </w:rPr>
        <w:t>сільська</w:t>
      </w:r>
      <w:proofErr w:type="spellEnd"/>
      <w:r w:rsidRPr="00E81D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рада </w:t>
      </w:r>
      <w:proofErr w:type="spellStart"/>
      <w:r w:rsidRPr="00E81DBD"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Крупецької</w:t>
      </w:r>
      <w:proofErr w:type="spellEnd"/>
      <w:r w:rsidRPr="00E81D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81DBD">
        <w:rPr>
          <w:rFonts w:ascii="Times New Roman" w:hAnsi="Times New Roman" w:cs="Times New Roman"/>
          <w:sz w:val="24"/>
          <w:szCs w:val="24"/>
          <w:shd w:val="clear" w:color="auto" w:fill="FFFFFF"/>
        </w:rPr>
        <w:t>об’єднаної</w:t>
      </w:r>
      <w:proofErr w:type="spellEnd"/>
      <w:r w:rsidRPr="00E81D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81DBD">
        <w:rPr>
          <w:rFonts w:ascii="Times New Roman" w:hAnsi="Times New Roman" w:cs="Times New Roman"/>
          <w:sz w:val="24"/>
          <w:szCs w:val="24"/>
          <w:shd w:val="clear" w:color="auto" w:fill="FFFFFF"/>
        </w:rPr>
        <w:t>територіальної</w:t>
      </w:r>
      <w:proofErr w:type="spellEnd"/>
      <w:r w:rsidRPr="00E81D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E81DBD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громади</w:t>
      </w:r>
      <w:proofErr w:type="spellEnd"/>
      <w:r w:rsidRPr="00E81DBD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1219F" w:rsidRPr="00DE6ED3" w:rsidRDefault="00B1219F" w:rsidP="00B121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       2.</w:t>
      </w:r>
      <w:r w:rsidRPr="00D6659A">
        <w:rPr>
          <w:rFonts w:ascii="Times New Roman" w:eastAsia="Calibri" w:hAnsi="Times New Roman" w:cs="Times New Roman"/>
          <w:sz w:val="24"/>
        </w:rPr>
        <w:t xml:space="preserve">КП </w:t>
      </w:r>
      <w:proofErr w:type="spellStart"/>
      <w:r w:rsidRPr="00D6659A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D6659A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6659A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D6659A">
        <w:rPr>
          <w:rFonts w:ascii="Times New Roman" w:eastAsia="Calibri" w:hAnsi="Times New Roman" w:cs="Times New Roman"/>
          <w:sz w:val="24"/>
        </w:rPr>
        <w:t xml:space="preserve"> рад  </w:t>
      </w:r>
      <w:r w:rsidRPr="00D6659A">
        <w:rPr>
          <w:rFonts w:ascii="Times New Roman" w:eastAsia="Times New Roman" w:hAnsi="Times New Roman" w:cs="Times New Roman"/>
          <w:bCs/>
          <w:sz w:val="24"/>
          <w:szCs w:val="24"/>
        </w:rPr>
        <w:t>«</w:t>
      </w:r>
      <w:proofErr w:type="spellStart"/>
      <w:r w:rsidRPr="00D6659A">
        <w:rPr>
          <w:rFonts w:ascii="Times New Roman" w:eastAsia="Times New Roman" w:hAnsi="Times New Roman" w:cs="Times New Roman"/>
          <w:bCs/>
          <w:sz w:val="24"/>
          <w:szCs w:val="24"/>
        </w:rPr>
        <w:t>Спеціалізоване</w:t>
      </w:r>
      <w:proofErr w:type="spellEnd"/>
      <w:r w:rsidRPr="00D6659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6659A">
        <w:rPr>
          <w:rFonts w:ascii="Times New Roman" w:eastAsia="Times New Roman" w:hAnsi="Times New Roman" w:cs="Times New Roman"/>
          <w:bCs/>
          <w:sz w:val="24"/>
          <w:szCs w:val="24"/>
        </w:rPr>
        <w:t>лісокомунальне</w:t>
      </w:r>
      <w:proofErr w:type="spellEnd"/>
      <w:r w:rsidRPr="00D6659A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D6659A">
        <w:rPr>
          <w:rFonts w:ascii="Times New Roman" w:eastAsia="Times New Roman" w:hAnsi="Times New Roman" w:cs="Times New Roman"/>
          <w:bCs/>
          <w:sz w:val="24"/>
          <w:szCs w:val="24"/>
        </w:rPr>
        <w:t>господарство</w:t>
      </w:r>
      <w:proofErr w:type="spellEnd"/>
      <w:r>
        <w:rPr>
          <w:rFonts w:ascii="Times New Roman" w:eastAsia="Calibri" w:hAnsi="Times New Roman" w:cs="Times New Roman"/>
          <w:sz w:val="24"/>
        </w:rPr>
        <w:t>»</w:t>
      </w:r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proofErr w:type="gramStart"/>
      <w:r w:rsidRPr="00DE6ED3">
        <w:rPr>
          <w:rFonts w:ascii="Times New Roman" w:eastAsia="Calibri" w:hAnsi="Times New Roman" w:cs="Times New Roman"/>
          <w:sz w:val="24"/>
        </w:rPr>
        <w:t>техн</w:t>
      </w:r>
      <w:proofErr w:type="gramEnd"/>
      <w:r w:rsidRPr="00DE6ED3">
        <w:rPr>
          <w:rFonts w:ascii="Times New Roman" w:eastAsia="Calibri" w:hAnsi="Times New Roman" w:cs="Times New Roman"/>
          <w:sz w:val="24"/>
        </w:rPr>
        <w:t>ічну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документацію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встановлення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відновлення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) меж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натурі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(на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місцевості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) та подати на 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ради.</w:t>
      </w:r>
    </w:p>
    <w:p w:rsidR="00B1219F" w:rsidRPr="00DE6ED3" w:rsidRDefault="00B1219F" w:rsidP="00B121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DE6ED3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DE6E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DE6E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DE6ED3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DE6E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DE6ED3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DE6E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DE6E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E6ED3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DE6ED3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DE6ED3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B1219F" w:rsidRDefault="00B1219F" w:rsidP="00B1219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B1219F" w:rsidRPr="00B1219F" w:rsidRDefault="00B1219F" w:rsidP="00B1219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</w:p>
    <w:p w:rsidR="009F5894" w:rsidRPr="00B1219F" w:rsidRDefault="00B1219F" w:rsidP="00B1219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/>
        </w:rPr>
      </w:pPr>
      <w:proofErr w:type="spellStart"/>
      <w:r w:rsidRPr="00DE6ED3">
        <w:rPr>
          <w:rFonts w:ascii="Times New Roman" w:eastAsia="Calibri" w:hAnsi="Times New Roman" w:cs="Times New Roman"/>
          <w:sz w:val="24"/>
        </w:rPr>
        <w:t>Сільський</w:t>
      </w:r>
      <w:proofErr w:type="spellEnd"/>
      <w:r w:rsidRPr="00DE6ED3">
        <w:rPr>
          <w:rFonts w:ascii="Times New Roman" w:eastAsia="Calibri" w:hAnsi="Times New Roman" w:cs="Times New Roman"/>
          <w:sz w:val="24"/>
        </w:rPr>
        <w:t xml:space="preserve">  голова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</w:rPr>
        <w:t>Валерій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МИХАЛЮК</w:t>
      </w:r>
    </w:p>
    <w:sectPr w:rsidR="009F5894" w:rsidRPr="00B1219F" w:rsidSect="00B1219F">
      <w:pgSz w:w="12240" w:h="15840"/>
      <w:pgMar w:top="1440" w:right="1440" w:bottom="567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F8F" w:rsidRDefault="00576F8F">
      <w:pPr>
        <w:spacing w:after="0" w:line="240" w:lineRule="auto"/>
      </w:pPr>
      <w:r>
        <w:separator/>
      </w:r>
    </w:p>
  </w:endnote>
  <w:endnote w:type="continuationSeparator" w:id="0">
    <w:p w:rsidR="00576F8F" w:rsidRDefault="00576F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F8F" w:rsidRDefault="00576F8F">
      <w:pPr>
        <w:spacing w:after="0" w:line="240" w:lineRule="auto"/>
      </w:pPr>
      <w:r>
        <w:separator/>
      </w:r>
    </w:p>
  </w:footnote>
  <w:footnote w:type="continuationSeparator" w:id="0">
    <w:p w:rsidR="00576F8F" w:rsidRDefault="00576F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219F"/>
    <w:rsid w:val="0011367A"/>
    <w:rsid w:val="004A61A5"/>
    <w:rsid w:val="00576F8F"/>
    <w:rsid w:val="009F5894"/>
    <w:rsid w:val="00B12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19F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19F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2021-03-20T05:02:00Z</dcterms:created>
  <dcterms:modified xsi:type="dcterms:W3CDTF">2021-03-20T05:19:00Z</dcterms:modified>
</cp:coreProperties>
</file>