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0B3" w:rsidRPr="002C7821" w:rsidRDefault="002910B3" w:rsidP="002910B3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2C7821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2910B3" w:rsidRPr="002C7821" w:rsidRDefault="002910B3" w:rsidP="00291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2C782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8E0E728" wp14:editId="0710B630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3364" name="Группа 133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336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0B3" w:rsidRDefault="002910B3" w:rsidP="00291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10B3" w:rsidRDefault="002910B3" w:rsidP="00291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0B3" w:rsidRDefault="002910B3" w:rsidP="00291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10B3" w:rsidRDefault="002910B3" w:rsidP="00291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0B3" w:rsidRDefault="002910B3" w:rsidP="00291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10B3" w:rsidRDefault="002910B3" w:rsidP="00291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0B3" w:rsidRDefault="002910B3" w:rsidP="00291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10B3" w:rsidRDefault="002910B3" w:rsidP="00291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0B3" w:rsidRDefault="002910B3" w:rsidP="00291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10B3" w:rsidRDefault="002910B3" w:rsidP="00291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0B3" w:rsidRDefault="002910B3" w:rsidP="00291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10B3" w:rsidRDefault="002910B3" w:rsidP="00291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0B3" w:rsidRDefault="002910B3" w:rsidP="00291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2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10B3" w:rsidRDefault="002910B3" w:rsidP="00291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2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0B3" w:rsidRDefault="002910B3" w:rsidP="00291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2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10B3" w:rsidRDefault="002910B3" w:rsidP="00291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2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0B3" w:rsidRDefault="002910B3" w:rsidP="00291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2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10B3" w:rsidRDefault="002910B3" w:rsidP="00291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2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0B3" w:rsidRDefault="002910B3" w:rsidP="00291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3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10B3" w:rsidRDefault="002910B3" w:rsidP="00291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3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0B3" w:rsidRDefault="002910B3" w:rsidP="00291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3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0B3" w:rsidRDefault="002910B3" w:rsidP="00291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3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0B3" w:rsidRDefault="002910B3" w:rsidP="00291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3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0B3" w:rsidRDefault="002910B3" w:rsidP="00291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3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0B3" w:rsidRDefault="002910B3" w:rsidP="00291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3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0B3" w:rsidRDefault="002910B3" w:rsidP="00291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3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0B3" w:rsidRDefault="002910B3" w:rsidP="00291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3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0B3" w:rsidRDefault="002910B3" w:rsidP="00291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4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0B3" w:rsidRDefault="002910B3" w:rsidP="00291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4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0B3" w:rsidRDefault="002910B3" w:rsidP="00291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18E0E728" id="Группа 13364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910B3" w:rsidRDefault="002910B3" w:rsidP="00291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910B3" w:rsidRDefault="002910B3" w:rsidP="00291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910B3" w:rsidRDefault="002910B3" w:rsidP="00291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910B3" w:rsidRDefault="002910B3" w:rsidP="00291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910B3" w:rsidRDefault="002910B3" w:rsidP="00291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910B3" w:rsidRDefault="002910B3" w:rsidP="00291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910B3" w:rsidRDefault="002910B3" w:rsidP="00291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910B3" w:rsidRDefault="002910B3" w:rsidP="00291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910B3" w:rsidRDefault="002910B3" w:rsidP="00291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910B3" w:rsidRDefault="002910B3" w:rsidP="00291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910B3" w:rsidRDefault="002910B3" w:rsidP="00291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910B3" w:rsidRDefault="002910B3" w:rsidP="00291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910B3" w:rsidRDefault="002910B3" w:rsidP="00291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910B3" w:rsidRDefault="002910B3" w:rsidP="00291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910B3" w:rsidRDefault="002910B3" w:rsidP="00291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910B3" w:rsidRDefault="002910B3" w:rsidP="00291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910B3" w:rsidRDefault="002910B3" w:rsidP="00291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910B3" w:rsidRDefault="002910B3" w:rsidP="00291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910B3" w:rsidRDefault="002910B3" w:rsidP="00291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910B3" w:rsidRDefault="002910B3" w:rsidP="00291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" fillcolor="black" stroked="f">
                  <v:textbox>
                    <w:txbxContent>
                      <w:p w:rsidR="002910B3" w:rsidRDefault="002910B3" w:rsidP="00291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910B3" w:rsidRDefault="002910B3" w:rsidP="00291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910B3" w:rsidRDefault="002910B3" w:rsidP="00291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910B3" w:rsidRDefault="002910B3" w:rsidP="00291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910B3" w:rsidRDefault="002910B3" w:rsidP="00291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910B3" w:rsidRDefault="002910B3" w:rsidP="00291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910B3" w:rsidRDefault="002910B3" w:rsidP="00291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" fillcolor="black" stroked="f">
                  <v:textbox>
                    <w:txbxContent>
                      <w:p w:rsidR="002910B3" w:rsidRDefault="002910B3" w:rsidP="00291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910B3" w:rsidRDefault="002910B3" w:rsidP="00291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910B3" w:rsidRDefault="002910B3" w:rsidP="00291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910B3" w:rsidRPr="002C7821" w:rsidRDefault="002910B3" w:rsidP="002910B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910B3" w:rsidRPr="002C7821" w:rsidRDefault="002910B3" w:rsidP="002910B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910B3" w:rsidRPr="002C7821" w:rsidRDefault="002910B3" w:rsidP="002910B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910B3" w:rsidRPr="002C7821" w:rsidRDefault="002910B3" w:rsidP="002910B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910B3" w:rsidRPr="002C7821" w:rsidRDefault="002910B3" w:rsidP="002910B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2910B3" w:rsidRPr="002C7821" w:rsidRDefault="002910B3" w:rsidP="002910B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2910B3" w:rsidRPr="002C7821" w:rsidRDefault="002910B3" w:rsidP="002910B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2910B3" w:rsidRPr="002C7821" w:rsidRDefault="002910B3" w:rsidP="002910B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2910B3" w:rsidRPr="002C7821" w:rsidRDefault="002910B3" w:rsidP="002910B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910B3" w:rsidRPr="002C7821" w:rsidRDefault="002910B3" w:rsidP="002910B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2910B3" w:rsidRPr="002C7821" w:rsidRDefault="002910B3" w:rsidP="002910B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910B3" w:rsidRPr="002C7821" w:rsidRDefault="002910B3" w:rsidP="002910B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_ сесії сільської </w:t>
      </w:r>
      <w:proofErr w:type="gramStart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ради  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</w:t>
      </w:r>
      <w:proofErr w:type="gramEnd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скликання</w:t>
      </w:r>
    </w:p>
    <w:p w:rsidR="002910B3" w:rsidRPr="002C7821" w:rsidRDefault="002910B3" w:rsidP="002910B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2910B3" w:rsidRPr="002C7821" w:rsidRDefault="002910B3" w:rsidP="002910B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__.06.2021 року                                            Крупець                                                 №___</w:t>
      </w:r>
    </w:p>
    <w:p w:rsidR="002910B3" w:rsidRPr="002C7821" w:rsidRDefault="002910B3" w:rsidP="002910B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2910B3" w:rsidRPr="002C7821" w:rsidRDefault="002910B3" w:rsidP="002910B3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2910B3" w:rsidRPr="002C7821" w:rsidRDefault="002910B3" w:rsidP="002910B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2910B3" w:rsidRPr="002C7821" w:rsidRDefault="002910B3" w:rsidP="002910B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2910B3" w:rsidRPr="002C7821" w:rsidRDefault="002910B3" w:rsidP="002910B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2C7821">
        <w:rPr>
          <w:rFonts w:ascii="Times New Roman" w:eastAsia="Calibri" w:hAnsi="Times New Roman" w:cs="Times New Roman"/>
          <w:b/>
          <w:sz w:val="24"/>
          <w:lang w:eastAsia="en-US"/>
        </w:rPr>
        <w:t>Семенюк М .О.</w:t>
      </w:r>
    </w:p>
    <w:p w:rsidR="002910B3" w:rsidRPr="002C7821" w:rsidRDefault="002910B3" w:rsidP="002910B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2910B3" w:rsidRPr="002C7821" w:rsidRDefault="002910B3" w:rsidP="002910B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2910B3" w:rsidRPr="002C7821" w:rsidRDefault="002910B3" w:rsidP="002910B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Семенюка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М.О.,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2910B3" w:rsidRPr="002C7821" w:rsidRDefault="002910B3" w:rsidP="002910B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2910B3" w:rsidRPr="002C7821" w:rsidRDefault="002910B3" w:rsidP="002910B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910B3" w:rsidRPr="002C7821" w:rsidRDefault="002910B3" w:rsidP="002910B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      1. Надати Семенюку Михайлу Олександровичу, який зареєстрований за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FE574E">
        <w:rPr>
          <w:rFonts w:ascii="Times New Roman" w:eastAsia="Calibri" w:hAnsi="Times New Roman" w:cs="Times New Roman"/>
          <w:sz w:val="24"/>
          <w:lang w:eastAsia="en-US"/>
        </w:rPr>
        <w:t>__________</w:t>
      </w:r>
      <w:bookmarkStart w:id="0" w:name="_GoBack"/>
      <w:bookmarkEnd w:id="0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0,4000 га, для </w:t>
      </w:r>
      <w:r w:rsidRPr="009F710D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с.Колом’є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>, по вул. Миру.</w:t>
      </w:r>
    </w:p>
    <w:p w:rsidR="002910B3" w:rsidRPr="002C7821" w:rsidRDefault="002910B3" w:rsidP="002910B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      2. Семенюку М.О., розробити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2910B3" w:rsidRPr="002C7821" w:rsidRDefault="002910B3" w:rsidP="002910B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782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2910B3" w:rsidRPr="002C7821" w:rsidRDefault="002910B3" w:rsidP="002910B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910B3" w:rsidRPr="002C7821" w:rsidRDefault="002910B3" w:rsidP="002910B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910B3" w:rsidRPr="002C7821" w:rsidRDefault="002910B3" w:rsidP="002910B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910B3" w:rsidRPr="002C7821" w:rsidRDefault="002910B3" w:rsidP="002910B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910B3" w:rsidRPr="002C7821" w:rsidRDefault="002910B3" w:rsidP="002910B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910B3" w:rsidRPr="002C7821" w:rsidRDefault="002910B3" w:rsidP="002910B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910B3" w:rsidRDefault="002910B3" w:rsidP="002910B3">
      <w:pPr>
        <w:tabs>
          <w:tab w:val="left" w:pos="4424"/>
        </w:tabs>
        <w:spacing w:after="0" w:line="240" w:lineRule="auto"/>
        <w:ind w:firstLine="708"/>
        <w:rPr>
          <w:rFonts w:ascii="Times New Roman" w:eastAsia="Arial Unicode MS" w:hAnsi="Times New Roman" w:cs="Times New Roman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p w:rsidR="00222A87" w:rsidRDefault="00222A87"/>
    <w:sectPr w:rsidR="00222A8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0B3"/>
    <w:rsid w:val="00222A87"/>
    <w:rsid w:val="002910B3"/>
    <w:rsid w:val="00FE5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0B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0B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236</Words>
  <Characters>1349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2021-06-22T08:29:00Z</dcterms:created>
  <dcterms:modified xsi:type="dcterms:W3CDTF">2021-06-22T12:58:00Z</dcterms:modified>
</cp:coreProperties>
</file>