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2E6700" w:rsidRPr="008C295D" w:rsidRDefault="002E6700" w:rsidP="002E6700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E6700" w:rsidRPr="008C295D" w:rsidRDefault="002E6700" w:rsidP="002E67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№64</w:t>
      </w:r>
    </w:p>
    <w:p w:rsidR="002E6700" w:rsidRPr="008C295D" w:rsidRDefault="002E6700" w:rsidP="002E6700">
      <w:pPr>
        <w:rPr>
          <w:rFonts w:ascii="Times New Roman" w:hAnsi="Times New Roman" w:cs="Times New Roman"/>
        </w:rPr>
      </w:pPr>
    </w:p>
    <w:p w:rsidR="002E6700" w:rsidRPr="008C295D" w:rsidRDefault="002E6700" w:rsidP="002E670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Про присвоєння поштової адреси</w:t>
      </w:r>
    </w:p>
    <w:p w:rsidR="002E6700" w:rsidRPr="008C295D" w:rsidRDefault="002E6700" w:rsidP="002E67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700" w:rsidRPr="008C295D" w:rsidRDefault="002E6700" w:rsidP="002E67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 xml:space="preserve">               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27.03.2019р. №367, з метою впорядкування  адресного господарства об’єктів містобудування на території Крупецької сільської ради, розглянувши заяву  Рудик С.А. виконавчий комітет сільської ради </w:t>
      </w:r>
    </w:p>
    <w:p w:rsidR="002E6700" w:rsidRPr="008C295D" w:rsidRDefault="002E6700" w:rsidP="002E6700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2E6700" w:rsidRPr="008C295D" w:rsidRDefault="002E6700" w:rsidP="002E67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1.Присвоїти  об’єкту будівництва не житлова,  власник Рудик Софія Андріївна адресу:</w:t>
      </w:r>
    </w:p>
    <w:p w:rsidR="002E6700" w:rsidRPr="008C295D" w:rsidRDefault="002E6700" w:rsidP="002E67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- нежитлова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будівля:водонапірна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башта  -  18.1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м., насосна станція 10,8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 м. - вулиця  Незалежності,  2/2, село Крупець,  Шепетівський  район, Хмельницька область, Україна;</w:t>
      </w:r>
    </w:p>
    <w:p w:rsidR="002E6700" w:rsidRPr="008C295D" w:rsidRDefault="002E6700" w:rsidP="002E67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- нежитлова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будівля:свинарник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-  529,8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 м., - вулиця  Незалежності,  2/3, село Крупець, Шепетівський  район, Хмельницька область, Україна;</w:t>
      </w:r>
    </w:p>
    <w:p w:rsidR="002E6700" w:rsidRPr="008C295D" w:rsidRDefault="002E6700" w:rsidP="002E67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- нежитлова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будівля:корівник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 -  1748,4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 м., - вулиця  Незалежності,  2/4, село Крупець, Шепетівський  район, Хмельницька область, Україна;</w:t>
      </w:r>
    </w:p>
    <w:p w:rsidR="002E6700" w:rsidRPr="008C295D" w:rsidRDefault="002E6700" w:rsidP="002E670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2.</w:t>
      </w:r>
      <w:r w:rsidRPr="008C295D">
        <w:rPr>
          <w:rStyle w:val="rvts263"/>
          <w:rFonts w:ascii="Times New Roman" w:hAnsi="Times New Roman" w:cs="Times New Roman"/>
          <w:color w:val="000000"/>
          <w:spacing w:val="15"/>
          <w:sz w:val="24"/>
          <w:szCs w:val="24"/>
        </w:rPr>
        <w:t>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 </w:t>
      </w:r>
      <w:r w:rsidRPr="008C295D">
        <w:rPr>
          <w:rStyle w:val="rvts264"/>
          <w:rFonts w:ascii="Times New Roman" w:hAnsi="Times New Roman" w:cs="Times New Roman"/>
          <w:color w:val="000000"/>
          <w:spacing w:val="15"/>
          <w:sz w:val="24"/>
          <w:szCs w:val="24"/>
        </w:rPr>
        <w:t>на сільського</w:t>
      </w:r>
      <w:r w:rsidRPr="008C295D">
        <w:rPr>
          <w:rStyle w:val="rvts267"/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голову 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Валерія МИХАЛЮКА.</w:t>
      </w:r>
    </w:p>
    <w:p w:rsidR="002E6700" w:rsidRPr="008C295D" w:rsidRDefault="002E6700" w:rsidP="002E67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700" w:rsidRPr="008C295D" w:rsidRDefault="002E6700" w:rsidP="002E67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700" w:rsidRPr="008C295D" w:rsidRDefault="002E6700" w:rsidP="002E67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700" w:rsidRPr="008C295D" w:rsidRDefault="002E6700" w:rsidP="002E67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Валерій  МИХАЛЮК</w:t>
      </w:r>
    </w:p>
    <w:p w:rsidR="002E6FEC" w:rsidRDefault="002E6FEC">
      <w:bookmarkStart w:id="0" w:name="_GoBack"/>
      <w:bookmarkEnd w:id="0"/>
    </w:p>
    <w:sectPr w:rsidR="002E6FE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700"/>
    <w:rsid w:val="002E6700"/>
    <w:rsid w:val="002E6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2E6700"/>
  </w:style>
  <w:style w:type="character" w:customStyle="1" w:styleId="rvts263">
    <w:name w:val="rvts263"/>
    <w:rsid w:val="002E6700"/>
  </w:style>
  <w:style w:type="character" w:customStyle="1" w:styleId="rvts264">
    <w:name w:val="rvts264"/>
    <w:rsid w:val="002E6700"/>
  </w:style>
  <w:style w:type="character" w:customStyle="1" w:styleId="rvts267">
    <w:name w:val="rvts267"/>
    <w:rsid w:val="002E6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70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2E6700"/>
  </w:style>
  <w:style w:type="character" w:customStyle="1" w:styleId="rvts263">
    <w:name w:val="rvts263"/>
    <w:rsid w:val="002E6700"/>
  </w:style>
  <w:style w:type="character" w:customStyle="1" w:styleId="rvts264">
    <w:name w:val="rvts264"/>
    <w:rsid w:val="002E6700"/>
  </w:style>
  <w:style w:type="character" w:customStyle="1" w:styleId="rvts267">
    <w:name w:val="rvts267"/>
    <w:rsid w:val="002E6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226</Words>
  <Characters>1293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2021-08-10T05:06:00Z</dcterms:created>
  <dcterms:modified xsi:type="dcterms:W3CDTF">2021-08-10T05:06:00Z</dcterms:modified>
</cp:coreProperties>
</file>