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429" w:rsidRDefault="00222429" w:rsidP="0022242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2429" w:rsidRDefault="00222429" w:rsidP="002224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22429" w:rsidRDefault="00222429" w:rsidP="002224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22429" w:rsidRDefault="00222429" w:rsidP="002224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429" w:rsidRDefault="00222429" w:rsidP="002224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429" w:rsidRDefault="00222429" w:rsidP="002224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429" w:rsidRDefault="00222429" w:rsidP="002224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429" w:rsidRDefault="00222429" w:rsidP="002224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22429" w:rsidRDefault="00222429" w:rsidP="0022242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22429" w:rsidRDefault="00222429" w:rsidP="002224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22429" w:rsidRDefault="00222429" w:rsidP="002224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22429" w:rsidRDefault="00222429" w:rsidP="002224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429" w:rsidRDefault="00222429" w:rsidP="002224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22429" w:rsidRDefault="00222429" w:rsidP="002224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429" w:rsidRDefault="00222429" w:rsidP="002224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22429" w:rsidRDefault="00222429" w:rsidP="002224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22429" w:rsidRDefault="00222429" w:rsidP="002224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№29</w:t>
      </w:r>
    </w:p>
    <w:p w:rsidR="00222429" w:rsidRPr="00FB0BF1" w:rsidRDefault="00222429" w:rsidP="00222429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222429" w:rsidRPr="008E2C07" w:rsidRDefault="00222429" w:rsidP="00222429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222429" w:rsidRPr="008E2C07" w:rsidRDefault="00222429" w:rsidP="0022242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proofErr w:type="gram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</w:p>
    <w:p w:rsidR="00222429" w:rsidRPr="008E2C07" w:rsidRDefault="00222429" w:rsidP="0022242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222429" w:rsidRPr="008E2C07" w:rsidRDefault="00222429" w:rsidP="0022242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Дужар</w:t>
      </w:r>
      <w:proofErr w:type="spellEnd"/>
      <w:r>
        <w:rPr>
          <w:rFonts w:ascii="Times New Roman" w:hAnsi="Times New Roman"/>
          <w:b/>
          <w:sz w:val="24"/>
        </w:rPr>
        <w:t xml:space="preserve"> М.А.</w:t>
      </w:r>
    </w:p>
    <w:p w:rsidR="00222429" w:rsidRPr="008E2C07" w:rsidRDefault="00222429" w:rsidP="002224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222429" w:rsidRPr="008E2C07" w:rsidRDefault="00222429" w:rsidP="002224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Дужар</w:t>
      </w:r>
      <w:proofErr w:type="spellEnd"/>
      <w:r>
        <w:rPr>
          <w:rFonts w:ascii="Times New Roman" w:hAnsi="Times New Roman"/>
          <w:sz w:val="24"/>
          <w:lang w:val="ru-RU"/>
        </w:rPr>
        <w:t xml:space="preserve"> М.А.,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222429" w:rsidRPr="00C13DB4" w:rsidRDefault="00222429" w:rsidP="002224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222429" w:rsidRPr="008E2C07" w:rsidRDefault="00222429" w:rsidP="002224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proofErr w:type="spellStart"/>
      <w:r>
        <w:rPr>
          <w:rFonts w:ascii="Times New Roman" w:hAnsi="Times New Roman"/>
          <w:sz w:val="24"/>
        </w:rPr>
        <w:t>Дужар</w:t>
      </w:r>
      <w:proofErr w:type="spellEnd"/>
      <w:r>
        <w:rPr>
          <w:rFonts w:ascii="Times New Roman" w:hAnsi="Times New Roman"/>
          <w:sz w:val="24"/>
        </w:rPr>
        <w:t xml:space="preserve"> Михайлу Андрійовичу, який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96E3D">
        <w:rPr>
          <w:rFonts w:ascii="Times New Roman" w:hAnsi="Times New Roman"/>
          <w:sz w:val="24"/>
        </w:rPr>
        <w:t>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>
        <w:rPr>
          <w:rFonts w:ascii="Times New Roman" w:hAnsi="Times New Roman"/>
          <w:sz w:val="24"/>
          <w:lang w:val="ru-RU"/>
        </w:rPr>
        <w:t xml:space="preserve">0,12 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>
        <w:rPr>
          <w:rFonts w:ascii="Times New Roman" w:hAnsi="Times New Roman"/>
        </w:rPr>
        <w:t>індивідуального садівництва</w:t>
      </w:r>
      <w:r w:rsidRPr="008E2C07">
        <w:rPr>
          <w:rFonts w:ascii="Times New Roman" w:hAnsi="Times New Roman"/>
          <w:sz w:val="24"/>
          <w:lang w:val="ru-RU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>
        <w:rPr>
          <w:rFonts w:ascii="Times New Roman" w:hAnsi="Times New Roman"/>
          <w:sz w:val="24"/>
          <w:lang w:val="ru-RU"/>
        </w:rPr>
        <w:t xml:space="preserve"> в 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Полянь</w:t>
      </w:r>
      <w:proofErr w:type="spellEnd"/>
      <w:r>
        <w:rPr>
          <w:rFonts w:ascii="Times New Roman" w:hAnsi="Times New Roman"/>
          <w:sz w:val="24"/>
          <w:lang w:val="ru-RU"/>
        </w:rPr>
        <w:t xml:space="preserve"> по </w:t>
      </w:r>
      <w:proofErr w:type="spellStart"/>
      <w:r>
        <w:rPr>
          <w:rFonts w:ascii="Times New Roman" w:hAnsi="Times New Roman"/>
          <w:sz w:val="24"/>
          <w:lang w:val="ru-RU"/>
        </w:rPr>
        <w:t>вул</w:t>
      </w:r>
      <w:proofErr w:type="spellEnd"/>
      <w:r>
        <w:rPr>
          <w:rFonts w:ascii="Times New Roman" w:hAnsi="Times New Roman"/>
          <w:sz w:val="24"/>
          <w:lang w:val="ru-RU"/>
        </w:rPr>
        <w:t xml:space="preserve">. </w:t>
      </w:r>
      <w:proofErr w:type="spellStart"/>
      <w:r>
        <w:rPr>
          <w:rFonts w:ascii="Times New Roman" w:hAnsi="Times New Roman"/>
          <w:sz w:val="24"/>
          <w:lang w:val="ru-RU"/>
        </w:rPr>
        <w:t>Незалежності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222429" w:rsidRDefault="00222429" w:rsidP="002224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Дужар</w:t>
      </w:r>
      <w:proofErr w:type="spellEnd"/>
      <w:r>
        <w:rPr>
          <w:rFonts w:ascii="Times New Roman" w:hAnsi="Times New Roman"/>
          <w:sz w:val="24"/>
        </w:rPr>
        <w:t xml:space="preserve"> М.А., </w:t>
      </w:r>
      <w:proofErr w:type="spellStart"/>
      <w:r>
        <w:rPr>
          <w:rFonts w:ascii="Times New Roman" w:hAnsi="Times New Roman"/>
          <w:sz w:val="24"/>
          <w:lang w:val="ru-RU"/>
        </w:rPr>
        <w:t>розробити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проє</w:t>
      </w:r>
      <w:r w:rsidRPr="008E2C07">
        <w:rPr>
          <w:rFonts w:ascii="Times New Roman" w:hAnsi="Times New Roman"/>
          <w:sz w:val="24"/>
          <w:lang w:val="ru-RU"/>
        </w:rPr>
        <w:t>кт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222429" w:rsidRPr="00F443C5" w:rsidRDefault="00222429" w:rsidP="0022242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222429" w:rsidRPr="008E2C07" w:rsidRDefault="00222429" w:rsidP="0022242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22429" w:rsidRPr="00404567" w:rsidRDefault="00222429" w:rsidP="002224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22429" w:rsidRPr="00404567" w:rsidRDefault="00222429" w:rsidP="002224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22429" w:rsidRPr="00404567" w:rsidRDefault="00222429" w:rsidP="0022242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C03FE" w:rsidRPr="00222429" w:rsidRDefault="00222429" w:rsidP="00222429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sectPr w:rsidR="004C03FE" w:rsidRPr="0022242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429"/>
    <w:rsid w:val="00171A2E"/>
    <w:rsid w:val="00222429"/>
    <w:rsid w:val="00304C90"/>
    <w:rsid w:val="004C03FE"/>
    <w:rsid w:val="00505B6D"/>
    <w:rsid w:val="006D3977"/>
    <w:rsid w:val="007D6C18"/>
    <w:rsid w:val="00D1641A"/>
    <w:rsid w:val="00F96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3AFAC"/>
  <w15:docId w15:val="{930BD585-B7B2-438F-8D7C-FE87BD74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42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2242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2242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2242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231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2021-04-28T12:05:00Z</dcterms:created>
  <dcterms:modified xsi:type="dcterms:W3CDTF">2021-04-28T13:01:00Z</dcterms:modified>
</cp:coreProperties>
</file>