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A02" w:rsidRDefault="00D17A02" w:rsidP="00D17A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17A02" w:rsidRDefault="00D17A02" w:rsidP="00D17A02"/>
    <w:p w:rsidR="00D17A02" w:rsidRDefault="00D17A02" w:rsidP="00D17A02"/>
    <w:p w:rsidR="00D17A02" w:rsidRDefault="00D17A02" w:rsidP="00D17A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17A02" w:rsidRDefault="00D17A02" w:rsidP="00D17A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17A02" w:rsidRDefault="00D17A02" w:rsidP="00D17A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17A02" w:rsidRDefault="00D17A02" w:rsidP="00D17A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17A02" w:rsidRDefault="00D17A02" w:rsidP="00D17A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7A02" w:rsidRDefault="00D17A02" w:rsidP="00D17A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17A02" w:rsidRDefault="00D17A02" w:rsidP="00D17A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17A02" w:rsidRDefault="00D17A02" w:rsidP="00D17A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17A02" w:rsidRPr="00685040" w:rsidRDefault="00D17A02" w:rsidP="00D17A0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17A02" w:rsidRPr="002606EF" w:rsidRDefault="00D17A02" w:rsidP="00D17A0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17A02" w:rsidRPr="002606EF" w:rsidRDefault="00D17A02" w:rsidP="00D17A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17A02" w:rsidRPr="002606EF" w:rsidRDefault="00D17A02" w:rsidP="00D17A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17A02" w:rsidRPr="002606EF" w:rsidRDefault="00D17A02" w:rsidP="00D17A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D17A02" w:rsidRPr="002606EF" w:rsidRDefault="00D17A02" w:rsidP="00D17A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Поліщук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С.Й.</w:t>
      </w:r>
    </w:p>
    <w:p w:rsidR="00D17A02" w:rsidRPr="002606EF" w:rsidRDefault="00D17A02" w:rsidP="00D17A0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17A02" w:rsidRPr="002606EF" w:rsidRDefault="00D17A02" w:rsidP="00D17A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С.Й.,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D17A02" w:rsidRPr="002606EF" w:rsidRDefault="00D17A02" w:rsidP="00D17A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17A02" w:rsidRPr="002606EF" w:rsidRDefault="00D17A02" w:rsidP="00D17A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Відмовити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Софії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Йосипівні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01C3F">
        <w:rPr>
          <w:rFonts w:ascii="Times New Roman" w:eastAsia="Calibri" w:hAnsi="Times New Roman" w:cs="Times New Roman"/>
          <w:sz w:val="24"/>
          <w:szCs w:val="24"/>
          <w:lang w:val="en-US"/>
        </w:rPr>
        <w:t>___________________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наданні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0,3000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вул.Лісовій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зв’язку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тим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яка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вказана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викопіюванні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претендує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Поліщук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С.Й.,  передана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приватну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громадянину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 та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виданий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державний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акт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на право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власност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7A02" w:rsidRPr="002606EF" w:rsidRDefault="00D17A02" w:rsidP="00D17A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2. Контроль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D17A02" w:rsidRPr="002606EF" w:rsidRDefault="00D17A02" w:rsidP="00D17A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7A02" w:rsidRPr="002606EF" w:rsidRDefault="00D17A02" w:rsidP="00D17A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7A02" w:rsidRPr="00D17A02" w:rsidRDefault="00D17A02" w:rsidP="00D17A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17A02" w:rsidRPr="002606EF" w:rsidRDefault="00D17A02" w:rsidP="00D17A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A59ED" w:rsidRPr="00D17A02" w:rsidRDefault="00D17A02" w:rsidP="00D17A0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5A59ED" w:rsidRPr="00D17A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A02"/>
    <w:rsid w:val="00171A2E"/>
    <w:rsid w:val="00304C90"/>
    <w:rsid w:val="00401C3F"/>
    <w:rsid w:val="00505B6D"/>
    <w:rsid w:val="005A59ED"/>
    <w:rsid w:val="006D3977"/>
    <w:rsid w:val="007D6C18"/>
    <w:rsid w:val="00D1641A"/>
    <w:rsid w:val="00D17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237</Words>
  <Characters>1355</Characters>
  <Application>Microsoft Office Word</Application>
  <DocSecurity>0</DocSecurity>
  <Lines>11</Lines>
  <Paragraphs>3</Paragraphs>
  <ScaleCrop>false</ScaleCrop>
  <Company>Microsoft</Company>
  <LinksUpToDate>false</LinksUpToDate>
  <CharactersWithSpaces>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2020-05-21T17:40:00Z</dcterms:created>
  <dcterms:modified xsi:type="dcterms:W3CDTF">2020-05-21T18:02:00Z</dcterms:modified>
</cp:coreProperties>
</file>