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84" w:rsidRDefault="00FF7084" w:rsidP="00FF70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970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F7084" w:rsidRDefault="00FF7084" w:rsidP="00FF7084"/>
    <w:p w:rsidR="00FF7084" w:rsidRDefault="00FF7084" w:rsidP="00FF7084"/>
    <w:p w:rsidR="00FF7084" w:rsidRDefault="00FF7084" w:rsidP="00FF7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F7084" w:rsidRDefault="00FF7084" w:rsidP="00FF7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F7084" w:rsidRDefault="00FF7084" w:rsidP="00FF7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F7084" w:rsidRDefault="00FF7084" w:rsidP="00FF7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F7084" w:rsidRDefault="00FF7084" w:rsidP="00FF7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084" w:rsidRDefault="00FF7084" w:rsidP="00FF70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F7084" w:rsidRDefault="00FF7084" w:rsidP="00FF70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7084" w:rsidRDefault="00FF7084" w:rsidP="00FF708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F7084" w:rsidRDefault="00FF7084" w:rsidP="00FF70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7084" w:rsidRDefault="00FF7084" w:rsidP="00FF708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21.02.2020  року                                    Крупець                                                   №</w:t>
      </w:r>
    </w:p>
    <w:p w:rsidR="00FF7084" w:rsidRDefault="00FF7084" w:rsidP="00FF708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7084" w:rsidRDefault="00FF7084" w:rsidP="00FF70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FF7084" w:rsidRDefault="00FF7084" w:rsidP="00FF70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FF7084" w:rsidRDefault="00FF7084" w:rsidP="00FF7084">
      <w:pPr>
        <w:autoSpaceDE w:val="0"/>
        <w:autoSpaceDN w:val="0"/>
        <w:adjustRightInd w:val="0"/>
        <w:jc w:val="both"/>
      </w:pPr>
      <w:r>
        <w:t xml:space="preserve">  </w:t>
      </w:r>
    </w:p>
    <w:p w:rsidR="00FF7084" w:rsidRDefault="00FF7084" w:rsidP="00FF7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№66  від 16.12.2019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 ,  рішення сесії сільської ради №3  від 24.12.2019 року « Про сільський  бюджет Крупецької сільської ради  на 2020 рік » ,   сільська рада </w:t>
      </w:r>
    </w:p>
    <w:p w:rsidR="00FF7084" w:rsidRDefault="00FF7084" w:rsidP="00FF70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FF7084" w:rsidRDefault="00FF7084" w:rsidP="00FF7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Надати матеріальну допомогу Чулій Ігорю Володимировичу    на  поховання  батька 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Володимира Володимировича    , який   помер 24 грудня 2019   року , в  розмірі  3000.00  ( три тисячі ) грн.</w:t>
      </w:r>
    </w:p>
    <w:p w:rsidR="00FF7084" w:rsidRDefault="00FF7084" w:rsidP="00FF7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 Відділу бухгалтерського обліку сільської ради ( М.М.Нечипорук) здійснити виплату матеріальної допомоги.</w:t>
      </w:r>
    </w:p>
    <w:p w:rsidR="00FF7084" w:rsidRDefault="00FF7084" w:rsidP="00FF7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F7084" w:rsidRDefault="00FF7084" w:rsidP="00FF7084"/>
    <w:p w:rsidR="00FF7084" w:rsidRDefault="00FF7084" w:rsidP="00FF7084"/>
    <w:p w:rsidR="00541E27" w:rsidRPr="00FF7084" w:rsidRDefault="00FF708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541E27" w:rsidRPr="00FF7084" w:rsidSect="00541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F7084"/>
    <w:rsid w:val="00171A2E"/>
    <w:rsid w:val="00304C90"/>
    <w:rsid w:val="00505B6D"/>
    <w:rsid w:val="00541E27"/>
    <w:rsid w:val="006D3977"/>
    <w:rsid w:val="007D6C18"/>
    <w:rsid w:val="00D1641A"/>
    <w:rsid w:val="00FF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8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2020-02-11T13:41:00Z</dcterms:created>
  <dcterms:modified xsi:type="dcterms:W3CDTF">2020-02-11T13:41:00Z</dcterms:modified>
</cp:coreProperties>
</file>