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0C" w:rsidRPr="008E4CAE" w:rsidRDefault="00D51C22" w:rsidP="00562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1C22">
        <w:rPr>
          <w:rFonts w:ascii="Times New Roman" w:hAnsi="Times New Roman" w:cs="Times New Roman"/>
          <w:sz w:val="24"/>
          <w:szCs w:val="24"/>
        </w:rP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6240C" w:rsidRPr="008E4CAE" w:rsidRDefault="0056240C" w:rsidP="0056240C">
      <w:pPr>
        <w:rPr>
          <w:rFonts w:ascii="Times New Roman" w:hAnsi="Times New Roman" w:cs="Times New Roman"/>
          <w:sz w:val="24"/>
          <w:szCs w:val="24"/>
        </w:rPr>
      </w:pPr>
    </w:p>
    <w:p w:rsidR="0056240C" w:rsidRPr="008E4CAE" w:rsidRDefault="0056240C" w:rsidP="0056240C">
      <w:pPr>
        <w:rPr>
          <w:rFonts w:ascii="Times New Roman" w:hAnsi="Times New Roman" w:cs="Times New Roman"/>
          <w:sz w:val="24"/>
          <w:szCs w:val="24"/>
        </w:rPr>
      </w:pPr>
    </w:p>
    <w:p w:rsidR="0056240C" w:rsidRPr="008E4CAE" w:rsidRDefault="0056240C" w:rsidP="005624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CAE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6240C" w:rsidRPr="008E4CAE" w:rsidRDefault="0056240C" w:rsidP="005624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CAE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6240C" w:rsidRPr="008E4CAE" w:rsidRDefault="0056240C" w:rsidP="005624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CAE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240C" w:rsidRPr="008E4CAE" w:rsidRDefault="0056240C" w:rsidP="005624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CAE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240C" w:rsidRPr="008E4CAE" w:rsidRDefault="0056240C" w:rsidP="005624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40C" w:rsidRPr="008E4CAE" w:rsidRDefault="0056240C" w:rsidP="005624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CAE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8E4CAE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8E4CAE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6240C" w:rsidRPr="008E4CAE" w:rsidRDefault="0056240C" w:rsidP="00562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240C" w:rsidRPr="008E4CAE" w:rsidRDefault="0056240C" w:rsidP="0056240C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4CA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 w:rsidRPr="008E4CA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8E4CAE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6240C" w:rsidRPr="008E4CAE" w:rsidRDefault="0056240C" w:rsidP="00562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240C" w:rsidRPr="008E4CAE" w:rsidRDefault="0056240C" w:rsidP="0056240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8E4CAE"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56240C" w:rsidRPr="008E4CAE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6240C" w:rsidRPr="008E4CAE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E4CAE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56240C" w:rsidRPr="008E4CAE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E4CAE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56240C" w:rsidRPr="008E4CAE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E4CAE">
        <w:rPr>
          <w:rFonts w:ascii="Times New Roman" w:eastAsia="Calibri" w:hAnsi="Times New Roman" w:cs="Times New Roman"/>
          <w:b/>
          <w:sz w:val="24"/>
          <w:szCs w:val="24"/>
        </w:rPr>
        <w:t>відведення земельної  ділянки</w:t>
      </w:r>
    </w:p>
    <w:p w:rsidR="0056240C" w:rsidRPr="008E4CAE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E4CAE">
        <w:rPr>
          <w:rFonts w:ascii="Times New Roman" w:eastAsia="Calibri" w:hAnsi="Times New Roman" w:cs="Times New Roman"/>
          <w:b/>
          <w:sz w:val="24"/>
          <w:szCs w:val="24"/>
        </w:rPr>
        <w:t>Нікітюку</w:t>
      </w:r>
      <w:proofErr w:type="spellEnd"/>
      <w:r w:rsidRPr="008E4CAE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56240C" w:rsidRPr="008E4CAE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CA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8E4CAE">
        <w:rPr>
          <w:rFonts w:ascii="Times New Roman" w:eastAsia="Calibri" w:hAnsi="Times New Roman" w:cs="Times New Roman"/>
          <w:sz w:val="24"/>
          <w:szCs w:val="24"/>
        </w:rPr>
        <w:t>Нікітюка</w:t>
      </w:r>
      <w:proofErr w:type="spellEnd"/>
      <w:r w:rsidRPr="008E4CAE">
        <w:rPr>
          <w:rFonts w:ascii="Times New Roman" w:eastAsia="Calibri" w:hAnsi="Times New Roman" w:cs="Times New Roman"/>
          <w:sz w:val="24"/>
          <w:szCs w:val="24"/>
        </w:rPr>
        <w:t xml:space="preserve"> В.В., сільська рада </w:t>
      </w: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CA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CAE">
        <w:rPr>
          <w:rFonts w:ascii="Times New Roman" w:eastAsia="Calibri" w:hAnsi="Times New Roman" w:cs="Times New Roman"/>
          <w:sz w:val="24"/>
          <w:szCs w:val="24"/>
        </w:rPr>
        <w:t xml:space="preserve">       1. Відмовити </w:t>
      </w:r>
      <w:proofErr w:type="spellStart"/>
      <w:r w:rsidRPr="008E4CAE">
        <w:rPr>
          <w:rFonts w:ascii="Times New Roman" w:eastAsia="Calibri" w:hAnsi="Times New Roman" w:cs="Times New Roman"/>
          <w:sz w:val="24"/>
          <w:szCs w:val="24"/>
        </w:rPr>
        <w:t>Нікітюку</w:t>
      </w:r>
      <w:proofErr w:type="spellEnd"/>
      <w:r w:rsidRPr="008E4CAE">
        <w:rPr>
          <w:rFonts w:ascii="Times New Roman" w:eastAsia="Calibri" w:hAnsi="Times New Roman" w:cs="Times New Roman"/>
          <w:sz w:val="24"/>
          <w:szCs w:val="24"/>
        </w:rPr>
        <w:t xml:space="preserve"> Вадиму Валентиновичу, який зареєстрований за адресою: </w:t>
      </w:r>
      <w:r w:rsidR="00FC28D6" w:rsidRPr="00FC28D6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8E4CAE"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0,61 га, для ведення особистого селянського господарства, земельна ділянка розташована в с. </w:t>
      </w:r>
      <w:proofErr w:type="spellStart"/>
      <w:r w:rsidRPr="008E4CAE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8E4CAE">
        <w:rPr>
          <w:rFonts w:ascii="Times New Roman" w:eastAsia="Calibri" w:hAnsi="Times New Roman" w:cs="Times New Roman"/>
          <w:sz w:val="24"/>
          <w:szCs w:val="24"/>
        </w:rPr>
        <w:t>, у зв’язку з тим що на означену земельну ділянку виготовлений державний акт про право на власність іншою особою, а саме землевласником.</w:t>
      </w: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</w:t>
      </w:r>
      <w:r w:rsidRPr="008E4CA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240C" w:rsidRPr="008E4CAE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240C" w:rsidRPr="0056240C" w:rsidRDefault="0056240C" w:rsidP="005624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C1332" w:rsidRPr="0056240C" w:rsidRDefault="0056240C" w:rsidP="0056240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4CAE">
        <w:rPr>
          <w:rFonts w:ascii="Times New Roman" w:eastAsia="Calibri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8E4CAE"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sectPr w:rsidR="00EC1332" w:rsidRPr="0056240C" w:rsidSect="00EC1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6240C"/>
    <w:rsid w:val="00171A2E"/>
    <w:rsid w:val="00304C90"/>
    <w:rsid w:val="00505B6D"/>
    <w:rsid w:val="0056240C"/>
    <w:rsid w:val="006D3977"/>
    <w:rsid w:val="007D6C18"/>
    <w:rsid w:val="00D1641A"/>
    <w:rsid w:val="00D51C22"/>
    <w:rsid w:val="00EC1332"/>
    <w:rsid w:val="00FC2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0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2020-01-21T06:45:00Z</dcterms:created>
  <dcterms:modified xsi:type="dcterms:W3CDTF">2020-01-21T07:36:00Z</dcterms:modified>
</cp:coreProperties>
</file>