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B13" w:rsidRDefault="007D0B13" w:rsidP="007D0B1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7D0B13" w:rsidRDefault="007D0B13" w:rsidP="007D0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6B8CDD" wp14:editId="4007C0B8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875" name="Группа 148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52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B13" w:rsidRDefault="007D0B13" w:rsidP="007D0B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0B13" w:rsidRDefault="007D0B13" w:rsidP="007D0B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B13" w:rsidRDefault="007D0B13" w:rsidP="007D0B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0B13" w:rsidRDefault="007D0B13" w:rsidP="007D0B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B13" w:rsidRDefault="007D0B13" w:rsidP="007D0B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0B13" w:rsidRDefault="007D0B13" w:rsidP="007D0B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B13" w:rsidRDefault="007D0B13" w:rsidP="007D0B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0B13" w:rsidRDefault="007D0B13" w:rsidP="007D0B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B13" w:rsidRDefault="007D0B13" w:rsidP="007D0B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0B13" w:rsidRDefault="007D0B13" w:rsidP="007D0B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B13" w:rsidRDefault="007D0B13" w:rsidP="007D0B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0B13" w:rsidRDefault="007D0B13" w:rsidP="007D0B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B13" w:rsidRDefault="007D0B13" w:rsidP="007D0B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0B13" w:rsidRDefault="007D0B13" w:rsidP="007D0B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B13" w:rsidRDefault="007D0B13" w:rsidP="007D0B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0B13" w:rsidRDefault="007D0B13" w:rsidP="007D0B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B13" w:rsidRDefault="007D0B13" w:rsidP="007D0B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0B13" w:rsidRDefault="007D0B13" w:rsidP="007D0B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B13" w:rsidRDefault="007D0B13" w:rsidP="007D0B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0B13" w:rsidRDefault="007D0B13" w:rsidP="007D0B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B13" w:rsidRDefault="007D0B13" w:rsidP="007D0B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B13" w:rsidRDefault="007D0B13" w:rsidP="007D0B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B13" w:rsidRDefault="007D0B13" w:rsidP="007D0B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B13" w:rsidRDefault="007D0B13" w:rsidP="007D0B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B13" w:rsidRDefault="007D0B13" w:rsidP="007D0B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B13" w:rsidRDefault="007D0B13" w:rsidP="007D0B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B13" w:rsidRDefault="007D0B13" w:rsidP="007D0B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B13" w:rsidRDefault="007D0B13" w:rsidP="007D0B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B13" w:rsidRDefault="007D0B13" w:rsidP="007D0B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B13" w:rsidRDefault="007D0B13" w:rsidP="007D0B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875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axIMQA&#10;AADcAAAADwAAAGRycy9kb3ducmV2LnhtbESPS4vCQBCE78L+h6EX9qaTjfiKjiKLu3gQxEfuTabz&#10;wExPyIya/feOIHgsquorarHqTC1u1LrKsoLvQQSCOLO64kLB+fTbn4JwHlljbZkU/JOD1fKjt8BE&#10;2zsf6Hb0hQgQdgkqKL1vEildVpJBN7ANcfBy2xr0QbaF1C3eA9zUMo6isTRYcVgosaGfkrLL8WoU&#10;2OHfdpcW8WG44Ynn9X6ap91Oqa/Pbj0H4anz7/CrvdUKRvEMnmfCE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2sSD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D0B13" w:rsidRDefault="007D0B13" w:rsidP="007D0B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UQf8UA&#10;AADcAAAADwAAAGRycy9kb3ducmV2LnhtbERPy2oCMRTdC/2HcAvdiGbaotWpUYowrboo+AC3l8nt&#10;ZNrJzZCkOvXrm4Xg8nDes0VnG3EiH2rHCh6HGQji0umaKwWHfTGYgAgRWWPjmBT8UYDF/K43w1y7&#10;M2/ptIuVSCEcclRgYmxzKUNpyGIYupY4cV/OW4wJ+kpqj+cUbhv5lGVjabHm1GCwpaWh8mf3axV8&#10;F5/muHy5vPv+dEuXfrH5aNZjpR7uu7dXEJG6eBNf3SutYPSc5qcz6Qj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hRB/xQAAANw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D0B13" w:rsidRDefault="007D0B13" w:rsidP="007D0B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Ng7MMA&#10;AADcAAAADwAAAGRycy9kb3ducmV2LnhtbESP3WrCQBCF7wu+wzKCN0U3MVQkukqQWkpuxJ8HGLJj&#10;NpidDdmtSd++Wyj08nB+Ps52P9pWPKn3jWMF6SIBQVw53XCt4HY9ztcgfEDW2DomBd/kYb+bvGwx&#10;127gMz0voRZxhH2OCkwIXS6lrwxZ9AvXEUfv7nqLIcq+lrrHIY7bVi6TZCUtNhwJBjs6GKoely8b&#10;IacMT+V9uB4/RhzwvTT8WpyVmk3HYgMi0Bj+w3/tT63gLUvh90w8An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DNg7M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D0B13" w:rsidRDefault="007D0B13" w:rsidP="007D0B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inRMUA&#10;AADcAAAADwAAAGRycy9kb3ducmV2LnhtbESPQUsDMRSE74L/ITzBm8262irbpkWqQhE8WAvF22Pz&#10;urt08xKSZ3f9940geBxm5htmsRpdr04UU+fZwO2kAEVce9txY2D3+XrzCCoJssXeMxn4oQSr5eXF&#10;AivrB/6g01YalSGcKjTQioRK61S35DBNfCDO3sFHh5JlbLSNOGS463VZFDPtsOO80GKgdUv1cfvt&#10;DLwPL+HtYTY9hK94X+r0bGW/FmOur8anOSihUf7Df+2NNTC9K+H3TD4Cen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+KdE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D0B13" w:rsidRDefault="007D0B13" w:rsidP="007D0B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1bAMIA&#10;AADcAAAADwAAAGRycy9kb3ducmV2LnhtbESP3YrCMBCF74V9hzALeyNruluUpRpFFhXxRqo+wNCM&#10;TbGZlCba+vZGELw8nJ+PM1v0thY3an3lWMHPKAFBXDhdcangdFx//4HwAVlj7ZgU3MnDYv4xmGGm&#10;Xcc53Q6hFHGEfYYKTAhNJqUvDFn0I9cQR+/sWoshyraUusUujtta/ibJRFqsOBIMNvRvqLgcrjZC&#10;9inud+fuuN702OFqZ3i4zJX6+uyXUxCB+vAOv9pbrWCcpvA8E4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rVsA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D0B13" w:rsidRDefault="007D0B13" w:rsidP="007D0B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2aq8UA&#10;AADcAAAADwAAAGRycy9kb3ducmV2LnhtbESPQUsDMRSE74L/ITzBW5u1trWsTYvUCiL0YBWKt8fm&#10;dXdx8xKS1+76741Q8DjMzDfMcj24Tp0pptazgbtxAYq48rbl2sDnx8toASoJssXOMxn4oQTr1fXV&#10;Ekvre36n815qlSGcSjTQiIRS61Q15DCNfSDO3tFHh5JlrLWN2Ge46/SkKObaYct5ocFAm4aq7/3J&#10;Gdj12/D2MJ8dw1ecTnR6tnLYiDG3N8PTIyihQf7Dl/arNTC7n8LfmXwE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XZqr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D0B13" w:rsidRDefault="007D0B13" w:rsidP="007D0B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rDIcUA&#10;AADcAAAADwAAAGRycy9kb3ducmV2LnhtbESPUWvCMBSF3wf+h3AHvgxNN6mMahQdBIUNRCf4emmu&#10;bVlzU5LM1n+/DAZ7PJxzvsNZrgfbihv50DhW8DzNQBCXzjRcKTh/6skriBCRDbaOScGdAqxXo4cl&#10;Fsb1fKTbKVYiQTgUqKCOsSukDGVNFsPUdcTJuzpvMSbpK2k89gluW/mSZXNpseG0UGNHbzWVX6dv&#10;q2B76KuZfyq3g3u/7i651kZ/aKXGj8NmASLSEP/Df+29UZDPcvg9k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qsMh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D0B13" w:rsidRDefault="007D0B13" w:rsidP="007D0B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S508MA&#10;AADcAAAADwAAAGRycy9kb3ducmV2LnhtbESP3WoCMRSE7wu+QziCdzXrL7IaRZSFUryp7QMcNsfN&#10;6uZkSeK6fftGEHo5zMw3zGbX20Z05EPtWMFknIEgLp2uuVLw8128r0CEiKyxcUwKfinAbjt422Cu&#10;3YO/qDvHSiQIhxwVmBjbXMpQGrIYxq4lTt7FeYsxSV9J7fGR4LaR0yxbSos1pwWDLR0Mlbfz3Soo&#10;Pqen7nbXvnD7fm5pYa6ro1FqNOz3axCR+vgffrU/tILFbAnPM+kIy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9S508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D0B13" w:rsidRDefault="007D0B13" w:rsidP="007D0B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T4zcUA&#10;AADcAAAADwAAAGRycy9kb3ducmV2LnhtbESPQWsCMRSE7wX/Q3iCF6lZFduyNYoKwUILpSr0+tg8&#10;d5duXpYkuuu/bwpCj8PMfMMs171txJV8qB0rmE4yEMSFMzWXCk5H/fgCIkRkg41jUnCjAOvV4GGJ&#10;uXEdf9H1EEuRIBxyVFDF2OZShqIii2HiWuLknZ23GJP0pTQeuwS3jZxl2ZO0WHNaqLClXUXFz+Fi&#10;FWw/u3Lux8W2d+/n/fdCa6M/tFKjYb95BRGpj//he/vNKFjMn+HvTDo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NPjN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D0B13" w:rsidRDefault="007D0B13" w:rsidP="007D0B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eIOsEA&#10;AADcAAAADwAAAGRycy9kb3ducmV2LnhtbERP3WrCMBS+H/gO4QjezVS3DumMpTgKMnYztwc4NGdN&#10;Z3NSktjWtzcXg11+fP/7cra9GMmHzrGCzToDQdw43XGr4PurftyBCBFZY++YFNwoQHlYPOyx0G7i&#10;TxrPsRUphEOBCkyMQyFlaAxZDGs3ECfux3mLMUHfSu1xSuG2l9sse5EWO04NBgc6Gmou56tVUL9v&#10;P8bLVfvaVfOzpdz87t6MUqvlXL2CiDTHf/Gf+6QV5E9pbTqTjoA8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HiDrBAAAA3A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D0B13" w:rsidRDefault="007D0B13" w:rsidP="007D0B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BYYsMA&#10;AADcAAAADwAAAGRycy9kb3ducmV2LnhtbESP0WqDQBRE3wP9h+UW+hbXNDG01jWUgiF5rMkHXNxb&#10;Fd271t1G/ftsodDHYWbOMNlhNr240ehaywo2UQyCuLK65VrB9VKsX0A4j6yxt0wKFnJwyB9WGaba&#10;TvxJt9LXIkDYpaig8X5IpXRVQwZdZAfi4H3Z0aAPcqylHnEKcNPL5zjeS4Mth4UGB/poqOrKH6Ng&#10;t0zH7zLp4kIb2py3w5l9lSj19Di/v4HwNPv/8F/7pBUk21f4PROOgM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BYYs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D0B13" w:rsidRDefault="007D0B13" w:rsidP="007D0B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dx98EA&#10;AADcAAAADwAAAGRycy9kb3ducmV2LnhtbERPy2rCQBTdF/yH4Qru6kSxUqOjiJJSXLXxsb5krkkw&#10;cydkJg//vrMQujyc92Y3mEp01LjSsoLZNAJBnFldcq7gck7eP0E4j6yxskwKnuRgtx29bTDWtudf&#10;6lKfixDCLkYFhfd1LKXLCjLoprYmDtzdNgZ9gE0udYN9CDeVnEfRUhosOTQUWNOhoOyRtkZBu7zN&#10;L3w/6Z/0+PxaHZO9k9dcqcl42K9BeBr8v/jl/tYKPhZhfjgTjoD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Xcff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D0B13" w:rsidRDefault="007D0B13" w:rsidP="007D0B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KzfscA&#10;AADcAAAADwAAAGRycy9kb3ducmV2LnhtbESPT2vCQBTE7wW/w/KE3urG1gaNrmILhbYHg/8O3p7Z&#10;ZxLNvk2zW02/fVcQPA4z8xtmMmtNJc7UuNKygn4vAkGcWV1yrmCz/ngagnAeWWNlmRT8kYPZtPMw&#10;wUTbCy/pvPK5CBB2CSoovK8TKV1WkEHXszVx8A62MeiDbHKpG7wEuKnkcxTF0mDJYaHAmt4Lyk6r&#10;X6Ngmw7jUfr2NTh+L/b4YvTPTpexUo/ddj4G4an19/Ct/akVvA76cD0TjoCc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0Ss37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D0B13" w:rsidRDefault="007D0B13" w:rsidP="007D0B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EkcsQA&#10;AADcAAAADwAAAGRycy9kb3ducmV2LnhtbESPT4vCMBTE74LfITzBm6Z2VaQaxd1ldfHkP/D6aJ5t&#10;sXkpTdS6n94sCB6HmfkNM1s0phQ3ql1hWcGgH4EgTq0uOFNwPPz0JiCcR9ZYWiYFD3KwmLdbM0y0&#10;vfOObnufiQBhl6CC3PsqkdKlORl0fVsRB+9sa4M+yDqTusZ7gJtSxlE0lgYLDgs5VvSVU3rZX42C&#10;v/EJt24df35/aE+P4WRlN9uVUt1Os5yC8NT4d/jV/tUKRsMY/s+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BJHL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D0B13" w:rsidRDefault="007D0B13" w:rsidP="007D0B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r8B8MA&#10;AADcAAAADwAAAGRycy9kb3ducmV2LnhtbESP0WrCQBRE3wX/YbmCb7rRxqLRVUpR6Js19QMu2esm&#10;mL0bs1uNfn1XKPg4zMwZZrXpbC2u1PrKsYLJOAFBXDhdsVFw/NmN5iB8QNZYOyYFd/KwWfd7K8y0&#10;u/GBrnkwIkLYZ6igDKHJpPRFSRb92DXE0Tu51mKIsjVSt3iLcFvLaZK8S4sVx4USG/osqTjnv1bB&#10;xU1nusu3uD9vF9+VMenlcUiVGg66jyWIQF14hf/bX1rBLH2D55l4BO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6r8B8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D0B13" w:rsidRDefault="007D0B13" w:rsidP="007D0B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72JMQA&#10;AADcAAAADwAAAGRycy9kb3ducmV2LnhtbESPzW7CMBCE70i8g7VI3MDhn6YYVCpV4kroocfFXpJA&#10;vE5jA2mfvq6ExHE0M99oVpvWVuJGjS8dKxgNExDE2pmScwWfh4/BEoQPyAYrx6Tghzxs1t3OClPj&#10;7rynWxZyESHsU1RQhFCnUnpdkEU/dDVx9E6usRiibHJpGrxHuK3kOEnm0mLJcaHAmt4L0pfsahXs&#10;yiPN5vr0Ypdbvf/6/Q6Txdko1e+1b68gArXhGX60d0bBbDqF/zPxCM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+9iT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D0B13" w:rsidRDefault="007D0B13" w:rsidP="007D0B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LvmMIA&#10;AADcAAAADwAAAGRycy9kb3ducmV2LnhtbERPXWvCMBR9H/gfwhX2NlPLFFeNRYXBxqYwle310lyb&#10;YnNTmqzWf78MBB/PN2eR97YWHbW+cqxgPEpAEBdOV1wqOB5en2YgfEDWWDsmBVfykC8HDwvMtLvw&#10;F3X7UIpYwj5DBSaEJpPSF4Ys+pFriKN2cq3FEGFbSt3iJZbbWqZJMpUWK44LBhvaGCrO+1+roMPd&#10;Nfkx6+3Le/VZpLv194eOvHoc9qs5iEB9uJtv6TetYPI8gf8z8Qj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gu+YwgAAANw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D0B13" w:rsidRDefault="007D0B13" w:rsidP="007D0B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TE4cQA&#10;AADcAAAADwAAAGRycy9kb3ducmV2LnhtbESPQUvDQBSE70L/w/IK3uymQYvEbkspVDxq9ODxmX3N&#10;pmbfC7vbJvrrXUHwOMzMN8x6O/leXSjETtjAclGAIm7EdtwaeHs93NyDignZYi9MBr4ownYzu1pj&#10;ZWXkF7rUqVUZwrFCAy6lodI6No48xoUMxNk7SvCYsgyttgHHDPe9LotipT12nBccDrR31HzWZ29g&#10;fGw+TuXx3brvMMihfpZT2Ysx1/Np9wAq0ZT+w3/tJ2vg7nYFv2fyEd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ExOH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D0B13" w:rsidRDefault="007D0B13" w:rsidP="007D0B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csW8UA&#10;AADcAAAADwAAAGRycy9kb3ducmV2LnhtbESP3WoCMRSE7wt9h3AK3tWsYlVWo/gLRSxF294fN8fd&#10;bZOTZRN1fXsjCL0cZuYbZjxtrBFnqn3pWEGnnYAgzpwuOVfw/bV+HYLwAVmjcUwKruRhOnl+GmOq&#10;3YV3dN6HXEQI+xQVFCFUqZQ+K8iib7uKOHpHV1sMUda51DVeItwa2U2SvrRYclwosKJFQdnf/mQV&#10;rD+X5rf7sZv9yLBYDQ5muJkvt0q1XprZCESgJvyHH+13reCtN4D7mXgE5O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tyxb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D0B13" w:rsidRDefault="007D0B13" w:rsidP="007D0B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jLgsQA&#10;AADcAAAADwAAAGRycy9kb3ducmV2LnhtbERPTWvCQBC9F/oflil4KbppNRKiayiFogWFNgpex+w0&#10;CcnOhuwa47/vHgo9Pt73OhtNKwbqXW1ZwcssAkFcWF1zqeB0/JgmIJxH1thaJgV3cpBtHh/WmGp7&#10;428acl+KEMIuRQWV910qpSsqMuhmtiMO3I/tDfoA+1LqHm8h3LTyNYqW0mDNoaHCjt4rKpr8ahQM&#10;X/tLuRtc99kkzy6eX7bbgz4rNXka31YgPI3+X/zn3mkF8SKsDWfCE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oy4L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D0B13" w:rsidRDefault="007D0B13" w:rsidP="007D0B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LvacYA&#10;AADcAAAADwAAAGRycy9kb3ducmV2LnhtbESPQWsCMRSE74L/ITyhNzerqOjWKFUQeimo7aHenpvn&#10;7uLmZZukuu2vN4LgcZiZb5j5sjW1uJDzlWUFgyQFQZxbXXGh4Otz05+C8AFZY22ZFPyRh+Wi25lj&#10;pu2Vd3TZh0JECPsMFZQhNJmUPi/JoE9sQxy9k3UGQ5SukNrhNcJNLYdpOpEGK44LJTa0Lik/73+N&#10;gtVsuvrZjvjjf3c80OH7eB4PXarUS699ewURqA3P8KP9rhWMRzO4n4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LvacYAAADcAAAADwAAAAAAAAAAAAAAAACYAgAAZHJz&#10;L2Rvd25yZXYueG1sUEsFBgAAAAAEAAQA9QAAAIsDAAAAAA==&#10;" fillcolor="black" stroked="f">
                  <v:textbox>
                    <w:txbxContent>
                      <w:p w:rsidR="007D0B13" w:rsidRDefault="007D0B13" w:rsidP="007D0B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NxMcMA&#10;AADcAAAADwAAAGRycy9kb3ducmV2LnhtbERPy2rCQBTdC/7DcIXudKIQkego9VEoVBexLrq8zdwm&#10;QzJ3QmaqqV/vLIQuD+e92vS2EVfqvHGsYDpJQBAXThsuFVw+38YLED4ga2wck4I/8rBZDwcrzLS7&#10;cU7XcyhFDGGfoYIqhDaT0hcVWfQT1xJH7sd1FkOEXSl1h7cYbhs5S5K5tGg4NlTY0q6ioj7/WgVf&#10;H3OzyA3Nvo/37UEf03p72tdKvYz61yWIQH34Fz/d71pBmsb58Uw8An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KNxMcMAAADcAAAADwAAAAAAAAAAAAAAAACYAgAAZHJzL2Rv&#10;d25yZXYueG1sUEsFBgAAAAAEAAQA9QAAAIg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D0B13" w:rsidRDefault="007D0B13" w:rsidP="007D0B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+RMUA&#10;AADcAAAADwAAAGRycy9kb3ducmV2LnhtbESPQWsCMRSE7wX/Q3iF3jRrwSJbo0hF2osHtaXXx+a5&#10;WXfzsibZdfXXN4VCj8PMfMMsVoNtRE8+VI4VTCcZCOLC6YpLBZ/H7XgOIkRkjY1jUnCjAKvl6GGB&#10;uXZX3lN/iKVIEA45KjAxtrmUoTBkMUxcS5y8k/MWY5K+lNrjNcFtI5+z7EVarDgtGGzpzVBRHzqr&#10;wK+/N/Wdu686u+9u4f08XOZolHp6HNavICIN8T/81/7QCmazKfyeSUd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8v5E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D0B13" w:rsidRDefault="007D0B13" w:rsidP="007D0B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0/K8UA&#10;AADcAAAADwAAAGRycy9kb3ducmV2LnhtbESPUWvCQBCE3wv+h2OFvpR6aUBtU08pQqGgCFp/wDa3&#10;TULv9kJu1dhf7wmCj8PMfMPMFr136khdbAIbeBlloIjLYBuuDOy/P59fQUVBtugCk4EzRVjMBw8z&#10;LGw48ZaOO6lUgnAs0EAt0hZax7Imj3EUWuLk/YbOoyTZVdp2eEpw73SeZRPtseG0UGNLy5rKv93B&#10;G3D5j3tbTeNaznu9zv69bJ821pjHYf/xDkqol3v41v6yBsbjHK5n0hHQ8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LT8r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D0B13" w:rsidRDefault="007D0B13" w:rsidP="007D0B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w7u8UA&#10;AADcAAAADwAAAGRycy9kb3ducmV2LnhtbESPQWsCMRSE7wX/Q3hCbzVbi0VWo7QVYS8euq54fW6e&#10;m8XkZdmkuvXXN4VCj8PMfMMs14Oz4kp9aD0reJ5kIIhrr1tuFFT77dMcRIjIGq1nUvBNAdar0cMS&#10;c+1v/EnXMjYiQTjkqMDE2OVShtqQwzDxHXHyzr53GJPsG6l7vCW4s3KaZa/SYctpwWBHH4bqS/nl&#10;FGzKzk6rwryH42F3OtnivqXjRqnH8fC2ABFpiP/hv3ahFcxmL/B7Jh0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Du7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D0B13" w:rsidRDefault="007D0B13" w:rsidP="007D0B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vdi8QA&#10;AADcAAAADwAAAGRycy9kb3ducmV2LnhtbESPT2sCMRTE74LfITyhN00q/ilbo5SiIPSkrgdvj+R1&#10;d9vNy7KJ7vbbN4LgcZiZ3zCrTe9qcaM2VJ41vE4UCGLjbcWFhvy0G7+BCBHZYu2ZNPxRgM16OFhh&#10;Zn3HB7odYyEShEOGGsoYm0zKYEpyGCa+IU7et28dxiTbQtoWuwR3tZwqtZAOK04LJTb0WZL5PV6d&#10;hp+d/PJGoTnn525vl5ftgmql9cuo/3gHEamPz/Cjvbca5vMZ3M+kI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L3Yv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D0B13" w:rsidRDefault="007D0B13" w:rsidP="007D0B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1sBsUA&#10;AADcAAAADwAAAGRycy9kb3ducmV2LnhtbESPT2vCQBTE7wW/w/IKvdVNlYikboIWCtLiwT+Ix9fs&#10;MwnJvg27q6bf3i0UPA4z8xtmUQymE1dyvrGs4G2cgCAurW64UnDYf77OQfiArLGzTAp+yUORj54W&#10;mGl74y1dd6ESEcI+QwV1CH0mpS9rMujHtieO3tk6gyFKV0nt8BbhppOTJJlJgw3HhRp7+qipbHcX&#10;o+B0+ebzZvq1dKtwtMPet5OfeavUy/OwfAcRaAiP8H97rRWkaQp/Z+IRk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3WwG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D0B13" w:rsidRDefault="007D0B13" w:rsidP="007D0B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TtxsYA&#10;AADcAAAADwAAAGRycy9kb3ducmV2LnhtbESPT2sCMRTE74V+h/AK3mq24oquRtFCoRfBPz3U23Pz&#10;uru4eVmTVFc/vREEj8PM/IaZzFpTixM5X1lW8NFNQBDnVldcKPjZfr0PQfiArLG2TAou5GE2fX2Z&#10;YKbtmdd02oRCRAj7DBWUITSZlD4vyaDv2oY4en/WGQxRukJqh+cIN7XsJclAGqw4LpTY0GdJ+WHz&#10;bxQsRsPFcdXn5XW939Hud39Iey5RqvPWzscgArXhGX60v7WCNB3A/Uw8An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DTtxsYAAADcAAAADwAAAAAAAAAAAAAAAACYAgAAZHJz&#10;L2Rvd25yZXYueG1sUEsFBgAAAAAEAAQA9QAAAIsDAAAAAA==&#10;" fillcolor="black" stroked="f">
                  <v:textbox>
                    <w:txbxContent>
                      <w:p w:rsidR="007D0B13" w:rsidRDefault="007D0B13" w:rsidP="007D0B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BFfMQA&#10;AADcAAAADwAAAGRycy9kb3ducmV2LnhtbESPQUsDMRSE74L/ITzBm82qtJW1aVkKovS0rRWvr5vX&#10;zdLNy5LEdPvvjVDwOMzMN8xiNdpeJPKhc6zgcVKAIG6c7rhVsP98e3gBESKyxt4xKbhQgNXy9maB&#10;pXZn3lLaxVZkCIcSFZgYh1LK0BiyGCZuIM7e0XmLMUvfSu3xnOG2l09FMZMWO84LBgdaG2pOux+r&#10;IB3WdfWcvpPZbnzVele/fx1qpe7vxuoVRKQx/oev7Q+tYDqdw9+Zf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QRXz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D0B13" w:rsidRDefault="007D0B13" w:rsidP="007D0B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1WjMIA&#10;AADcAAAADwAAAGRycy9kb3ducmV2LnhtbERPz2vCMBS+C/sfwht409SBotUoItvYdlGr4I6P5q0p&#10;Ni+libX61y8HwePH93ux6mwlWmp86VjBaJiAIM6dLrlQcDx8DKYgfEDWWDkmBTfysFq+9BaYanfl&#10;PbVZKEQMYZ+iAhNCnUrpc0MW/dDVxJH7c43FEGFTSN3gNYbbSr4lyURaLDk2GKxpYyg/ZxerwI82&#10;76cfe5+1v5+Gt9m3mewKo1T/tVvPQQTqwlP8cH9pBeNxXBvPxCM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zVaMwgAAANwAAAAPAAAAAAAAAAAAAAAAAJgCAABkcnMvZG93&#10;bnJldi54bWxQSwUGAAAAAAQABAD1AAAAhw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D0B13" w:rsidRDefault="007D0B13" w:rsidP="007D0B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D0B13" w:rsidRDefault="007D0B13" w:rsidP="007D0B1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D0B13" w:rsidRDefault="007D0B13" w:rsidP="007D0B1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D0B13" w:rsidRDefault="007D0B13" w:rsidP="007D0B1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D0B13" w:rsidRDefault="007D0B13" w:rsidP="007D0B1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D0B13" w:rsidRDefault="007D0B13" w:rsidP="007D0B1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7D0B13" w:rsidRDefault="007D0B13" w:rsidP="007D0B1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7D0B13" w:rsidRDefault="007D0B13" w:rsidP="007D0B1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7D0B13" w:rsidRDefault="007D0B13" w:rsidP="007D0B1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7D0B13" w:rsidRDefault="007D0B13" w:rsidP="007D0B1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D0B13" w:rsidRDefault="007D0B13" w:rsidP="007D0B1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7D0B13" w:rsidRDefault="007D0B13" w:rsidP="007D0B1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D0B13" w:rsidRDefault="007D0B13" w:rsidP="007D0B1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7D0B13" w:rsidRDefault="007D0B13" w:rsidP="007D0B1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7D0B13" w:rsidRDefault="007D0B13" w:rsidP="007D0B1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__.07.2021 року                                            Крупець                                                 №___</w:t>
      </w:r>
    </w:p>
    <w:p w:rsidR="007D0B13" w:rsidRDefault="007D0B13" w:rsidP="007D0B1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7D0B13" w:rsidRDefault="007D0B13" w:rsidP="007D0B13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7D0B13" w:rsidRDefault="007D0B13" w:rsidP="007D0B1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7D0B13" w:rsidRDefault="007D0B13" w:rsidP="007D0B1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7D0B13" w:rsidRDefault="007D0B13" w:rsidP="007D0B1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Ні</w:t>
      </w:r>
      <w:proofErr w:type="gram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к</w:t>
      </w:r>
      <w:proofErr w:type="gram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ітюк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О.П.</w:t>
      </w:r>
    </w:p>
    <w:p w:rsidR="007D0B13" w:rsidRDefault="007D0B13" w:rsidP="007D0B1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7D0B13" w:rsidRDefault="007D0B13" w:rsidP="007D0B1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О.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7D0B13" w:rsidRDefault="007D0B13" w:rsidP="007D0B1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7D0B13" w:rsidRDefault="007D0B13" w:rsidP="007D0B1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D0B13" w:rsidRDefault="007D0B13" w:rsidP="007D0B1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Олені Петрівні,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4E2F6C" w:rsidRPr="004E2F6C">
        <w:rPr>
          <w:rFonts w:ascii="Times New Roman" w:eastAsia="Calibri" w:hAnsi="Times New Roman" w:cs="Times New Roman"/>
          <w:sz w:val="24"/>
          <w:lang w:eastAsia="en-US"/>
        </w:rPr>
        <w:t>_</w:t>
      </w:r>
      <w:r w:rsidR="004E2F6C">
        <w:rPr>
          <w:rFonts w:ascii="Times New Roman" w:eastAsia="Calibri" w:hAnsi="Times New Roman" w:cs="Times New Roman"/>
          <w:sz w:val="24"/>
          <w:lang w:val="ru-RU" w:eastAsia="en-US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0,2500га,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с.Головлі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7D0B13" w:rsidRDefault="007D0B13" w:rsidP="007D0B1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О.П,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7D0B13" w:rsidRDefault="007D0B13" w:rsidP="007D0B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7D0B13" w:rsidRDefault="007D0B13" w:rsidP="007D0B1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D0B13" w:rsidRDefault="007D0B13" w:rsidP="007D0B1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D0B13" w:rsidRDefault="007D0B13" w:rsidP="007D0B1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D0B13" w:rsidRDefault="007D0B13" w:rsidP="007D0B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D0B13" w:rsidRDefault="007D0B13" w:rsidP="007D0B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D0B13" w:rsidRPr="007D0B13" w:rsidRDefault="007D0B13" w:rsidP="007D0B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</w:p>
    <w:p w:rsidR="007D0B13" w:rsidRDefault="007D0B13" w:rsidP="007D0B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57FDB" w:rsidRPr="007D0B13" w:rsidRDefault="007D0B13" w:rsidP="007D0B1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957FDB" w:rsidRPr="007D0B1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B13"/>
    <w:rsid w:val="004E2F6C"/>
    <w:rsid w:val="007D0B13"/>
    <w:rsid w:val="0095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B1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B1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239</Words>
  <Characters>1365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2021-07-19T05:41:00Z</dcterms:created>
  <dcterms:modified xsi:type="dcterms:W3CDTF">2021-07-19T06:27:00Z</dcterms:modified>
</cp:coreProperties>
</file>